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3CEF2" w14:textId="36F19152"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800994" w:rsidRPr="00800994">
        <w:rPr>
          <w:rFonts w:ascii="Corbel" w:hAnsi="Corbel"/>
          <w:bCs/>
          <w:i/>
        </w:rPr>
        <w:t>Załącznik nr 1.5 do Zarządzenia Rektora UR  nr 7/2023</w:t>
      </w:r>
    </w:p>
    <w:p w14:paraId="7F46FD7D" w14:textId="77777777" w:rsidR="007F3CC1" w:rsidRDefault="0085747A" w:rsidP="007F3CC1">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6177B3F9" w14:textId="77777777" w:rsidR="0085747A" w:rsidRPr="007F3CC1" w:rsidRDefault="0071620A" w:rsidP="007F3CC1">
      <w:pPr>
        <w:spacing w:after="0" w:line="240" w:lineRule="auto"/>
        <w:jc w:val="center"/>
        <w:rPr>
          <w:rFonts w:ascii="Corbel" w:hAnsi="Corbel"/>
          <w:b/>
          <w:smallCaps/>
          <w:sz w:val="24"/>
          <w:szCs w:val="24"/>
        </w:rPr>
      </w:pPr>
      <w:r w:rsidRPr="009C54AE">
        <w:rPr>
          <w:rFonts w:ascii="Corbel" w:hAnsi="Corbel"/>
          <w:b/>
          <w:smallCaps/>
          <w:sz w:val="24"/>
          <w:szCs w:val="24"/>
        </w:rPr>
        <w:t>dotyczy cyklu kształcenia</w:t>
      </w:r>
      <w:r w:rsidR="005D0D02">
        <w:rPr>
          <w:rFonts w:ascii="Corbel" w:hAnsi="Corbel"/>
          <w:b/>
          <w:smallCaps/>
          <w:sz w:val="24"/>
          <w:szCs w:val="24"/>
        </w:rPr>
        <w:t xml:space="preserve"> </w:t>
      </w:r>
      <w:r w:rsidR="00D42139" w:rsidRPr="007F3CC1">
        <w:rPr>
          <w:rFonts w:ascii="Corbel" w:hAnsi="Corbel"/>
          <w:b/>
          <w:i/>
          <w:smallCaps/>
          <w:sz w:val="24"/>
          <w:szCs w:val="24"/>
        </w:rPr>
        <w:t xml:space="preserve">2023/2024 - </w:t>
      </w:r>
      <w:r w:rsidR="007F3CC1" w:rsidRPr="007F3CC1">
        <w:rPr>
          <w:rFonts w:ascii="Corbel" w:hAnsi="Corbel"/>
          <w:b/>
          <w:i/>
          <w:smallCaps/>
          <w:sz w:val="24"/>
          <w:szCs w:val="24"/>
        </w:rPr>
        <w:t>2027/2028</w:t>
      </w:r>
    </w:p>
    <w:p w14:paraId="48403232" w14:textId="77777777" w:rsidR="0085747A" w:rsidRDefault="005D0D02" w:rsidP="00EA4832">
      <w:pPr>
        <w:spacing w:after="0" w:line="240" w:lineRule="exact"/>
        <w:jc w:val="both"/>
        <w:rPr>
          <w:rFonts w:ascii="Corbel" w:hAnsi="Corbel"/>
          <w:sz w:val="20"/>
          <w:szCs w:val="20"/>
        </w:rPr>
      </w:pPr>
      <w:r>
        <w:rPr>
          <w:rFonts w:ascii="Corbel" w:hAnsi="Corbel"/>
          <w:i/>
          <w:sz w:val="20"/>
          <w:szCs w:val="20"/>
        </w:rPr>
        <w:t xml:space="preserve">                                                                                                         </w:t>
      </w:r>
      <w:r w:rsidR="0085747A" w:rsidRPr="00EA4832">
        <w:rPr>
          <w:rFonts w:ascii="Corbel" w:hAnsi="Corbel"/>
          <w:i/>
          <w:sz w:val="20"/>
          <w:szCs w:val="20"/>
        </w:rPr>
        <w:t>(skrajne daty</w:t>
      </w:r>
      <w:r w:rsidR="0085747A" w:rsidRPr="00EA4832">
        <w:rPr>
          <w:rFonts w:ascii="Corbel" w:hAnsi="Corbel"/>
          <w:sz w:val="20"/>
          <w:szCs w:val="20"/>
        </w:rPr>
        <w:t>)</w:t>
      </w:r>
    </w:p>
    <w:p w14:paraId="61D280BA" w14:textId="77777777" w:rsidR="00445970" w:rsidRPr="00BB5BA5" w:rsidRDefault="007F3CC1" w:rsidP="00EA4832">
      <w:pPr>
        <w:spacing w:after="0" w:line="240" w:lineRule="exact"/>
        <w:jc w:val="both"/>
        <w:rPr>
          <w:rFonts w:ascii="Corbel" w:hAnsi="Corbel"/>
          <w:b/>
          <w:color w:val="FF0000"/>
          <w:sz w:val="24"/>
          <w:szCs w:val="24"/>
        </w:rPr>
      </w:pPr>
      <w:r>
        <w:rPr>
          <w:rFonts w:ascii="Corbel" w:hAnsi="Corbel"/>
          <w:sz w:val="20"/>
          <w:szCs w:val="20"/>
        </w:rPr>
        <w:tab/>
      </w:r>
      <w:r>
        <w:rPr>
          <w:rFonts w:ascii="Corbel" w:hAnsi="Corbel"/>
          <w:sz w:val="20"/>
          <w:szCs w:val="20"/>
        </w:rPr>
        <w:tab/>
      </w:r>
      <w:r w:rsidR="00445970" w:rsidRPr="00BB5BA5">
        <w:rPr>
          <w:rFonts w:ascii="Corbel" w:hAnsi="Corbel"/>
          <w:b/>
          <w:sz w:val="24"/>
          <w:szCs w:val="24"/>
        </w:rPr>
        <w:t>Rok akademicki</w:t>
      </w:r>
      <w:r w:rsidR="00BF16E0" w:rsidRPr="00BB5BA5">
        <w:rPr>
          <w:rFonts w:ascii="Corbel" w:hAnsi="Corbel"/>
          <w:b/>
          <w:sz w:val="24"/>
          <w:szCs w:val="24"/>
        </w:rPr>
        <w:t xml:space="preserve">  2023/2024, 2024/2025, 2025/2026, 2026/2027, 2027/2028</w:t>
      </w:r>
    </w:p>
    <w:p w14:paraId="63A1543B" w14:textId="77777777" w:rsidR="0085747A" w:rsidRPr="005D0D02" w:rsidRDefault="0085747A" w:rsidP="009C54AE">
      <w:pPr>
        <w:spacing w:after="0" w:line="240" w:lineRule="auto"/>
        <w:rPr>
          <w:rFonts w:ascii="Corbel" w:hAnsi="Corbel"/>
        </w:rPr>
      </w:pPr>
    </w:p>
    <w:p w14:paraId="3F295485"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539A9A85" w14:textId="77777777" w:rsidTr="00B819C8">
        <w:tc>
          <w:tcPr>
            <w:tcW w:w="2694" w:type="dxa"/>
            <w:vAlign w:val="center"/>
          </w:tcPr>
          <w:p w14:paraId="2F9C3A2D"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17708B3E" w14:textId="77777777" w:rsidR="0085747A" w:rsidRPr="00BB5BA5" w:rsidRDefault="00515752" w:rsidP="009C54AE">
            <w:pPr>
              <w:pStyle w:val="Odpowiedzi"/>
              <w:spacing w:before="100" w:beforeAutospacing="1" w:after="100" w:afterAutospacing="1"/>
              <w:rPr>
                <w:rFonts w:ascii="Corbel" w:hAnsi="Corbel"/>
                <w:sz w:val="24"/>
                <w:szCs w:val="24"/>
              </w:rPr>
            </w:pPr>
            <w:r w:rsidRPr="00BB5BA5">
              <w:rPr>
                <w:rFonts w:ascii="Corbel" w:hAnsi="Corbel"/>
                <w:sz w:val="24"/>
                <w:szCs w:val="24"/>
              </w:rPr>
              <w:t>Pracownia rysunku</w:t>
            </w:r>
          </w:p>
        </w:tc>
      </w:tr>
      <w:tr w:rsidR="0085747A" w:rsidRPr="009C54AE" w14:paraId="444D1C91" w14:textId="77777777" w:rsidTr="00B819C8">
        <w:tc>
          <w:tcPr>
            <w:tcW w:w="2694" w:type="dxa"/>
            <w:vAlign w:val="center"/>
          </w:tcPr>
          <w:p w14:paraId="6D26C7B7"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03C8AACD" w14:textId="77777777" w:rsidR="0085747A" w:rsidRPr="00BB5BA5" w:rsidRDefault="00E946D6" w:rsidP="009C54AE">
            <w:pPr>
              <w:pStyle w:val="Odpowiedzi"/>
              <w:spacing w:before="100" w:beforeAutospacing="1" w:after="100" w:afterAutospacing="1"/>
              <w:rPr>
                <w:rFonts w:ascii="Corbel" w:hAnsi="Corbel"/>
                <w:sz w:val="24"/>
                <w:szCs w:val="24"/>
              </w:rPr>
            </w:pPr>
            <w:r w:rsidRPr="00BB5BA5">
              <w:rPr>
                <w:rFonts w:ascii="Corbel" w:hAnsi="Corbel"/>
                <w:sz w:val="24"/>
                <w:szCs w:val="24"/>
              </w:rPr>
              <w:t>MK_20</w:t>
            </w:r>
          </w:p>
        </w:tc>
      </w:tr>
      <w:tr w:rsidR="0085747A" w:rsidRPr="009C54AE" w14:paraId="3DB54A4E" w14:textId="77777777" w:rsidTr="00B819C8">
        <w:tc>
          <w:tcPr>
            <w:tcW w:w="2694" w:type="dxa"/>
            <w:vAlign w:val="center"/>
          </w:tcPr>
          <w:p w14:paraId="5D4DB2F4"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08D71109" w14:textId="77777777" w:rsidR="0085747A" w:rsidRPr="00BB5BA5" w:rsidRDefault="009335B8" w:rsidP="009C54AE">
            <w:pPr>
              <w:pStyle w:val="Odpowiedzi"/>
              <w:spacing w:before="100" w:beforeAutospacing="1" w:after="100" w:afterAutospacing="1"/>
              <w:rPr>
                <w:rFonts w:ascii="Corbel" w:hAnsi="Corbel"/>
                <w:sz w:val="24"/>
                <w:szCs w:val="24"/>
              </w:rPr>
            </w:pPr>
            <w:r w:rsidRPr="00BB5BA5">
              <w:rPr>
                <w:rFonts w:ascii="Corbel" w:hAnsi="Corbel"/>
                <w:sz w:val="24"/>
                <w:szCs w:val="24"/>
              </w:rPr>
              <w:t>Kolegium Nauk Humanistycznych</w:t>
            </w:r>
            <w:r w:rsidR="005548AA" w:rsidRPr="00BB5BA5">
              <w:rPr>
                <w:rFonts w:ascii="Corbel" w:hAnsi="Corbel"/>
                <w:sz w:val="24"/>
                <w:szCs w:val="24"/>
              </w:rPr>
              <w:t xml:space="preserve"> UR</w:t>
            </w:r>
          </w:p>
        </w:tc>
      </w:tr>
      <w:tr w:rsidR="0085747A" w:rsidRPr="009C54AE" w14:paraId="0522D14C" w14:textId="77777777" w:rsidTr="00B819C8">
        <w:tc>
          <w:tcPr>
            <w:tcW w:w="2694" w:type="dxa"/>
            <w:vAlign w:val="center"/>
          </w:tcPr>
          <w:p w14:paraId="6EF0697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180B50AE" w14:textId="77777777" w:rsidR="0085747A" w:rsidRPr="00BB5BA5" w:rsidRDefault="00CD7E3E" w:rsidP="009C54AE">
            <w:pPr>
              <w:pStyle w:val="Odpowiedzi"/>
              <w:spacing w:before="100" w:beforeAutospacing="1" w:after="100" w:afterAutospacing="1"/>
              <w:rPr>
                <w:rFonts w:ascii="Corbel" w:hAnsi="Corbel"/>
                <w:sz w:val="24"/>
                <w:szCs w:val="24"/>
              </w:rPr>
            </w:pPr>
            <w:r w:rsidRPr="00BB5BA5">
              <w:rPr>
                <w:rFonts w:ascii="Corbel" w:hAnsi="Corbel"/>
                <w:sz w:val="24"/>
                <w:szCs w:val="24"/>
              </w:rPr>
              <w:t xml:space="preserve">Instytut Sztuk Pięknych </w:t>
            </w:r>
          </w:p>
        </w:tc>
      </w:tr>
      <w:tr w:rsidR="0085747A" w:rsidRPr="009C54AE" w14:paraId="6D2E5E70" w14:textId="77777777" w:rsidTr="00B819C8">
        <w:tc>
          <w:tcPr>
            <w:tcW w:w="2694" w:type="dxa"/>
            <w:vAlign w:val="center"/>
          </w:tcPr>
          <w:p w14:paraId="23C3F8EC"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03144EF" w14:textId="77777777" w:rsidR="0085747A" w:rsidRPr="00BB5BA5" w:rsidRDefault="00CD7E3E" w:rsidP="009C54AE">
            <w:pPr>
              <w:pStyle w:val="Odpowiedzi"/>
              <w:spacing w:before="100" w:beforeAutospacing="1" w:after="100" w:afterAutospacing="1"/>
              <w:rPr>
                <w:rFonts w:ascii="Corbel" w:hAnsi="Corbel"/>
                <w:sz w:val="24"/>
                <w:szCs w:val="24"/>
              </w:rPr>
            </w:pPr>
            <w:r w:rsidRPr="00BB5BA5">
              <w:rPr>
                <w:rFonts w:ascii="Corbel" w:hAnsi="Corbel"/>
                <w:sz w:val="24"/>
                <w:szCs w:val="24"/>
              </w:rPr>
              <w:t>Malarstwo</w:t>
            </w:r>
          </w:p>
        </w:tc>
      </w:tr>
      <w:tr w:rsidR="0085747A" w:rsidRPr="009C54AE" w14:paraId="2645D42F" w14:textId="77777777" w:rsidTr="00B819C8">
        <w:tc>
          <w:tcPr>
            <w:tcW w:w="2694" w:type="dxa"/>
            <w:vAlign w:val="center"/>
          </w:tcPr>
          <w:p w14:paraId="26E9D1D2"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732324C0" w14:textId="77777777" w:rsidR="0085747A" w:rsidRPr="00BB5BA5" w:rsidRDefault="00E7462A" w:rsidP="009C54AE">
            <w:pPr>
              <w:pStyle w:val="Odpowiedzi"/>
              <w:spacing w:before="100" w:beforeAutospacing="1" w:after="100" w:afterAutospacing="1"/>
              <w:rPr>
                <w:rFonts w:ascii="Corbel" w:hAnsi="Corbel"/>
                <w:sz w:val="24"/>
                <w:szCs w:val="24"/>
              </w:rPr>
            </w:pPr>
            <w:r w:rsidRPr="00BB5BA5">
              <w:rPr>
                <w:rFonts w:ascii="Corbel" w:hAnsi="Corbel"/>
                <w:sz w:val="24"/>
                <w:szCs w:val="24"/>
              </w:rPr>
              <w:t>Jednolite magisterskie</w:t>
            </w:r>
            <w:r w:rsidR="0014091C" w:rsidRPr="00BB5BA5">
              <w:rPr>
                <w:rFonts w:ascii="Corbel" w:hAnsi="Corbel"/>
                <w:sz w:val="24"/>
                <w:szCs w:val="24"/>
              </w:rPr>
              <w:t xml:space="preserve"> 5l</w:t>
            </w:r>
          </w:p>
        </w:tc>
      </w:tr>
      <w:tr w:rsidR="0085747A" w:rsidRPr="009C54AE" w14:paraId="1A85D189" w14:textId="77777777" w:rsidTr="00B819C8">
        <w:tc>
          <w:tcPr>
            <w:tcW w:w="2694" w:type="dxa"/>
            <w:vAlign w:val="center"/>
          </w:tcPr>
          <w:p w14:paraId="5FE9E16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2A79B79D" w14:textId="77777777" w:rsidR="0085747A" w:rsidRPr="009C54AE" w:rsidRDefault="00AC666D" w:rsidP="009C54AE">
            <w:pPr>
              <w:pStyle w:val="Odpowiedzi"/>
              <w:spacing w:before="100" w:beforeAutospacing="1" w:after="100" w:afterAutospacing="1"/>
              <w:rPr>
                <w:rFonts w:ascii="Corbel" w:hAnsi="Corbel"/>
                <w:b w:val="0"/>
                <w:sz w:val="24"/>
                <w:szCs w:val="24"/>
              </w:rPr>
            </w:pPr>
            <w:proofErr w:type="spellStart"/>
            <w:r>
              <w:rPr>
                <w:rFonts w:ascii="Corbel" w:hAnsi="Corbel"/>
                <w:b w:val="0"/>
                <w:sz w:val="24"/>
                <w:szCs w:val="24"/>
              </w:rPr>
              <w:t>Ogólnoakademicki</w:t>
            </w:r>
            <w:proofErr w:type="spellEnd"/>
          </w:p>
        </w:tc>
      </w:tr>
      <w:tr w:rsidR="0085747A" w:rsidRPr="009C54AE" w14:paraId="610E4AFE" w14:textId="77777777" w:rsidTr="00B819C8">
        <w:tc>
          <w:tcPr>
            <w:tcW w:w="2694" w:type="dxa"/>
            <w:vAlign w:val="center"/>
          </w:tcPr>
          <w:p w14:paraId="1AC443E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766D7AD6" w14:textId="77777777" w:rsidR="0085747A" w:rsidRPr="00BB5BA5" w:rsidRDefault="00DE7AC8" w:rsidP="009C54AE">
            <w:pPr>
              <w:pStyle w:val="Odpowiedzi"/>
              <w:spacing w:before="100" w:beforeAutospacing="1" w:after="100" w:afterAutospacing="1"/>
              <w:rPr>
                <w:rFonts w:ascii="Corbel" w:hAnsi="Corbel"/>
                <w:sz w:val="24"/>
                <w:szCs w:val="24"/>
              </w:rPr>
            </w:pPr>
            <w:r w:rsidRPr="00BB5BA5">
              <w:rPr>
                <w:rFonts w:ascii="Corbel" w:hAnsi="Corbel"/>
                <w:sz w:val="24"/>
                <w:szCs w:val="24"/>
              </w:rPr>
              <w:t>S</w:t>
            </w:r>
            <w:r w:rsidR="00D37138" w:rsidRPr="00BB5BA5">
              <w:rPr>
                <w:rFonts w:ascii="Corbel" w:hAnsi="Corbel"/>
                <w:sz w:val="24"/>
                <w:szCs w:val="24"/>
              </w:rPr>
              <w:t>tacjonarne</w:t>
            </w:r>
          </w:p>
        </w:tc>
      </w:tr>
      <w:tr w:rsidR="0085747A" w:rsidRPr="009C54AE" w14:paraId="4448BFBD" w14:textId="77777777" w:rsidTr="00B819C8">
        <w:tc>
          <w:tcPr>
            <w:tcW w:w="2694" w:type="dxa"/>
            <w:vAlign w:val="center"/>
          </w:tcPr>
          <w:p w14:paraId="7C5FD7CC"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3E6B209" w14:textId="77777777" w:rsidR="0085747A" w:rsidRPr="00BB5BA5" w:rsidRDefault="00415E62" w:rsidP="009C54AE">
            <w:pPr>
              <w:pStyle w:val="Odpowiedzi"/>
              <w:spacing w:before="100" w:beforeAutospacing="1" w:after="100" w:afterAutospacing="1"/>
              <w:rPr>
                <w:rFonts w:ascii="Corbel" w:hAnsi="Corbel"/>
                <w:sz w:val="24"/>
                <w:szCs w:val="24"/>
              </w:rPr>
            </w:pPr>
            <w:r w:rsidRPr="00BB5BA5">
              <w:rPr>
                <w:rFonts w:ascii="Corbel" w:hAnsi="Corbel"/>
                <w:sz w:val="24"/>
                <w:szCs w:val="24"/>
              </w:rPr>
              <w:t xml:space="preserve">I ,II, III, </w:t>
            </w:r>
            <w:r w:rsidR="003E2394" w:rsidRPr="00BB5BA5">
              <w:rPr>
                <w:rFonts w:ascii="Corbel" w:hAnsi="Corbel"/>
                <w:sz w:val="24"/>
                <w:szCs w:val="24"/>
              </w:rPr>
              <w:t>IV</w:t>
            </w:r>
            <w:r w:rsidR="00DE7AC8" w:rsidRPr="00BB5BA5">
              <w:rPr>
                <w:rFonts w:ascii="Corbel" w:hAnsi="Corbel"/>
                <w:sz w:val="24"/>
                <w:szCs w:val="24"/>
              </w:rPr>
              <w:t xml:space="preserve"> R</w:t>
            </w:r>
            <w:r w:rsidR="0055192B" w:rsidRPr="00BB5BA5">
              <w:rPr>
                <w:rFonts w:ascii="Corbel" w:hAnsi="Corbel"/>
                <w:sz w:val="24"/>
                <w:szCs w:val="24"/>
              </w:rPr>
              <w:t>ok</w:t>
            </w:r>
            <w:r w:rsidR="0014091C" w:rsidRPr="00BB5BA5">
              <w:rPr>
                <w:rFonts w:ascii="Corbel" w:hAnsi="Corbel"/>
                <w:sz w:val="24"/>
                <w:szCs w:val="24"/>
              </w:rPr>
              <w:t xml:space="preserve">; </w:t>
            </w:r>
            <w:r w:rsidR="00BB5BA5" w:rsidRPr="00BB5BA5">
              <w:rPr>
                <w:rFonts w:ascii="Corbel" w:hAnsi="Corbel"/>
                <w:b w:val="0"/>
                <w:sz w:val="24"/>
                <w:szCs w:val="24"/>
              </w:rPr>
              <w:t>S</w:t>
            </w:r>
            <w:r w:rsidR="001356F4" w:rsidRPr="00BB5BA5">
              <w:rPr>
                <w:rFonts w:ascii="Corbel" w:hAnsi="Corbel"/>
                <w:b w:val="0"/>
                <w:sz w:val="24"/>
                <w:szCs w:val="24"/>
              </w:rPr>
              <w:t>emestr</w:t>
            </w:r>
            <w:r w:rsidRPr="00BB5BA5">
              <w:rPr>
                <w:rFonts w:ascii="Corbel" w:hAnsi="Corbel"/>
                <w:b w:val="0"/>
                <w:sz w:val="24"/>
                <w:szCs w:val="24"/>
              </w:rPr>
              <w:t>y</w:t>
            </w:r>
            <w:r w:rsidR="0014091C" w:rsidRPr="00BB5BA5">
              <w:rPr>
                <w:rFonts w:ascii="Corbel" w:hAnsi="Corbel"/>
                <w:sz w:val="24"/>
                <w:szCs w:val="24"/>
              </w:rPr>
              <w:t>:</w:t>
            </w:r>
            <w:r w:rsidRPr="00BB5BA5">
              <w:rPr>
                <w:rFonts w:ascii="Corbel" w:hAnsi="Corbel"/>
                <w:sz w:val="24"/>
                <w:szCs w:val="24"/>
              </w:rPr>
              <w:t xml:space="preserve"> </w:t>
            </w:r>
            <w:r w:rsidR="0014091C" w:rsidRPr="00BB5BA5">
              <w:rPr>
                <w:rFonts w:ascii="Corbel" w:hAnsi="Corbel"/>
                <w:sz w:val="24"/>
                <w:szCs w:val="24"/>
              </w:rPr>
              <w:t>1,2,3,4,5,6,</w:t>
            </w:r>
            <w:r w:rsidR="00785142" w:rsidRPr="00BB5BA5">
              <w:rPr>
                <w:rFonts w:ascii="Corbel" w:hAnsi="Corbel"/>
                <w:sz w:val="24"/>
                <w:szCs w:val="24"/>
              </w:rPr>
              <w:t>7</w:t>
            </w:r>
          </w:p>
        </w:tc>
      </w:tr>
      <w:tr w:rsidR="0085747A" w:rsidRPr="009C54AE" w14:paraId="19909DAA" w14:textId="77777777" w:rsidTr="00B819C8">
        <w:tc>
          <w:tcPr>
            <w:tcW w:w="2694" w:type="dxa"/>
            <w:vAlign w:val="center"/>
          </w:tcPr>
          <w:p w14:paraId="35F07F8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6659AEB7" w14:textId="77777777" w:rsidR="0085747A" w:rsidRPr="00BB5BA5" w:rsidRDefault="00EC3DF8" w:rsidP="009C54AE">
            <w:pPr>
              <w:pStyle w:val="Odpowiedzi"/>
              <w:spacing w:before="100" w:beforeAutospacing="1" w:after="100" w:afterAutospacing="1"/>
              <w:rPr>
                <w:rFonts w:ascii="Corbel" w:hAnsi="Corbel"/>
                <w:sz w:val="24"/>
                <w:szCs w:val="24"/>
              </w:rPr>
            </w:pPr>
            <w:r w:rsidRPr="00BB5BA5">
              <w:rPr>
                <w:rFonts w:ascii="Corbel" w:hAnsi="Corbel"/>
                <w:sz w:val="24"/>
                <w:szCs w:val="24"/>
              </w:rPr>
              <w:t>Kierunkowy</w:t>
            </w:r>
          </w:p>
        </w:tc>
      </w:tr>
      <w:tr w:rsidR="00923D7D" w:rsidRPr="009C54AE" w14:paraId="425D236F" w14:textId="77777777" w:rsidTr="00B819C8">
        <w:tc>
          <w:tcPr>
            <w:tcW w:w="2694" w:type="dxa"/>
            <w:vAlign w:val="center"/>
          </w:tcPr>
          <w:p w14:paraId="5BFD4DE9"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1FA2C49B" w14:textId="77777777" w:rsidR="00923D7D" w:rsidRPr="00BB5BA5" w:rsidRDefault="0014091C" w:rsidP="009C54AE">
            <w:pPr>
              <w:pStyle w:val="Odpowiedzi"/>
              <w:spacing w:before="100" w:beforeAutospacing="1" w:after="100" w:afterAutospacing="1"/>
              <w:rPr>
                <w:rFonts w:ascii="Corbel" w:hAnsi="Corbel"/>
                <w:sz w:val="24"/>
                <w:szCs w:val="24"/>
              </w:rPr>
            </w:pPr>
            <w:r w:rsidRPr="00BB5BA5">
              <w:rPr>
                <w:rFonts w:ascii="Corbel" w:hAnsi="Corbel"/>
                <w:sz w:val="24"/>
                <w:szCs w:val="24"/>
              </w:rPr>
              <w:t>P</w:t>
            </w:r>
            <w:r w:rsidR="003253DB" w:rsidRPr="00BB5BA5">
              <w:rPr>
                <w:rFonts w:ascii="Corbel" w:hAnsi="Corbel"/>
                <w:sz w:val="24"/>
                <w:szCs w:val="24"/>
              </w:rPr>
              <w:t xml:space="preserve">olski </w:t>
            </w:r>
          </w:p>
        </w:tc>
      </w:tr>
      <w:tr w:rsidR="0085747A" w:rsidRPr="009C54AE" w14:paraId="719DD0FC" w14:textId="77777777" w:rsidTr="00B819C8">
        <w:tc>
          <w:tcPr>
            <w:tcW w:w="2694" w:type="dxa"/>
            <w:vAlign w:val="center"/>
          </w:tcPr>
          <w:p w14:paraId="0A252AD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EE99249" w14:textId="77777777" w:rsidR="0085747A" w:rsidRPr="00BB5BA5" w:rsidRDefault="005548AA" w:rsidP="009C54AE">
            <w:pPr>
              <w:pStyle w:val="Odpowiedzi"/>
              <w:spacing w:before="100" w:beforeAutospacing="1" w:after="100" w:afterAutospacing="1"/>
              <w:rPr>
                <w:rFonts w:ascii="Corbel" w:hAnsi="Corbel"/>
                <w:color w:val="auto"/>
                <w:sz w:val="24"/>
                <w:szCs w:val="24"/>
              </w:rPr>
            </w:pPr>
            <w:r w:rsidRPr="00BB5BA5">
              <w:rPr>
                <w:rFonts w:ascii="Corbel" w:hAnsi="Corbel"/>
                <w:color w:val="auto"/>
                <w:sz w:val="24"/>
                <w:szCs w:val="24"/>
              </w:rPr>
              <w:t>dr hab. Małgorzata Drozd-Witek, prof. UR</w:t>
            </w:r>
          </w:p>
        </w:tc>
      </w:tr>
      <w:tr w:rsidR="0085747A" w:rsidRPr="009C54AE" w14:paraId="088E95A7" w14:textId="77777777" w:rsidTr="00B819C8">
        <w:tc>
          <w:tcPr>
            <w:tcW w:w="2694" w:type="dxa"/>
            <w:vAlign w:val="center"/>
          </w:tcPr>
          <w:p w14:paraId="4E6744E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6ACB981A" w14:textId="77777777" w:rsidR="0034493A" w:rsidRPr="00526145" w:rsidRDefault="00526145" w:rsidP="00526145">
            <w:pPr>
              <w:pStyle w:val="Bezodstpw"/>
              <w:rPr>
                <w:b/>
                <w:sz w:val="24"/>
                <w:szCs w:val="24"/>
              </w:rPr>
            </w:pPr>
            <w:r w:rsidRPr="00526145">
              <w:rPr>
                <w:b/>
                <w:sz w:val="24"/>
                <w:szCs w:val="24"/>
              </w:rPr>
              <w:t>dr hab. Jacek Balicki, prof. UR</w:t>
            </w:r>
          </w:p>
          <w:p w14:paraId="1F970825" w14:textId="77777777" w:rsidR="00526192" w:rsidRPr="00526145" w:rsidRDefault="004E5590" w:rsidP="00526145">
            <w:pPr>
              <w:pStyle w:val="Bezodstpw"/>
              <w:rPr>
                <w:b/>
                <w:bCs/>
                <w:sz w:val="24"/>
                <w:szCs w:val="24"/>
              </w:rPr>
            </w:pPr>
            <w:r w:rsidRPr="00526145">
              <w:rPr>
                <w:b/>
                <w:sz w:val="24"/>
                <w:szCs w:val="24"/>
              </w:rPr>
              <w:t>dr hab.</w:t>
            </w:r>
            <w:r w:rsidR="0034493A" w:rsidRPr="00526145">
              <w:rPr>
                <w:b/>
                <w:sz w:val="24"/>
                <w:szCs w:val="24"/>
              </w:rPr>
              <w:t xml:space="preserve"> </w:t>
            </w:r>
            <w:r w:rsidR="007B4947" w:rsidRPr="00526145">
              <w:rPr>
                <w:b/>
                <w:bCs/>
                <w:sz w:val="24"/>
                <w:szCs w:val="24"/>
              </w:rPr>
              <w:t xml:space="preserve">Renata </w:t>
            </w:r>
            <w:proofErr w:type="spellStart"/>
            <w:r w:rsidR="007B4947" w:rsidRPr="00526145">
              <w:rPr>
                <w:b/>
                <w:bCs/>
                <w:sz w:val="24"/>
                <w:szCs w:val="24"/>
              </w:rPr>
              <w:t>Szyszlak</w:t>
            </w:r>
            <w:proofErr w:type="spellEnd"/>
            <w:r w:rsidR="00526145" w:rsidRPr="00526145">
              <w:rPr>
                <w:b/>
                <w:bCs/>
                <w:sz w:val="24"/>
                <w:szCs w:val="24"/>
              </w:rPr>
              <w:t>, prof. UR</w:t>
            </w:r>
          </w:p>
          <w:p w14:paraId="00204019" w14:textId="77777777" w:rsidR="007B4947" w:rsidRPr="006C3FAD" w:rsidRDefault="0034493A" w:rsidP="00526145">
            <w:pPr>
              <w:pStyle w:val="Bezodstpw"/>
              <w:rPr>
                <w:b/>
                <w:bCs/>
                <w:sz w:val="24"/>
                <w:szCs w:val="24"/>
              </w:rPr>
            </w:pPr>
            <w:r w:rsidRPr="006C3FAD">
              <w:rPr>
                <w:b/>
                <w:bCs/>
                <w:sz w:val="24"/>
                <w:szCs w:val="24"/>
              </w:rPr>
              <w:t xml:space="preserve">dr Łukasz Gil; mgr Marek </w:t>
            </w:r>
            <w:proofErr w:type="spellStart"/>
            <w:r w:rsidRPr="006C3FAD">
              <w:rPr>
                <w:b/>
                <w:bCs/>
                <w:sz w:val="24"/>
                <w:szCs w:val="24"/>
              </w:rPr>
              <w:t>Haba</w:t>
            </w:r>
            <w:proofErr w:type="spellEnd"/>
          </w:p>
          <w:p w14:paraId="7047AB96" w14:textId="77777777" w:rsidR="00526145" w:rsidRPr="0034493A" w:rsidRDefault="00526145" w:rsidP="00526145">
            <w:pPr>
              <w:pStyle w:val="Bezodstpw"/>
            </w:pPr>
          </w:p>
        </w:tc>
      </w:tr>
    </w:tbl>
    <w:p w14:paraId="610FE8C7"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7979F6">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A621494" w14:textId="77777777" w:rsidR="00923D7D" w:rsidRPr="009C54AE" w:rsidRDefault="00923D7D" w:rsidP="009C54AE">
      <w:pPr>
        <w:pStyle w:val="Podpunkty"/>
        <w:ind w:left="0"/>
        <w:rPr>
          <w:rFonts w:ascii="Corbel" w:hAnsi="Corbel"/>
          <w:sz w:val="24"/>
          <w:szCs w:val="24"/>
        </w:rPr>
      </w:pPr>
    </w:p>
    <w:p w14:paraId="5FBC3606" w14:textId="77777777" w:rsidR="0085747A"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5271703A" w14:textId="77777777" w:rsidR="005548AA" w:rsidRPr="009C54AE" w:rsidRDefault="005548AA" w:rsidP="009C54AE">
      <w:pPr>
        <w:pStyle w:val="Podpunkty"/>
        <w:ind w:left="284"/>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5548AA" w:rsidRPr="009C54AE" w14:paraId="60ED3735" w14:textId="77777777" w:rsidTr="000535F3">
        <w:tc>
          <w:tcPr>
            <w:tcW w:w="1049" w:type="dxa"/>
            <w:tcBorders>
              <w:top w:val="single" w:sz="4" w:space="0" w:color="auto"/>
              <w:left w:val="single" w:sz="4" w:space="0" w:color="auto"/>
              <w:bottom w:val="single" w:sz="4" w:space="0" w:color="auto"/>
              <w:right w:val="single" w:sz="4" w:space="0" w:color="auto"/>
            </w:tcBorders>
          </w:tcPr>
          <w:p w14:paraId="64EB380F" w14:textId="77777777" w:rsidR="005548AA" w:rsidRDefault="005548AA" w:rsidP="000535F3">
            <w:pPr>
              <w:pStyle w:val="Nagwkitablic"/>
              <w:spacing w:line="240" w:lineRule="auto"/>
              <w:jc w:val="center"/>
              <w:rPr>
                <w:rFonts w:ascii="Corbel" w:hAnsi="Corbel"/>
                <w:szCs w:val="24"/>
              </w:rPr>
            </w:pPr>
            <w:r>
              <w:rPr>
                <w:rFonts w:ascii="Corbel" w:hAnsi="Corbel"/>
                <w:szCs w:val="24"/>
              </w:rPr>
              <w:t>Semestr</w:t>
            </w:r>
          </w:p>
          <w:p w14:paraId="2ED2933B" w14:textId="77777777" w:rsidR="005548AA" w:rsidRPr="009C54AE" w:rsidRDefault="005548AA" w:rsidP="000535F3">
            <w:pPr>
              <w:pStyle w:val="Nagwkitablic"/>
              <w:spacing w:line="240" w:lineRule="auto"/>
              <w:jc w:val="center"/>
              <w:rPr>
                <w:rFonts w:ascii="Corbel" w:hAnsi="Corbel"/>
                <w:szCs w:val="24"/>
              </w:rPr>
            </w:pPr>
            <w:r>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5F671AF8" w14:textId="77777777" w:rsidR="005548AA" w:rsidRPr="009C54AE" w:rsidRDefault="005548AA" w:rsidP="000535F3">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1828273" w14:textId="77777777" w:rsidR="005548AA" w:rsidRPr="009C54AE" w:rsidRDefault="005548AA" w:rsidP="000535F3">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D32DE6" w14:textId="77777777" w:rsidR="005548AA" w:rsidRPr="009C54AE" w:rsidRDefault="005548AA" w:rsidP="000535F3">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7E94AC43" w14:textId="77777777" w:rsidR="005548AA" w:rsidRPr="009C54AE" w:rsidRDefault="005548AA" w:rsidP="000535F3">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28A19322" w14:textId="77777777" w:rsidR="005548AA" w:rsidRPr="009C54AE" w:rsidRDefault="005548AA" w:rsidP="000535F3">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59963E84" w14:textId="77777777" w:rsidR="005548AA" w:rsidRPr="009C54AE" w:rsidRDefault="005548AA" w:rsidP="000535F3">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73E92C83" w14:textId="77777777" w:rsidR="005548AA" w:rsidRPr="009C54AE" w:rsidRDefault="005548AA" w:rsidP="000535F3">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535D8045" w14:textId="77777777" w:rsidR="005548AA" w:rsidRPr="009C54AE" w:rsidRDefault="005548AA" w:rsidP="000535F3">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450EB973" w14:textId="77777777" w:rsidR="005548AA" w:rsidRPr="009C54AE" w:rsidRDefault="005548AA" w:rsidP="000535F3">
            <w:pPr>
              <w:pStyle w:val="Nagwkitablic"/>
              <w:spacing w:line="240" w:lineRule="auto"/>
              <w:jc w:val="center"/>
              <w:rPr>
                <w:rFonts w:ascii="Corbel" w:hAnsi="Corbel"/>
                <w:b/>
                <w:szCs w:val="24"/>
              </w:rPr>
            </w:pPr>
            <w:r w:rsidRPr="009C54AE">
              <w:rPr>
                <w:rFonts w:ascii="Corbel" w:hAnsi="Corbel"/>
                <w:b/>
                <w:szCs w:val="24"/>
              </w:rPr>
              <w:t>Liczba pkt</w:t>
            </w:r>
            <w:r>
              <w:rPr>
                <w:rFonts w:ascii="Corbel" w:hAnsi="Corbel"/>
                <w:b/>
                <w:szCs w:val="24"/>
              </w:rPr>
              <w:t>.</w:t>
            </w:r>
            <w:r w:rsidRPr="009C54AE">
              <w:rPr>
                <w:rFonts w:ascii="Corbel" w:hAnsi="Corbel"/>
                <w:b/>
                <w:szCs w:val="24"/>
              </w:rPr>
              <w:t xml:space="preserve"> ECTS</w:t>
            </w:r>
          </w:p>
        </w:tc>
      </w:tr>
      <w:tr w:rsidR="005548AA" w:rsidRPr="009C54AE" w14:paraId="7A626B28" w14:textId="77777777" w:rsidTr="000535F3">
        <w:trPr>
          <w:trHeight w:val="453"/>
        </w:trPr>
        <w:tc>
          <w:tcPr>
            <w:tcW w:w="1049" w:type="dxa"/>
            <w:tcBorders>
              <w:top w:val="single" w:sz="4" w:space="0" w:color="auto"/>
              <w:left w:val="single" w:sz="4" w:space="0" w:color="auto"/>
              <w:bottom w:val="single" w:sz="4" w:space="0" w:color="auto"/>
              <w:right w:val="single" w:sz="4" w:space="0" w:color="auto"/>
            </w:tcBorders>
          </w:tcPr>
          <w:p w14:paraId="076BE292" w14:textId="77777777" w:rsidR="005548AA" w:rsidRPr="009C54AE" w:rsidRDefault="005548AA" w:rsidP="000535F3">
            <w:pPr>
              <w:pStyle w:val="centralniewrubryce"/>
              <w:spacing w:before="0" w:after="0"/>
              <w:rPr>
                <w:rFonts w:ascii="Corbel" w:hAnsi="Corbel"/>
                <w:sz w:val="24"/>
                <w:szCs w:val="24"/>
              </w:rPr>
            </w:pPr>
            <w:r>
              <w:rPr>
                <w:rFonts w:ascii="Corbel" w:hAnsi="Corbel"/>
                <w:sz w:val="24"/>
                <w:szCs w:val="24"/>
              </w:rPr>
              <w:t>1</w:t>
            </w:r>
          </w:p>
        </w:tc>
        <w:tc>
          <w:tcPr>
            <w:tcW w:w="913" w:type="dxa"/>
            <w:tcBorders>
              <w:top w:val="single" w:sz="4" w:space="0" w:color="auto"/>
              <w:left w:val="single" w:sz="4" w:space="0" w:color="auto"/>
              <w:bottom w:val="single" w:sz="4" w:space="0" w:color="auto"/>
              <w:right w:val="single" w:sz="4" w:space="0" w:color="auto"/>
            </w:tcBorders>
            <w:vAlign w:val="center"/>
          </w:tcPr>
          <w:p w14:paraId="50DFA73F" w14:textId="77777777" w:rsidR="005548AA" w:rsidRPr="009C54AE" w:rsidRDefault="005548AA" w:rsidP="000535F3">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2F1FFC2C" w14:textId="77777777" w:rsidR="005548AA" w:rsidRPr="009C54AE" w:rsidRDefault="005548AA" w:rsidP="000535F3">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7919E71E" w14:textId="77777777" w:rsidR="005548AA" w:rsidRPr="009C54AE" w:rsidRDefault="005548AA" w:rsidP="000535F3">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1C46082" w14:textId="77777777" w:rsidR="005548AA" w:rsidRPr="009C54AE" w:rsidRDefault="005548AA" w:rsidP="000535F3">
            <w:pPr>
              <w:pStyle w:val="centralniewrubryce"/>
              <w:spacing w:before="0" w:after="0"/>
              <w:rPr>
                <w:rFonts w:ascii="Corbel" w:hAnsi="Corbel"/>
                <w:sz w:val="24"/>
                <w:szCs w:val="24"/>
              </w:rPr>
            </w:pPr>
            <w:r w:rsidRPr="005548AA">
              <w:rPr>
                <w:rFonts w:ascii="Corbel" w:hAnsi="Corbel"/>
                <w:sz w:val="24"/>
                <w:szCs w:val="24"/>
              </w:rPr>
              <w:t>45</w:t>
            </w:r>
          </w:p>
        </w:tc>
        <w:tc>
          <w:tcPr>
            <w:tcW w:w="821" w:type="dxa"/>
            <w:tcBorders>
              <w:top w:val="single" w:sz="4" w:space="0" w:color="auto"/>
              <w:left w:val="single" w:sz="4" w:space="0" w:color="auto"/>
              <w:bottom w:val="single" w:sz="4" w:space="0" w:color="auto"/>
              <w:right w:val="single" w:sz="4" w:space="0" w:color="auto"/>
            </w:tcBorders>
            <w:vAlign w:val="center"/>
          </w:tcPr>
          <w:p w14:paraId="15B749C0" w14:textId="77777777" w:rsidR="005548AA" w:rsidRPr="009C54AE" w:rsidRDefault="005548AA" w:rsidP="000535F3">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394FB3B" w14:textId="77777777" w:rsidR="005548AA" w:rsidRPr="009C54AE" w:rsidRDefault="005548AA" w:rsidP="000535F3">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7576CDEA" w14:textId="77777777" w:rsidR="005548AA" w:rsidRPr="009C54AE" w:rsidRDefault="005548AA" w:rsidP="000535F3">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69C66EC9" w14:textId="77777777" w:rsidR="005548AA" w:rsidRPr="009C54AE" w:rsidRDefault="005548AA" w:rsidP="000535F3">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7C94FAB2" w14:textId="77777777" w:rsidR="005548AA" w:rsidRPr="009C54AE" w:rsidRDefault="005548AA" w:rsidP="000535F3">
            <w:pPr>
              <w:pStyle w:val="centralniewrubryce"/>
              <w:spacing w:before="0" w:after="0"/>
              <w:rPr>
                <w:rFonts w:ascii="Corbel" w:hAnsi="Corbel"/>
                <w:sz w:val="24"/>
                <w:szCs w:val="24"/>
              </w:rPr>
            </w:pPr>
            <w:r w:rsidRPr="005548AA">
              <w:rPr>
                <w:rFonts w:ascii="Corbel" w:hAnsi="Corbel"/>
                <w:sz w:val="24"/>
                <w:szCs w:val="24"/>
              </w:rPr>
              <w:t>2</w:t>
            </w:r>
          </w:p>
        </w:tc>
      </w:tr>
      <w:tr w:rsidR="005548AA" w:rsidRPr="009C54AE" w14:paraId="2C148F3C" w14:textId="77777777" w:rsidTr="000535F3">
        <w:trPr>
          <w:trHeight w:val="453"/>
        </w:trPr>
        <w:tc>
          <w:tcPr>
            <w:tcW w:w="1049" w:type="dxa"/>
            <w:tcBorders>
              <w:top w:val="single" w:sz="4" w:space="0" w:color="auto"/>
              <w:left w:val="single" w:sz="4" w:space="0" w:color="auto"/>
              <w:bottom w:val="single" w:sz="4" w:space="0" w:color="auto"/>
              <w:right w:val="single" w:sz="4" w:space="0" w:color="auto"/>
            </w:tcBorders>
          </w:tcPr>
          <w:p w14:paraId="2CB5DE56" w14:textId="77777777" w:rsidR="005548AA" w:rsidRPr="009C54AE" w:rsidRDefault="005548AA" w:rsidP="000535F3">
            <w:pPr>
              <w:pStyle w:val="centralniewrubryce"/>
              <w:spacing w:before="0" w:after="0"/>
              <w:rPr>
                <w:rFonts w:ascii="Corbel" w:hAnsi="Corbel"/>
                <w:sz w:val="24"/>
                <w:szCs w:val="24"/>
              </w:rPr>
            </w:pPr>
            <w:r>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581F4602" w14:textId="77777777" w:rsidR="005548AA" w:rsidRPr="009C54AE" w:rsidRDefault="005548AA" w:rsidP="000535F3">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42CDA07B" w14:textId="77777777" w:rsidR="005548AA" w:rsidRPr="009C54AE" w:rsidRDefault="005548AA" w:rsidP="000535F3">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5925BC8" w14:textId="77777777" w:rsidR="005548AA" w:rsidRPr="009C54AE" w:rsidRDefault="005548AA" w:rsidP="000535F3">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3AD80456" w14:textId="77777777" w:rsidR="005548AA" w:rsidRPr="009C54AE" w:rsidRDefault="005548AA" w:rsidP="000535F3">
            <w:pPr>
              <w:pStyle w:val="centralniewrubryce"/>
              <w:spacing w:before="0" w:after="0"/>
              <w:rPr>
                <w:rFonts w:ascii="Corbel" w:hAnsi="Corbel"/>
                <w:sz w:val="24"/>
                <w:szCs w:val="24"/>
              </w:rPr>
            </w:pPr>
            <w:r w:rsidRPr="005548AA">
              <w:rPr>
                <w:rFonts w:ascii="Corbel" w:hAnsi="Corbel"/>
                <w:sz w:val="24"/>
                <w:szCs w:val="24"/>
              </w:rPr>
              <w:t>45</w:t>
            </w:r>
          </w:p>
        </w:tc>
        <w:tc>
          <w:tcPr>
            <w:tcW w:w="821" w:type="dxa"/>
            <w:tcBorders>
              <w:top w:val="single" w:sz="4" w:space="0" w:color="auto"/>
              <w:left w:val="single" w:sz="4" w:space="0" w:color="auto"/>
              <w:bottom w:val="single" w:sz="4" w:space="0" w:color="auto"/>
              <w:right w:val="single" w:sz="4" w:space="0" w:color="auto"/>
            </w:tcBorders>
            <w:vAlign w:val="center"/>
          </w:tcPr>
          <w:p w14:paraId="0C2B3AAD" w14:textId="77777777" w:rsidR="005548AA" w:rsidRPr="009C54AE" w:rsidRDefault="005548AA" w:rsidP="000535F3">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7176B3BF" w14:textId="77777777" w:rsidR="005548AA" w:rsidRPr="009C54AE" w:rsidRDefault="005548AA" w:rsidP="000535F3">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71DA895D" w14:textId="77777777" w:rsidR="005548AA" w:rsidRPr="009C54AE" w:rsidRDefault="005548AA" w:rsidP="000535F3">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67D4B30A" w14:textId="77777777" w:rsidR="005548AA" w:rsidRPr="009C54AE" w:rsidRDefault="005548AA" w:rsidP="000535F3">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65E56304" w14:textId="77777777" w:rsidR="005548AA" w:rsidRPr="009C54AE" w:rsidRDefault="005548AA" w:rsidP="000535F3">
            <w:pPr>
              <w:pStyle w:val="centralniewrubryce"/>
              <w:spacing w:before="0" w:after="0"/>
              <w:rPr>
                <w:rFonts w:ascii="Corbel" w:hAnsi="Corbel"/>
                <w:sz w:val="24"/>
                <w:szCs w:val="24"/>
              </w:rPr>
            </w:pPr>
            <w:r w:rsidRPr="005548AA">
              <w:rPr>
                <w:rFonts w:ascii="Corbel" w:hAnsi="Corbel"/>
                <w:sz w:val="24"/>
                <w:szCs w:val="24"/>
              </w:rPr>
              <w:t>2</w:t>
            </w:r>
          </w:p>
        </w:tc>
      </w:tr>
      <w:tr w:rsidR="005548AA" w:rsidRPr="009C54AE" w14:paraId="3C83EA9B" w14:textId="77777777" w:rsidTr="000535F3">
        <w:trPr>
          <w:trHeight w:val="453"/>
        </w:trPr>
        <w:tc>
          <w:tcPr>
            <w:tcW w:w="1049" w:type="dxa"/>
            <w:tcBorders>
              <w:top w:val="single" w:sz="4" w:space="0" w:color="auto"/>
              <w:left w:val="single" w:sz="4" w:space="0" w:color="auto"/>
              <w:bottom w:val="single" w:sz="4" w:space="0" w:color="auto"/>
              <w:right w:val="single" w:sz="4" w:space="0" w:color="auto"/>
            </w:tcBorders>
          </w:tcPr>
          <w:p w14:paraId="2BC7B129" w14:textId="77777777" w:rsidR="005548AA" w:rsidRDefault="005548AA" w:rsidP="000535F3">
            <w:pPr>
              <w:pStyle w:val="centralniewrubryce"/>
              <w:spacing w:before="0" w:after="0"/>
              <w:rPr>
                <w:rFonts w:ascii="Corbel" w:hAnsi="Corbel"/>
                <w:sz w:val="24"/>
                <w:szCs w:val="24"/>
              </w:rPr>
            </w:pPr>
            <w:r>
              <w:rPr>
                <w:rFonts w:ascii="Corbel" w:hAnsi="Corbel"/>
                <w:sz w:val="24"/>
                <w:szCs w:val="24"/>
              </w:rPr>
              <w:t>3</w:t>
            </w:r>
          </w:p>
        </w:tc>
        <w:tc>
          <w:tcPr>
            <w:tcW w:w="913" w:type="dxa"/>
            <w:tcBorders>
              <w:top w:val="single" w:sz="4" w:space="0" w:color="auto"/>
              <w:left w:val="single" w:sz="4" w:space="0" w:color="auto"/>
              <w:bottom w:val="single" w:sz="4" w:space="0" w:color="auto"/>
              <w:right w:val="single" w:sz="4" w:space="0" w:color="auto"/>
            </w:tcBorders>
            <w:vAlign w:val="center"/>
          </w:tcPr>
          <w:p w14:paraId="26E44CDC" w14:textId="77777777" w:rsidR="005548AA" w:rsidRPr="009C54AE" w:rsidRDefault="005548AA" w:rsidP="000535F3">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1F655B08" w14:textId="77777777" w:rsidR="005548AA" w:rsidRPr="009C54AE" w:rsidRDefault="005548AA" w:rsidP="000535F3">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E6203D9" w14:textId="77777777" w:rsidR="005548AA" w:rsidRPr="009C54AE" w:rsidRDefault="005548AA" w:rsidP="000535F3">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13A4950" w14:textId="77777777" w:rsidR="005548AA" w:rsidRDefault="005548AA" w:rsidP="000535F3">
            <w:pPr>
              <w:pStyle w:val="centralniewrubryce"/>
              <w:spacing w:before="0" w:after="0"/>
              <w:rPr>
                <w:rFonts w:ascii="Corbel" w:hAnsi="Corbel"/>
                <w:sz w:val="24"/>
                <w:szCs w:val="24"/>
              </w:rPr>
            </w:pPr>
            <w:r w:rsidRPr="005548AA">
              <w:rPr>
                <w:rFonts w:ascii="Corbel" w:hAnsi="Corbel"/>
                <w:sz w:val="24"/>
                <w:szCs w:val="24"/>
              </w:rPr>
              <w:t>45</w:t>
            </w:r>
          </w:p>
        </w:tc>
        <w:tc>
          <w:tcPr>
            <w:tcW w:w="821" w:type="dxa"/>
            <w:tcBorders>
              <w:top w:val="single" w:sz="4" w:space="0" w:color="auto"/>
              <w:left w:val="single" w:sz="4" w:space="0" w:color="auto"/>
              <w:bottom w:val="single" w:sz="4" w:space="0" w:color="auto"/>
              <w:right w:val="single" w:sz="4" w:space="0" w:color="auto"/>
            </w:tcBorders>
            <w:vAlign w:val="center"/>
          </w:tcPr>
          <w:p w14:paraId="141B65B8" w14:textId="77777777" w:rsidR="005548AA" w:rsidRPr="009C54AE" w:rsidRDefault="005548AA" w:rsidP="000535F3">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7A1A0DA5" w14:textId="77777777" w:rsidR="005548AA" w:rsidRPr="009C54AE" w:rsidRDefault="005548AA" w:rsidP="000535F3">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48A6FEC" w14:textId="77777777" w:rsidR="005548AA" w:rsidRPr="009C54AE" w:rsidRDefault="005548AA" w:rsidP="000535F3">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5DF489AC" w14:textId="77777777" w:rsidR="005548AA" w:rsidRPr="009C54AE" w:rsidRDefault="005548AA" w:rsidP="000535F3">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09527CA1" w14:textId="77777777" w:rsidR="005548AA" w:rsidRDefault="005548AA" w:rsidP="000535F3">
            <w:pPr>
              <w:pStyle w:val="centralniewrubryce"/>
              <w:spacing w:before="0" w:after="0"/>
              <w:rPr>
                <w:rFonts w:ascii="Corbel" w:hAnsi="Corbel"/>
                <w:sz w:val="24"/>
                <w:szCs w:val="24"/>
              </w:rPr>
            </w:pPr>
            <w:r w:rsidRPr="005548AA">
              <w:rPr>
                <w:rFonts w:ascii="Corbel" w:hAnsi="Corbel"/>
                <w:sz w:val="24"/>
                <w:szCs w:val="24"/>
              </w:rPr>
              <w:t>2</w:t>
            </w:r>
          </w:p>
        </w:tc>
      </w:tr>
      <w:tr w:rsidR="005548AA" w:rsidRPr="009C54AE" w14:paraId="70CEB21A" w14:textId="77777777" w:rsidTr="000535F3">
        <w:trPr>
          <w:trHeight w:val="453"/>
        </w:trPr>
        <w:tc>
          <w:tcPr>
            <w:tcW w:w="1049" w:type="dxa"/>
            <w:tcBorders>
              <w:top w:val="single" w:sz="4" w:space="0" w:color="auto"/>
              <w:left w:val="single" w:sz="4" w:space="0" w:color="auto"/>
              <w:bottom w:val="single" w:sz="4" w:space="0" w:color="auto"/>
              <w:right w:val="single" w:sz="4" w:space="0" w:color="auto"/>
            </w:tcBorders>
          </w:tcPr>
          <w:p w14:paraId="2BCC060A" w14:textId="77777777" w:rsidR="005548AA" w:rsidRDefault="005548AA" w:rsidP="000535F3">
            <w:pPr>
              <w:pStyle w:val="centralniewrubryce"/>
              <w:spacing w:before="0" w:after="0"/>
              <w:rPr>
                <w:rFonts w:ascii="Corbel" w:hAnsi="Corbel"/>
                <w:sz w:val="24"/>
                <w:szCs w:val="24"/>
              </w:rPr>
            </w:pPr>
            <w:r>
              <w:rPr>
                <w:rFonts w:ascii="Corbel" w:hAnsi="Corbel"/>
                <w:sz w:val="24"/>
                <w:szCs w:val="24"/>
              </w:rPr>
              <w:t>4</w:t>
            </w:r>
          </w:p>
        </w:tc>
        <w:tc>
          <w:tcPr>
            <w:tcW w:w="913" w:type="dxa"/>
            <w:tcBorders>
              <w:top w:val="single" w:sz="4" w:space="0" w:color="auto"/>
              <w:left w:val="single" w:sz="4" w:space="0" w:color="auto"/>
              <w:bottom w:val="single" w:sz="4" w:space="0" w:color="auto"/>
              <w:right w:val="single" w:sz="4" w:space="0" w:color="auto"/>
            </w:tcBorders>
            <w:vAlign w:val="center"/>
          </w:tcPr>
          <w:p w14:paraId="4D107D48" w14:textId="77777777" w:rsidR="005548AA" w:rsidRPr="009C54AE" w:rsidRDefault="005548AA" w:rsidP="000535F3">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0CA31038" w14:textId="77777777" w:rsidR="005548AA" w:rsidRPr="009C54AE" w:rsidRDefault="005548AA" w:rsidP="000535F3">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6B1FEBF" w14:textId="77777777" w:rsidR="005548AA" w:rsidRPr="009C54AE" w:rsidRDefault="005548AA" w:rsidP="000535F3">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5586CD63" w14:textId="77777777" w:rsidR="005548AA" w:rsidRDefault="005548AA" w:rsidP="000535F3">
            <w:pPr>
              <w:pStyle w:val="centralniewrubryce"/>
              <w:spacing w:before="0" w:after="0"/>
              <w:rPr>
                <w:rFonts w:ascii="Corbel" w:hAnsi="Corbel"/>
                <w:sz w:val="24"/>
                <w:szCs w:val="24"/>
              </w:rPr>
            </w:pPr>
            <w:r w:rsidRPr="005548AA">
              <w:rPr>
                <w:rFonts w:ascii="Corbel" w:hAnsi="Corbel"/>
                <w:sz w:val="24"/>
                <w:szCs w:val="24"/>
              </w:rPr>
              <w:t>45</w:t>
            </w:r>
          </w:p>
        </w:tc>
        <w:tc>
          <w:tcPr>
            <w:tcW w:w="821" w:type="dxa"/>
            <w:tcBorders>
              <w:top w:val="single" w:sz="4" w:space="0" w:color="auto"/>
              <w:left w:val="single" w:sz="4" w:space="0" w:color="auto"/>
              <w:bottom w:val="single" w:sz="4" w:space="0" w:color="auto"/>
              <w:right w:val="single" w:sz="4" w:space="0" w:color="auto"/>
            </w:tcBorders>
            <w:vAlign w:val="center"/>
          </w:tcPr>
          <w:p w14:paraId="2F822D4D" w14:textId="77777777" w:rsidR="005548AA" w:rsidRPr="009C54AE" w:rsidRDefault="005548AA" w:rsidP="000535F3">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010B0C0" w14:textId="77777777" w:rsidR="005548AA" w:rsidRPr="009C54AE" w:rsidRDefault="005548AA" w:rsidP="000535F3">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0B597E0F" w14:textId="77777777" w:rsidR="005548AA" w:rsidRPr="009C54AE" w:rsidRDefault="005548AA" w:rsidP="000535F3">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0345C3CB" w14:textId="77777777" w:rsidR="005548AA" w:rsidRPr="009C54AE" w:rsidRDefault="005548AA" w:rsidP="000535F3">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674FB05" w14:textId="77777777" w:rsidR="005548AA" w:rsidRDefault="005548AA" w:rsidP="000535F3">
            <w:pPr>
              <w:pStyle w:val="centralniewrubryce"/>
              <w:spacing w:before="0" w:after="0"/>
              <w:rPr>
                <w:rFonts w:ascii="Corbel" w:hAnsi="Corbel"/>
                <w:sz w:val="24"/>
                <w:szCs w:val="24"/>
              </w:rPr>
            </w:pPr>
            <w:r w:rsidRPr="005548AA">
              <w:rPr>
                <w:rFonts w:ascii="Corbel" w:hAnsi="Corbel"/>
                <w:sz w:val="24"/>
                <w:szCs w:val="24"/>
              </w:rPr>
              <w:t>2</w:t>
            </w:r>
          </w:p>
        </w:tc>
      </w:tr>
      <w:tr w:rsidR="005548AA" w:rsidRPr="009C54AE" w14:paraId="7576B650" w14:textId="77777777" w:rsidTr="000535F3">
        <w:trPr>
          <w:trHeight w:val="453"/>
        </w:trPr>
        <w:tc>
          <w:tcPr>
            <w:tcW w:w="1049" w:type="dxa"/>
            <w:tcBorders>
              <w:top w:val="single" w:sz="4" w:space="0" w:color="auto"/>
              <w:left w:val="single" w:sz="4" w:space="0" w:color="auto"/>
              <w:bottom w:val="single" w:sz="4" w:space="0" w:color="auto"/>
              <w:right w:val="single" w:sz="4" w:space="0" w:color="auto"/>
            </w:tcBorders>
          </w:tcPr>
          <w:p w14:paraId="449384A2" w14:textId="77777777" w:rsidR="005548AA" w:rsidRDefault="005548AA" w:rsidP="000535F3">
            <w:pPr>
              <w:pStyle w:val="centralniewrubryce"/>
              <w:spacing w:before="0" w:after="0"/>
              <w:rPr>
                <w:rFonts w:ascii="Corbel" w:hAnsi="Corbel"/>
                <w:sz w:val="24"/>
                <w:szCs w:val="24"/>
              </w:rPr>
            </w:pPr>
            <w:r>
              <w:rPr>
                <w:rFonts w:ascii="Corbel" w:hAnsi="Corbel"/>
                <w:sz w:val="24"/>
                <w:szCs w:val="24"/>
              </w:rPr>
              <w:t>5</w:t>
            </w:r>
          </w:p>
        </w:tc>
        <w:tc>
          <w:tcPr>
            <w:tcW w:w="913" w:type="dxa"/>
            <w:tcBorders>
              <w:top w:val="single" w:sz="4" w:space="0" w:color="auto"/>
              <w:left w:val="single" w:sz="4" w:space="0" w:color="auto"/>
              <w:bottom w:val="single" w:sz="4" w:space="0" w:color="auto"/>
              <w:right w:val="single" w:sz="4" w:space="0" w:color="auto"/>
            </w:tcBorders>
            <w:vAlign w:val="center"/>
          </w:tcPr>
          <w:p w14:paraId="6A5417FC" w14:textId="77777777" w:rsidR="005548AA" w:rsidRPr="009C54AE" w:rsidRDefault="005548AA" w:rsidP="000535F3">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37291648" w14:textId="77777777" w:rsidR="005548AA" w:rsidRPr="009C54AE" w:rsidRDefault="005548AA" w:rsidP="000535F3">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E48AC09" w14:textId="77777777" w:rsidR="005548AA" w:rsidRPr="009C54AE" w:rsidRDefault="005548AA" w:rsidP="000535F3">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04FCB3FC" w14:textId="77777777" w:rsidR="005548AA" w:rsidRDefault="005548AA" w:rsidP="000535F3">
            <w:pPr>
              <w:pStyle w:val="centralniewrubryce"/>
              <w:spacing w:before="0" w:after="0"/>
              <w:rPr>
                <w:rFonts w:ascii="Corbel" w:hAnsi="Corbel"/>
                <w:sz w:val="24"/>
                <w:szCs w:val="24"/>
              </w:rPr>
            </w:pPr>
            <w:r w:rsidRPr="005548AA">
              <w:rPr>
                <w:rFonts w:ascii="Corbel" w:hAnsi="Corbel"/>
                <w:sz w:val="24"/>
                <w:szCs w:val="24"/>
              </w:rPr>
              <w:t>45</w:t>
            </w:r>
          </w:p>
        </w:tc>
        <w:tc>
          <w:tcPr>
            <w:tcW w:w="821" w:type="dxa"/>
            <w:tcBorders>
              <w:top w:val="single" w:sz="4" w:space="0" w:color="auto"/>
              <w:left w:val="single" w:sz="4" w:space="0" w:color="auto"/>
              <w:bottom w:val="single" w:sz="4" w:space="0" w:color="auto"/>
              <w:right w:val="single" w:sz="4" w:space="0" w:color="auto"/>
            </w:tcBorders>
            <w:vAlign w:val="center"/>
          </w:tcPr>
          <w:p w14:paraId="6D916E6F" w14:textId="77777777" w:rsidR="005548AA" w:rsidRPr="009C54AE" w:rsidRDefault="005548AA" w:rsidP="000535F3">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7F4698BF" w14:textId="77777777" w:rsidR="005548AA" w:rsidRPr="009C54AE" w:rsidRDefault="005548AA" w:rsidP="000535F3">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5EE47A" w14:textId="77777777" w:rsidR="005548AA" w:rsidRPr="009C54AE" w:rsidRDefault="005548AA" w:rsidP="000535F3">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1D6FF75C" w14:textId="77777777" w:rsidR="005548AA" w:rsidRPr="009C54AE" w:rsidRDefault="005548AA" w:rsidP="000535F3">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6B71527F" w14:textId="77777777" w:rsidR="005548AA" w:rsidRDefault="005548AA" w:rsidP="000535F3">
            <w:pPr>
              <w:pStyle w:val="centralniewrubryce"/>
              <w:spacing w:before="0" w:after="0"/>
              <w:rPr>
                <w:rFonts w:ascii="Corbel" w:hAnsi="Corbel"/>
                <w:sz w:val="24"/>
                <w:szCs w:val="24"/>
              </w:rPr>
            </w:pPr>
            <w:r w:rsidRPr="005548AA">
              <w:rPr>
                <w:rFonts w:ascii="Corbel" w:hAnsi="Corbel"/>
                <w:sz w:val="24"/>
                <w:szCs w:val="24"/>
              </w:rPr>
              <w:t>2</w:t>
            </w:r>
          </w:p>
        </w:tc>
      </w:tr>
      <w:tr w:rsidR="005548AA" w:rsidRPr="009C54AE" w14:paraId="67F917BF" w14:textId="77777777" w:rsidTr="000535F3">
        <w:trPr>
          <w:trHeight w:val="453"/>
        </w:trPr>
        <w:tc>
          <w:tcPr>
            <w:tcW w:w="1049" w:type="dxa"/>
            <w:tcBorders>
              <w:top w:val="single" w:sz="4" w:space="0" w:color="auto"/>
              <w:left w:val="single" w:sz="4" w:space="0" w:color="auto"/>
              <w:bottom w:val="single" w:sz="4" w:space="0" w:color="auto"/>
              <w:right w:val="single" w:sz="4" w:space="0" w:color="auto"/>
            </w:tcBorders>
          </w:tcPr>
          <w:p w14:paraId="663D15B8" w14:textId="77777777" w:rsidR="005548AA" w:rsidRDefault="005548AA" w:rsidP="000535F3">
            <w:pPr>
              <w:pStyle w:val="centralniewrubryce"/>
              <w:spacing w:before="0" w:after="0"/>
              <w:rPr>
                <w:rFonts w:ascii="Corbel" w:hAnsi="Corbel"/>
                <w:sz w:val="24"/>
                <w:szCs w:val="24"/>
              </w:rPr>
            </w:pPr>
            <w:r>
              <w:rPr>
                <w:rFonts w:ascii="Corbel" w:hAnsi="Corbel"/>
                <w:sz w:val="24"/>
                <w:szCs w:val="24"/>
              </w:rPr>
              <w:t>6</w:t>
            </w:r>
          </w:p>
        </w:tc>
        <w:tc>
          <w:tcPr>
            <w:tcW w:w="913" w:type="dxa"/>
            <w:tcBorders>
              <w:top w:val="single" w:sz="4" w:space="0" w:color="auto"/>
              <w:left w:val="single" w:sz="4" w:space="0" w:color="auto"/>
              <w:bottom w:val="single" w:sz="4" w:space="0" w:color="auto"/>
              <w:right w:val="single" w:sz="4" w:space="0" w:color="auto"/>
            </w:tcBorders>
            <w:vAlign w:val="center"/>
          </w:tcPr>
          <w:p w14:paraId="50771B05" w14:textId="77777777" w:rsidR="005548AA" w:rsidRPr="009C54AE" w:rsidRDefault="005548AA" w:rsidP="000535F3">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04546D3B" w14:textId="77777777" w:rsidR="005548AA" w:rsidRPr="009C54AE" w:rsidRDefault="005548AA" w:rsidP="000535F3">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5EF1ED1" w14:textId="77777777" w:rsidR="005548AA" w:rsidRPr="009C54AE" w:rsidRDefault="005548AA" w:rsidP="000535F3">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317DFC1D" w14:textId="77777777" w:rsidR="005548AA" w:rsidRDefault="005548AA" w:rsidP="000535F3">
            <w:pPr>
              <w:pStyle w:val="centralniewrubryce"/>
              <w:spacing w:before="0" w:after="0"/>
              <w:rPr>
                <w:rFonts w:ascii="Corbel" w:hAnsi="Corbel"/>
                <w:sz w:val="24"/>
                <w:szCs w:val="24"/>
              </w:rPr>
            </w:pPr>
            <w:r w:rsidRPr="005548AA">
              <w:rPr>
                <w:rFonts w:ascii="Corbel" w:hAnsi="Corbel"/>
                <w:sz w:val="24"/>
                <w:szCs w:val="24"/>
              </w:rPr>
              <w:t>45</w:t>
            </w:r>
          </w:p>
        </w:tc>
        <w:tc>
          <w:tcPr>
            <w:tcW w:w="821" w:type="dxa"/>
            <w:tcBorders>
              <w:top w:val="single" w:sz="4" w:space="0" w:color="auto"/>
              <w:left w:val="single" w:sz="4" w:space="0" w:color="auto"/>
              <w:bottom w:val="single" w:sz="4" w:space="0" w:color="auto"/>
              <w:right w:val="single" w:sz="4" w:space="0" w:color="auto"/>
            </w:tcBorders>
            <w:vAlign w:val="center"/>
          </w:tcPr>
          <w:p w14:paraId="493DA340" w14:textId="77777777" w:rsidR="005548AA" w:rsidRPr="009C54AE" w:rsidRDefault="005548AA" w:rsidP="000535F3">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5CACA95D" w14:textId="77777777" w:rsidR="005548AA" w:rsidRPr="009C54AE" w:rsidRDefault="005548AA" w:rsidP="000535F3">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66EA29D4" w14:textId="77777777" w:rsidR="005548AA" w:rsidRPr="009C54AE" w:rsidRDefault="005548AA" w:rsidP="000535F3">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40538A13" w14:textId="77777777" w:rsidR="005548AA" w:rsidRPr="009C54AE" w:rsidRDefault="005548AA" w:rsidP="000535F3">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FE4CF7F" w14:textId="77777777" w:rsidR="005548AA" w:rsidRDefault="005548AA" w:rsidP="000535F3">
            <w:pPr>
              <w:pStyle w:val="centralniewrubryce"/>
              <w:spacing w:before="0" w:after="0"/>
              <w:rPr>
                <w:rFonts w:ascii="Corbel" w:hAnsi="Corbel"/>
                <w:sz w:val="24"/>
                <w:szCs w:val="24"/>
              </w:rPr>
            </w:pPr>
            <w:r w:rsidRPr="005548AA">
              <w:rPr>
                <w:rFonts w:ascii="Corbel" w:hAnsi="Corbel"/>
                <w:sz w:val="24"/>
                <w:szCs w:val="24"/>
              </w:rPr>
              <w:t>2</w:t>
            </w:r>
          </w:p>
        </w:tc>
      </w:tr>
      <w:tr w:rsidR="005548AA" w:rsidRPr="009C54AE" w14:paraId="0F93CA3A" w14:textId="77777777" w:rsidTr="000535F3">
        <w:trPr>
          <w:trHeight w:val="453"/>
        </w:trPr>
        <w:tc>
          <w:tcPr>
            <w:tcW w:w="1049" w:type="dxa"/>
            <w:tcBorders>
              <w:top w:val="single" w:sz="4" w:space="0" w:color="auto"/>
              <w:left w:val="single" w:sz="4" w:space="0" w:color="auto"/>
              <w:bottom w:val="single" w:sz="4" w:space="0" w:color="auto"/>
              <w:right w:val="single" w:sz="4" w:space="0" w:color="auto"/>
            </w:tcBorders>
          </w:tcPr>
          <w:p w14:paraId="5A10E7B5" w14:textId="77777777" w:rsidR="005548AA" w:rsidRDefault="005548AA" w:rsidP="000535F3">
            <w:pPr>
              <w:pStyle w:val="centralniewrubryce"/>
              <w:spacing w:before="0" w:after="0"/>
              <w:rPr>
                <w:rFonts w:ascii="Corbel" w:hAnsi="Corbel"/>
                <w:sz w:val="24"/>
                <w:szCs w:val="24"/>
              </w:rPr>
            </w:pPr>
            <w:r>
              <w:rPr>
                <w:rFonts w:ascii="Corbel" w:hAnsi="Corbel"/>
                <w:sz w:val="24"/>
                <w:szCs w:val="24"/>
              </w:rPr>
              <w:t>7</w:t>
            </w:r>
          </w:p>
        </w:tc>
        <w:tc>
          <w:tcPr>
            <w:tcW w:w="913" w:type="dxa"/>
            <w:tcBorders>
              <w:top w:val="single" w:sz="4" w:space="0" w:color="auto"/>
              <w:left w:val="single" w:sz="4" w:space="0" w:color="auto"/>
              <w:bottom w:val="single" w:sz="4" w:space="0" w:color="auto"/>
              <w:right w:val="single" w:sz="4" w:space="0" w:color="auto"/>
            </w:tcBorders>
            <w:vAlign w:val="center"/>
          </w:tcPr>
          <w:p w14:paraId="5595E51E" w14:textId="77777777" w:rsidR="005548AA" w:rsidRPr="009C54AE" w:rsidRDefault="005548AA" w:rsidP="000535F3">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72838BFC" w14:textId="77777777" w:rsidR="005548AA" w:rsidRPr="009C54AE" w:rsidRDefault="005548AA" w:rsidP="000535F3">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B9E2574" w14:textId="77777777" w:rsidR="005548AA" w:rsidRPr="009C54AE" w:rsidRDefault="005548AA" w:rsidP="000535F3">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3D0FA3FD" w14:textId="77777777" w:rsidR="005548AA" w:rsidRDefault="005548AA" w:rsidP="000535F3">
            <w:pPr>
              <w:pStyle w:val="centralniewrubryce"/>
              <w:spacing w:before="0" w:after="0"/>
              <w:rPr>
                <w:rFonts w:ascii="Corbel" w:hAnsi="Corbel"/>
                <w:sz w:val="24"/>
                <w:szCs w:val="24"/>
              </w:rPr>
            </w:pPr>
            <w:r w:rsidRPr="005548AA">
              <w:rPr>
                <w:rFonts w:ascii="Corbel" w:hAnsi="Corbel"/>
                <w:sz w:val="24"/>
                <w:szCs w:val="24"/>
              </w:rPr>
              <w:t>45</w:t>
            </w:r>
          </w:p>
        </w:tc>
        <w:tc>
          <w:tcPr>
            <w:tcW w:w="821" w:type="dxa"/>
            <w:tcBorders>
              <w:top w:val="single" w:sz="4" w:space="0" w:color="auto"/>
              <w:left w:val="single" w:sz="4" w:space="0" w:color="auto"/>
              <w:bottom w:val="single" w:sz="4" w:space="0" w:color="auto"/>
              <w:right w:val="single" w:sz="4" w:space="0" w:color="auto"/>
            </w:tcBorders>
            <w:vAlign w:val="center"/>
          </w:tcPr>
          <w:p w14:paraId="1C12FA61" w14:textId="77777777" w:rsidR="005548AA" w:rsidRPr="009C54AE" w:rsidRDefault="005548AA" w:rsidP="000535F3">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1F1C0A12" w14:textId="77777777" w:rsidR="005548AA" w:rsidRPr="009C54AE" w:rsidRDefault="005548AA" w:rsidP="000535F3">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11BB1C2C" w14:textId="77777777" w:rsidR="005548AA" w:rsidRPr="009C54AE" w:rsidRDefault="005548AA" w:rsidP="000535F3">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52349056" w14:textId="77777777" w:rsidR="005548AA" w:rsidRPr="009C54AE" w:rsidRDefault="005548AA" w:rsidP="000535F3">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4592109A" w14:textId="77777777" w:rsidR="005548AA" w:rsidRDefault="005548AA" w:rsidP="000535F3">
            <w:pPr>
              <w:pStyle w:val="centralniewrubryce"/>
              <w:spacing w:before="0" w:after="0"/>
              <w:rPr>
                <w:rFonts w:ascii="Corbel" w:hAnsi="Corbel"/>
                <w:sz w:val="24"/>
                <w:szCs w:val="24"/>
              </w:rPr>
            </w:pPr>
            <w:r w:rsidRPr="005548AA">
              <w:rPr>
                <w:rFonts w:ascii="Corbel" w:hAnsi="Corbel"/>
                <w:sz w:val="24"/>
                <w:szCs w:val="24"/>
              </w:rPr>
              <w:t>2</w:t>
            </w:r>
          </w:p>
        </w:tc>
      </w:tr>
      <w:tr w:rsidR="005548AA" w:rsidRPr="009C54AE" w14:paraId="2CC34F56" w14:textId="77777777" w:rsidTr="000535F3">
        <w:trPr>
          <w:trHeight w:val="453"/>
        </w:trPr>
        <w:tc>
          <w:tcPr>
            <w:tcW w:w="1049" w:type="dxa"/>
            <w:tcBorders>
              <w:top w:val="single" w:sz="4" w:space="0" w:color="auto"/>
              <w:left w:val="single" w:sz="4" w:space="0" w:color="auto"/>
              <w:bottom w:val="single" w:sz="4" w:space="0" w:color="auto"/>
              <w:right w:val="single" w:sz="4" w:space="0" w:color="auto"/>
            </w:tcBorders>
          </w:tcPr>
          <w:p w14:paraId="33C1C439" w14:textId="77777777" w:rsidR="005548AA" w:rsidRPr="00B46C3D" w:rsidRDefault="00B46C3D" w:rsidP="000535F3">
            <w:pPr>
              <w:pStyle w:val="centralniewrubryce"/>
              <w:spacing w:before="0" w:after="0"/>
              <w:rPr>
                <w:rFonts w:ascii="Corbel" w:hAnsi="Corbel"/>
                <w:b/>
                <w:sz w:val="24"/>
                <w:szCs w:val="24"/>
              </w:rPr>
            </w:pPr>
            <w:r w:rsidRPr="00B46C3D">
              <w:rPr>
                <w:rFonts w:ascii="Corbel" w:hAnsi="Corbel"/>
                <w:b/>
                <w:sz w:val="24"/>
                <w:szCs w:val="24"/>
              </w:rPr>
              <w:t>R</w:t>
            </w:r>
            <w:r w:rsidR="005548AA" w:rsidRPr="00B46C3D">
              <w:rPr>
                <w:rFonts w:ascii="Corbel" w:hAnsi="Corbel"/>
                <w:b/>
                <w:sz w:val="24"/>
                <w:szCs w:val="24"/>
              </w:rPr>
              <w:t>azem</w:t>
            </w:r>
          </w:p>
        </w:tc>
        <w:tc>
          <w:tcPr>
            <w:tcW w:w="913" w:type="dxa"/>
            <w:tcBorders>
              <w:top w:val="single" w:sz="4" w:space="0" w:color="auto"/>
              <w:left w:val="single" w:sz="4" w:space="0" w:color="auto"/>
              <w:bottom w:val="single" w:sz="4" w:space="0" w:color="auto"/>
              <w:right w:val="single" w:sz="4" w:space="0" w:color="auto"/>
            </w:tcBorders>
            <w:vAlign w:val="center"/>
          </w:tcPr>
          <w:p w14:paraId="2B919E8B" w14:textId="77777777" w:rsidR="005548AA" w:rsidRPr="009C54AE" w:rsidRDefault="005548AA" w:rsidP="000535F3">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0C7BFA30" w14:textId="77777777" w:rsidR="005548AA" w:rsidRPr="009C54AE" w:rsidRDefault="005548AA" w:rsidP="000535F3">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B39C60D" w14:textId="77777777" w:rsidR="005548AA" w:rsidRPr="009C54AE" w:rsidRDefault="005548AA" w:rsidP="000535F3">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426FA68E" w14:textId="77777777" w:rsidR="005548AA" w:rsidRPr="00B46C3D" w:rsidRDefault="005548AA" w:rsidP="000535F3">
            <w:pPr>
              <w:pStyle w:val="centralniewrubryce"/>
              <w:spacing w:before="0" w:after="0"/>
              <w:rPr>
                <w:rFonts w:ascii="Corbel" w:hAnsi="Corbel"/>
                <w:b/>
                <w:sz w:val="24"/>
                <w:szCs w:val="24"/>
              </w:rPr>
            </w:pPr>
            <w:r w:rsidRPr="00B46C3D">
              <w:rPr>
                <w:rFonts w:ascii="Corbel" w:hAnsi="Corbel"/>
                <w:b/>
                <w:sz w:val="24"/>
                <w:szCs w:val="24"/>
              </w:rPr>
              <w:t>315</w:t>
            </w:r>
          </w:p>
        </w:tc>
        <w:tc>
          <w:tcPr>
            <w:tcW w:w="821" w:type="dxa"/>
            <w:tcBorders>
              <w:top w:val="single" w:sz="4" w:space="0" w:color="auto"/>
              <w:left w:val="single" w:sz="4" w:space="0" w:color="auto"/>
              <w:bottom w:val="single" w:sz="4" w:space="0" w:color="auto"/>
              <w:right w:val="single" w:sz="4" w:space="0" w:color="auto"/>
            </w:tcBorders>
            <w:vAlign w:val="center"/>
          </w:tcPr>
          <w:p w14:paraId="50557A84" w14:textId="77777777" w:rsidR="005548AA" w:rsidRPr="009C54AE" w:rsidRDefault="005548AA" w:rsidP="000535F3">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7A49E720" w14:textId="77777777" w:rsidR="005548AA" w:rsidRPr="009C54AE" w:rsidRDefault="005548AA" w:rsidP="000535F3">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0034BA47" w14:textId="77777777" w:rsidR="005548AA" w:rsidRPr="009C54AE" w:rsidRDefault="005548AA" w:rsidP="000535F3">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01DAEED1" w14:textId="77777777" w:rsidR="005548AA" w:rsidRPr="009C54AE" w:rsidRDefault="005548AA" w:rsidP="000535F3">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4708842B" w14:textId="77777777" w:rsidR="005548AA" w:rsidRPr="00B46C3D" w:rsidRDefault="005548AA" w:rsidP="000535F3">
            <w:pPr>
              <w:pStyle w:val="centralniewrubryce"/>
              <w:spacing w:before="0" w:after="0"/>
              <w:rPr>
                <w:rFonts w:ascii="Corbel" w:hAnsi="Corbel"/>
                <w:b/>
                <w:sz w:val="24"/>
                <w:szCs w:val="24"/>
              </w:rPr>
            </w:pPr>
            <w:r w:rsidRPr="00B46C3D">
              <w:rPr>
                <w:rFonts w:ascii="Corbel" w:hAnsi="Corbel"/>
                <w:b/>
                <w:sz w:val="24"/>
                <w:szCs w:val="24"/>
              </w:rPr>
              <w:t>14</w:t>
            </w:r>
          </w:p>
        </w:tc>
      </w:tr>
    </w:tbl>
    <w:p w14:paraId="5BC7551B" w14:textId="77777777" w:rsidR="00923D7D" w:rsidRDefault="00923D7D" w:rsidP="005548AA">
      <w:pPr>
        <w:pStyle w:val="Podpunkty"/>
        <w:ind w:left="0"/>
        <w:rPr>
          <w:rFonts w:ascii="Corbel" w:hAnsi="Corbel"/>
          <w:sz w:val="24"/>
          <w:szCs w:val="24"/>
          <w:lang w:eastAsia="en-US"/>
        </w:rPr>
      </w:pPr>
    </w:p>
    <w:p w14:paraId="0918D5DD" w14:textId="77777777" w:rsidR="005548AA" w:rsidRPr="009C54AE" w:rsidRDefault="005548AA" w:rsidP="005548AA">
      <w:pPr>
        <w:pStyle w:val="Podpunkty"/>
        <w:ind w:left="0"/>
        <w:rPr>
          <w:rFonts w:ascii="Corbel" w:hAnsi="Corbel"/>
          <w:b w:val="0"/>
          <w:sz w:val="24"/>
          <w:szCs w:val="24"/>
          <w:lang w:eastAsia="en-US"/>
        </w:rPr>
      </w:pPr>
    </w:p>
    <w:p w14:paraId="18D125BA" w14:textId="77777777" w:rsidR="00B46C3D" w:rsidRDefault="00B46C3D" w:rsidP="00F83B28">
      <w:pPr>
        <w:pStyle w:val="Punktygwne"/>
        <w:tabs>
          <w:tab w:val="left" w:pos="709"/>
        </w:tabs>
        <w:spacing w:before="0" w:after="0"/>
        <w:ind w:left="284"/>
        <w:rPr>
          <w:rFonts w:ascii="Corbel" w:hAnsi="Corbel"/>
          <w:smallCaps w:val="0"/>
          <w:szCs w:val="24"/>
        </w:rPr>
      </w:pPr>
    </w:p>
    <w:p w14:paraId="2AA10B04" w14:textId="77777777" w:rsidR="00B11960" w:rsidRDefault="00B11960" w:rsidP="00F83B28">
      <w:pPr>
        <w:pStyle w:val="Punktygwne"/>
        <w:tabs>
          <w:tab w:val="left" w:pos="709"/>
        </w:tabs>
        <w:spacing w:before="0" w:after="0"/>
        <w:ind w:left="284"/>
        <w:rPr>
          <w:rFonts w:ascii="Corbel" w:hAnsi="Corbel"/>
          <w:smallCaps w:val="0"/>
          <w:szCs w:val="24"/>
        </w:rPr>
      </w:pPr>
    </w:p>
    <w:p w14:paraId="7F306600"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7EC60E20" w14:textId="77777777" w:rsidR="0085747A" w:rsidRPr="009C54AE" w:rsidRDefault="00A6226B" w:rsidP="00F83B28">
      <w:pPr>
        <w:pStyle w:val="Punktygwne"/>
        <w:spacing w:before="0" w:after="0"/>
        <w:ind w:left="709"/>
        <w:rPr>
          <w:rFonts w:ascii="Corbel" w:hAnsi="Corbel"/>
          <w:b w:val="0"/>
          <w:smallCaps w:val="0"/>
          <w:szCs w:val="24"/>
        </w:rPr>
      </w:pPr>
      <w:r w:rsidRPr="00D17E26">
        <w:rPr>
          <w:rFonts w:ascii="MS Gothic" w:eastAsia="MS Gothic" w:hAnsi="MS Gothic" w:cs="MS Gothic"/>
          <w:szCs w:val="24"/>
        </w:rPr>
        <w:t xml:space="preserve"> x</w:t>
      </w:r>
      <w:r w:rsidR="0085747A" w:rsidRPr="009C54AE">
        <w:rPr>
          <w:rFonts w:ascii="Corbel" w:hAnsi="Corbel"/>
          <w:b w:val="0"/>
          <w:smallCaps w:val="0"/>
          <w:szCs w:val="24"/>
        </w:rPr>
        <w:t xml:space="preserve"> zajęcia w formie tradycyjnej </w:t>
      </w:r>
    </w:p>
    <w:p w14:paraId="0F18D2D8"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465D6DA1" w14:textId="77777777" w:rsidR="00C4497E" w:rsidRPr="009C54AE" w:rsidRDefault="00C4497E" w:rsidP="009C54AE">
      <w:pPr>
        <w:pStyle w:val="Punktygwne"/>
        <w:spacing w:before="0" w:after="0"/>
        <w:rPr>
          <w:rFonts w:ascii="Corbel" w:hAnsi="Corbel"/>
          <w:smallCaps w:val="0"/>
          <w:szCs w:val="24"/>
        </w:rPr>
      </w:pPr>
    </w:p>
    <w:p w14:paraId="09438612" w14:textId="77777777" w:rsidR="00E22FBC" w:rsidRDefault="00E22FBC" w:rsidP="00F83B28">
      <w:pPr>
        <w:pStyle w:val="Punktygwne"/>
        <w:tabs>
          <w:tab w:val="left" w:pos="709"/>
        </w:tabs>
        <w:spacing w:before="0" w:after="0"/>
        <w:ind w:left="709" w:hanging="425"/>
        <w:rPr>
          <w:rFonts w:ascii="Corbel" w:hAnsi="Corbel"/>
          <w:b w:val="0"/>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p>
    <w:p w14:paraId="7E7B0613" w14:textId="77777777" w:rsidR="000F1F2F" w:rsidRPr="00BB5BA5" w:rsidRDefault="0055192B" w:rsidP="00F83B28">
      <w:pPr>
        <w:pStyle w:val="Punktygwne"/>
        <w:tabs>
          <w:tab w:val="left" w:pos="709"/>
        </w:tabs>
        <w:spacing w:before="0" w:after="0"/>
        <w:ind w:left="709" w:hanging="425"/>
        <w:rPr>
          <w:rFonts w:ascii="Corbel" w:hAnsi="Corbel"/>
          <w:bCs/>
          <w:smallCaps w:val="0"/>
          <w:szCs w:val="24"/>
        </w:rPr>
      </w:pPr>
      <w:r>
        <w:rPr>
          <w:rFonts w:ascii="Corbel" w:hAnsi="Corbel"/>
          <w:b w:val="0"/>
          <w:bCs/>
          <w:smallCaps w:val="0"/>
          <w:szCs w:val="24"/>
        </w:rPr>
        <w:t xml:space="preserve">         </w:t>
      </w:r>
      <w:r w:rsidRPr="00BB5BA5">
        <w:rPr>
          <w:rFonts w:ascii="Corbel" w:hAnsi="Corbel"/>
          <w:bCs/>
          <w:smallCaps w:val="0"/>
          <w:szCs w:val="24"/>
        </w:rPr>
        <w:t>Semestr</w:t>
      </w:r>
      <w:r w:rsidR="00F7362A" w:rsidRPr="00BB5BA5">
        <w:rPr>
          <w:rFonts w:ascii="Corbel" w:hAnsi="Corbel"/>
          <w:bCs/>
          <w:smallCaps w:val="0"/>
          <w:szCs w:val="24"/>
        </w:rPr>
        <w:t xml:space="preserve">y: </w:t>
      </w:r>
      <w:r w:rsidRPr="00BB5BA5">
        <w:rPr>
          <w:rFonts w:ascii="Corbel" w:hAnsi="Corbel"/>
          <w:bCs/>
          <w:smallCaps w:val="0"/>
          <w:szCs w:val="24"/>
        </w:rPr>
        <w:t xml:space="preserve"> 1,2, 3,4,5,</w:t>
      </w:r>
      <w:r w:rsidR="00E70BC0" w:rsidRPr="00BB5BA5">
        <w:rPr>
          <w:rFonts w:ascii="Corbel" w:hAnsi="Corbel"/>
          <w:bCs/>
          <w:smallCaps w:val="0"/>
          <w:szCs w:val="24"/>
        </w:rPr>
        <w:t xml:space="preserve">6 ,7 </w:t>
      </w:r>
      <w:r w:rsidR="00F7362A" w:rsidRPr="00BB5BA5">
        <w:rPr>
          <w:rFonts w:ascii="Corbel" w:hAnsi="Corbel"/>
          <w:bCs/>
          <w:smallCaps w:val="0"/>
          <w:szCs w:val="24"/>
        </w:rPr>
        <w:t>-</w:t>
      </w:r>
      <w:r w:rsidR="000F1F2F" w:rsidRPr="00BB5BA5">
        <w:rPr>
          <w:rFonts w:ascii="Corbel" w:hAnsi="Corbel"/>
          <w:bCs/>
          <w:smallCaps w:val="0"/>
          <w:szCs w:val="24"/>
        </w:rPr>
        <w:t xml:space="preserve"> zaliczenie z oceną</w:t>
      </w:r>
      <w:r w:rsidR="000F1F2F" w:rsidRPr="00BB5BA5">
        <w:rPr>
          <w:rFonts w:ascii="Corbel" w:hAnsi="Corbel"/>
          <w:bCs/>
          <w:smallCaps w:val="0"/>
          <w:szCs w:val="24"/>
        </w:rPr>
        <w:br/>
      </w:r>
      <w:r w:rsidR="006A4BDB">
        <w:rPr>
          <w:rFonts w:ascii="Corbel" w:hAnsi="Corbel"/>
          <w:bCs/>
          <w:smallCaps w:val="0"/>
          <w:szCs w:val="24"/>
        </w:rPr>
        <w:t xml:space="preserve"> </w:t>
      </w:r>
    </w:p>
    <w:p w14:paraId="50A5072E" w14:textId="77777777" w:rsidR="00E960BB"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p w14:paraId="66114859" w14:textId="77777777" w:rsidR="00951F79" w:rsidRPr="009C54AE" w:rsidRDefault="00951F79"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F1B9FE9" w14:textId="77777777" w:rsidTr="00745302">
        <w:tc>
          <w:tcPr>
            <w:tcW w:w="9670" w:type="dxa"/>
          </w:tcPr>
          <w:p w14:paraId="401179F7" w14:textId="77777777" w:rsidR="001508FE" w:rsidRDefault="002C6ECD" w:rsidP="00FD527A">
            <w:pPr>
              <w:pStyle w:val="Punktygwne"/>
              <w:spacing w:before="40" w:after="40"/>
              <w:rPr>
                <w:rFonts w:ascii="Corbel" w:hAnsi="Corbel"/>
                <w:b w:val="0"/>
                <w:smallCaps w:val="0"/>
                <w:szCs w:val="24"/>
                <w:u w:val="single"/>
              </w:rPr>
            </w:pPr>
            <w:r w:rsidRPr="002C6ECD">
              <w:rPr>
                <w:rFonts w:ascii="Corbel" w:hAnsi="Corbel"/>
                <w:b w:val="0"/>
                <w:smallCaps w:val="0"/>
                <w:szCs w:val="24"/>
              </w:rPr>
              <w:t xml:space="preserve">Podstawowa wiedza i umiejętności  związane ze studyjnym </w:t>
            </w:r>
            <w:r w:rsidR="009F6DB2">
              <w:rPr>
                <w:rFonts w:ascii="Corbel" w:hAnsi="Corbel"/>
                <w:b w:val="0"/>
                <w:smallCaps w:val="0"/>
                <w:szCs w:val="24"/>
              </w:rPr>
              <w:t>rysunkiem</w:t>
            </w:r>
            <w:r w:rsidRPr="002C6ECD">
              <w:rPr>
                <w:rFonts w:ascii="Corbel" w:hAnsi="Corbel"/>
                <w:b w:val="0"/>
                <w:smallCaps w:val="0"/>
                <w:szCs w:val="24"/>
              </w:rPr>
              <w:t xml:space="preserve"> motywu zaczerpniętego z natury (martwa natura, postać, pejzaż) oraz </w:t>
            </w:r>
            <w:r w:rsidR="00CD4756">
              <w:rPr>
                <w:rFonts w:ascii="Corbel" w:hAnsi="Corbel"/>
                <w:b w:val="0"/>
                <w:smallCaps w:val="0"/>
                <w:szCs w:val="24"/>
              </w:rPr>
              <w:t>wykazywanie</w:t>
            </w:r>
            <w:r w:rsidR="00031CDC">
              <w:rPr>
                <w:rFonts w:ascii="Corbel" w:hAnsi="Corbel"/>
                <w:b w:val="0"/>
                <w:smallCaps w:val="0"/>
                <w:szCs w:val="24"/>
              </w:rPr>
              <w:t xml:space="preserve"> </w:t>
            </w:r>
            <w:r w:rsidR="00F5747C">
              <w:rPr>
                <w:rFonts w:ascii="Corbel" w:hAnsi="Corbel"/>
                <w:b w:val="0"/>
                <w:smallCaps w:val="0"/>
                <w:szCs w:val="24"/>
              </w:rPr>
              <w:t>predyspozycji interpretacyjnych</w:t>
            </w:r>
            <w:r w:rsidR="00DA4E27">
              <w:rPr>
                <w:rFonts w:ascii="Corbel" w:hAnsi="Corbel"/>
                <w:b w:val="0"/>
                <w:smallCaps w:val="0"/>
                <w:szCs w:val="24"/>
              </w:rPr>
              <w:t xml:space="preserve"> i </w:t>
            </w:r>
            <w:r w:rsidR="00CD4756">
              <w:rPr>
                <w:rFonts w:ascii="Corbel" w:hAnsi="Corbel"/>
                <w:b w:val="0"/>
                <w:smallCaps w:val="0"/>
                <w:szCs w:val="24"/>
              </w:rPr>
              <w:t>zdolności manualno-plastycznych</w:t>
            </w:r>
            <w:r w:rsidR="00F5747C">
              <w:rPr>
                <w:rFonts w:ascii="Corbel" w:hAnsi="Corbel"/>
                <w:b w:val="0"/>
                <w:smallCaps w:val="0"/>
                <w:szCs w:val="24"/>
              </w:rPr>
              <w:t>.</w:t>
            </w:r>
          </w:p>
          <w:p w14:paraId="7980C754" w14:textId="77777777" w:rsidR="002C6ECD" w:rsidRPr="00C17EF5" w:rsidRDefault="0046499D" w:rsidP="00FD527A">
            <w:pPr>
              <w:pStyle w:val="Punktygwne"/>
              <w:spacing w:before="40" w:after="40"/>
              <w:rPr>
                <w:rFonts w:ascii="Corbel" w:hAnsi="Corbel"/>
                <w:b w:val="0"/>
                <w:smallCaps w:val="0"/>
                <w:szCs w:val="24"/>
              </w:rPr>
            </w:pPr>
            <w:r>
              <w:rPr>
                <w:rFonts w:ascii="Corbel" w:hAnsi="Corbel"/>
                <w:b w:val="0"/>
                <w:smallCaps w:val="0"/>
                <w:szCs w:val="24"/>
              </w:rPr>
              <w:t>Definiowan</w:t>
            </w:r>
            <w:r w:rsidR="008E636C">
              <w:rPr>
                <w:rFonts w:ascii="Corbel" w:hAnsi="Corbel"/>
                <w:b w:val="0"/>
                <w:smallCaps w:val="0"/>
                <w:szCs w:val="24"/>
              </w:rPr>
              <w:t>i</w:t>
            </w:r>
            <w:r>
              <w:rPr>
                <w:rFonts w:ascii="Corbel" w:hAnsi="Corbel"/>
                <w:b w:val="0"/>
                <w:smallCaps w:val="0"/>
                <w:szCs w:val="24"/>
              </w:rPr>
              <w:t>e i opisywanie</w:t>
            </w:r>
            <w:r w:rsidR="00031CDC">
              <w:rPr>
                <w:rFonts w:ascii="Corbel" w:hAnsi="Corbel"/>
                <w:b w:val="0"/>
                <w:smallCaps w:val="0"/>
                <w:szCs w:val="24"/>
              </w:rPr>
              <w:t xml:space="preserve"> </w:t>
            </w:r>
            <w:r w:rsidR="000828EA">
              <w:rPr>
                <w:rFonts w:ascii="Corbel" w:hAnsi="Corbel"/>
                <w:b w:val="0"/>
                <w:smallCaps w:val="0"/>
                <w:szCs w:val="24"/>
              </w:rPr>
              <w:t xml:space="preserve">właściwości </w:t>
            </w:r>
            <w:r w:rsidR="00C95A41">
              <w:rPr>
                <w:rFonts w:ascii="Corbel" w:hAnsi="Corbel"/>
                <w:b w:val="0"/>
                <w:smallCaps w:val="0"/>
                <w:szCs w:val="24"/>
              </w:rPr>
              <w:t xml:space="preserve">klasycznych technik rysunkowych, </w:t>
            </w:r>
          </w:p>
          <w:p w14:paraId="5C6BD01C" w14:textId="77777777" w:rsidR="00C40BBF" w:rsidRPr="002C6ECD" w:rsidRDefault="00C95A41" w:rsidP="00C17EF5">
            <w:pPr>
              <w:pStyle w:val="Punktygwne"/>
              <w:spacing w:before="40" w:after="40"/>
              <w:rPr>
                <w:rFonts w:ascii="Corbel" w:hAnsi="Corbel"/>
                <w:b w:val="0"/>
                <w:smallCaps w:val="0"/>
                <w:szCs w:val="24"/>
              </w:rPr>
            </w:pPr>
            <w:r>
              <w:rPr>
                <w:rFonts w:ascii="Corbel" w:hAnsi="Corbel"/>
                <w:b w:val="0"/>
                <w:smallCaps w:val="0"/>
                <w:szCs w:val="24"/>
              </w:rPr>
              <w:t>ś</w:t>
            </w:r>
            <w:r w:rsidR="00C40BBF">
              <w:rPr>
                <w:rFonts w:ascii="Corbel" w:hAnsi="Corbel"/>
                <w:b w:val="0"/>
                <w:smallCaps w:val="0"/>
                <w:szCs w:val="24"/>
              </w:rPr>
              <w:t>wiadomość stosowania odpowiednich metod adekwatnych do realizowanego p</w:t>
            </w:r>
            <w:r w:rsidR="009F6DB2">
              <w:rPr>
                <w:rFonts w:ascii="Corbel" w:hAnsi="Corbel"/>
                <w:b w:val="0"/>
                <w:smallCaps w:val="0"/>
                <w:szCs w:val="24"/>
              </w:rPr>
              <w:t>roblemu plastycznego</w:t>
            </w:r>
            <w:r>
              <w:rPr>
                <w:rFonts w:ascii="Corbel" w:hAnsi="Corbel"/>
                <w:b w:val="0"/>
                <w:smallCaps w:val="0"/>
                <w:szCs w:val="24"/>
              </w:rPr>
              <w:t xml:space="preserve"> - w stopniu podstawowym</w:t>
            </w:r>
            <w:r w:rsidR="009F6DB2">
              <w:rPr>
                <w:rFonts w:ascii="Corbel" w:hAnsi="Corbel"/>
                <w:b w:val="0"/>
                <w:smallCaps w:val="0"/>
                <w:szCs w:val="24"/>
              </w:rPr>
              <w:t xml:space="preserve">. </w:t>
            </w:r>
            <w:r w:rsidR="00C40BBF">
              <w:rPr>
                <w:rFonts w:ascii="Corbel" w:hAnsi="Corbel"/>
                <w:b w:val="0"/>
                <w:smallCaps w:val="0"/>
                <w:szCs w:val="24"/>
              </w:rPr>
              <w:t xml:space="preserve">Fundamentalna wiedza w zakresie </w:t>
            </w:r>
            <w:r w:rsidR="009F6DB2">
              <w:rPr>
                <w:rFonts w:ascii="Corbel" w:hAnsi="Corbel"/>
                <w:b w:val="0"/>
                <w:smallCaps w:val="0"/>
                <w:szCs w:val="24"/>
              </w:rPr>
              <w:t>głów</w:t>
            </w:r>
            <w:r w:rsidR="002A7FAF">
              <w:rPr>
                <w:rFonts w:ascii="Corbel" w:hAnsi="Corbel"/>
                <w:b w:val="0"/>
                <w:smallCaps w:val="0"/>
                <w:szCs w:val="24"/>
              </w:rPr>
              <w:t>nych środków wyrazu</w:t>
            </w:r>
            <w:r w:rsidR="009F6DB2">
              <w:rPr>
                <w:rFonts w:ascii="Corbel" w:hAnsi="Corbel"/>
                <w:b w:val="0"/>
                <w:smallCaps w:val="0"/>
                <w:szCs w:val="24"/>
              </w:rPr>
              <w:t xml:space="preserve">, </w:t>
            </w:r>
            <w:r w:rsidR="00C40BBF">
              <w:rPr>
                <w:rFonts w:ascii="Corbel" w:hAnsi="Corbel"/>
                <w:b w:val="0"/>
                <w:smallCaps w:val="0"/>
                <w:szCs w:val="24"/>
              </w:rPr>
              <w:t>kompozycji</w:t>
            </w:r>
            <w:r w:rsidR="003A2778">
              <w:rPr>
                <w:rFonts w:ascii="Corbel" w:hAnsi="Corbel"/>
                <w:b w:val="0"/>
                <w:smallCaps w:val="0"/>
                <w:szCs w:val="24"/>
              </w:rPr>
              <w:t xml:space="preserve">, budowy obrazu </w:t>
            </w:r>
            <w:r w:rsidR="00C40BBF">
              <w:rPr>
                <w:rFonts w:ascii="Corbel" w:hAnsi="Corbel"/>
                <w:b w:val="0"/>
                <w:smallCaps w:val="0"/>
                <w:szCs w:val="24"/>
              </w:rPr>
              <w:t xml:space="preserve">oraz w dziedzinie historii dyscypliny i jej aktualnego statusu na tle współczesnych zjawisk w sztuce. </w:t>
            </w:r>
          </w:p>
        </w:tc>
      </w:tr>
    </w:tbl>
    <w:p w14:paraId="51D26A09" w14:textId="77777777" w:rsidR="00F55CBB" w:rsidRDefault="00F55CBB" w:rsidP="009C54AE">
      <w:pPr>
        <w:pStyle w:val="Punktygwne"/>
        <w:spacing w:before="0" w:after="0"/>
        <w:rPr>
          <w:rFonts w:ascii="Corbel" w:hAnsi="Corbel"/>
          <w:szCs w:val="24"/>
        </w:rPr>
      </w:pPr>
    </w:p>
    <w:p w14:paraId="103AC48C" w14:textId="77777777" w:rsidR="0085747A"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992EA34" w14:textId="77777777" w:rsidR="00FD3884" w:rsidRPr="00B0525A" w:rsidRDefault="00FD3884" w:rsidP="009C54AE">
      <w:pPr>
        <w:pStyle w:val="Punktygwne"/>
        <w:spacing w:before="0" w:after="0"/>
        <w:rPr>
          <w:rFonts w:ascii="Corbel" w:hAnsi="Corbel"/>
          <w:color w:val="FF0000"/>
          <w:szCs w:val="24"/>
        </w:rPr>
      </w:pPr>
    </w:p>
    <w:p w14:paraId="542FA155"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424D2EEB"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9C54AE" w14:paraId="66F417CC" w14:textId="77777777" w:rsidTr="00923D7D">
        <w:tc>
          <w:tcPr>
            <w:tcW w:w="851" w:type="dxa"/>
            <w:vAlign w:val="center"/>
          </w:tcPr>
          <w:p w14:paraId="260DBC92" w14:textId="77777777" w:rsidR="0085747A" w:rsidRPr="009C54AE" w:rsidRDefault="00ED19FC" w:rsidP="009C54AE">
            <w:pPr>
              <w:pStyle w:val="Podpunkty"/>
              <w:spacing w:before="40" w:after="40"/>
              <w:ind w:left="0"/>
              <w:jc w:val="left"/>
              <w:rPr>
                <w:rFonts w:ascii="Corbel" w:hAnsi="Corbel"/>
                <w:b w:val="0"/>
                <w:sz w:val="24"/>
                <w:szCs w:val="24"/>
              </w:rPr>
            </w:pPr>
            <w:r>
              <w:rPr>
                <w:rFonts w:ascii="Corbel" w:hAnsi="Corbel"/>
                <w:b w:val="0"/>
                <w:sz w:val="24"/>
                <w:szCs w:val="24"/>
              </w:rPr>
              <w:t>C1</w:t>
            </w:r>
          </w:p>
        </w:tc>
        <w:tc>
          <w:tcPr>
            <w:tcW w:w="8819" w:type="dxa"/>
            <w:vAlign w:val="center"/>
          </w:tcPr>
          <w:p w14:paraId="780806A6" w14:textId="77777777" w:rsidR="0079229C" w:rsidRPr="00E92BE0" w:rsidRDefault="00C56CF6" w:rsidP="00603A9E">
            <w:pPr>
              <w:rPr>
                <w:rFonts w:ascii="Corbel" w:hAnsi="Corbel"/>
                <w:sz w:val="24"/>
                <w:szCs w:val="24"/>
              </w:rPr>
            </w:pPr>
            <w:r>
              <w:rPr>
                <w:rFonts w:ascii="Corbel" w:hAnsi="Corbel"/>
                <w:sz w:val="24"/>
                <w:szCs w:val="24"/>
              </w:rPr>
              <w:t>Pogłębianie umiejętności</w:t>
            </w:r>
            <w:r w:rsidR="00DF2C5A" w:rsidRPr="00E92BE0">
              <w:rPr>
                <w:rFonts w:ascii="Corbel" w:hAnsi="Corbel"/>
                <w:sz w:val="24"/>
                <w:szCs w:val="24"/>
              </w:rPr>
              <w:t xml:space="preserve"> obserwacji, analizy </w:t>
            </w:r>
            <w:r w:rsidR="006D6B57" w:rsidRPr="00E92BE0">
              <w:rPr>
                <w:rFonts w:ascii="Corbel" w:hAnsi="Corbel"/>
                <w:sz w:val="24"/>
                <w:szCs w:val="24"/>
              </w:rPr>
              <w:t xml:space="preserve">i rejestracji natury </w:t>
            </w:r>
            <w:r w:rsidR="007F6B1F" w:rsidRPr="00E92BE0">
              <w:rPr>
                <w:rFonts w:ascii="Corbel" w:hAnsi="Corbel"/>
                <w:sz w:val="24"/>
                <w:szCs w:val="24"/>
              </w:rPr>
              <w:t xml:space="preserve">(aranżacje w różnych układach kompozycyjnych, przestrzennych i oświetleniowych) </w:t>
            </w:r>
            <w:r w:rsidR="006D6B57" w:rsidRPr="00E92BE0">
              <w:rPr>
                <w:rFonts w:ascii="Corbel" w:hAnsi="Corbel"/>
                <w:sz w:val="24"/>
                <w:szCs w:val="24"/>
              </w:rPr>
              <w:t>przy jednoczesnym zachowaniu charakteru i odrębności wł</w:t>
            </w:r>
            <w:r w:rsidR="00ED19FC" w:rsidRPr="00E92BE0">
              <w:rPr>
                <w:rFonts w:ascii="Corbel" w:hAnsi="Corbel"/>
                <w:sz w:val="24"/>
                <w:szCs w:val="24"/>
              </w:rPr>
              <w:t xml:space="preserve">asnej, </w:t>
            </w:r>
            <w:r w:rsidR="0079229C" w:rsidRPr="00E92BE0">
              <w:rPr>
                <w:rFonts w:ascii="Corbel" w:hAnsi="Corbel"/>
                <w:sz w:val="24"/>
                <w:szCs w:val="24"/>
              </w:rPr>
              <w:t xml:space="preserve">indywidualnej </w:t>
            </w:r>
            <w:r w:rsidR="00ED19FC" w:rsidRPr="00E92BE0">
              <w:rPr>
                <w:rFonts w:ascii="Corbel" w:hAnsi="Corbel"/>
                <w:sz w:val="24"/>
                <w:szCs w:val="24"/>
              </w:rPr>
              <w:t xml:space="preserve">wypowiedzi </w:t>
            </w:r>
            <w:r w:rsidR="006D6B57" w:rsidRPr="00E92BE0">
              <w:rPr>
                <w:rFonts w:ascii="Corbel" w:hAnsi="Corbel"/>
                <w:sz w:val="24"/>
                <w:szCs w:val="24"/>
              </w:rPr>
              <w:t>artystycznej.</w:t>
            </w:r>
          </w:p>
        </w:tc>
      </w:tr>
      <w:tr w:rsidR="0085747A" w:rsidRPr="009C54AE" w14:paraId="59DF16CA" w14:textId="77777777" w:rsidTr="00923D7D">
        <w:tc>
          <w:tcPr>
            <w:tcW w:w="851" w:type="dxa"/>
            <w:vAlign w:val="center"/>
          </w:tcPr>
          <w:p w14:paraId="3D41D2F0" w14:textId="77777777" w:rsidR="0085747A" w:rsidRPr="009C54AE" w:rsidRDefault="00E566AF" w:rsidP="009C54AE">
            <w:pPr>
              <w:pStyle w:val="Cele"/>
              <w:spacing w:before="40" w:after="40"/>
              <w:ind w:left="0" w:firstLine="0"/>
              <w:jc w:val="left"/>
              <w:rPr>
                <w:rFonts w:ascii="Corbel" w:hAnsi="Corbel"/>
                <w:sz w:val="24"/>
                <w:szCs w:val="24"/>
              </w:rPr>
            </w:pPr>
            <w:r>
              <w:rPr>
                <w:rFonts w:ascii="Corbel" w:hAnsi="Corbel"/>
                <w:sz w:val="24"/>
                <w:szCs w:val="24"/>
              </w:rPr>
              <w:t>C2</w:t>
            </w:r>
          </w:p>
        </w:tc>
        <w:tc>
          <w:tcPr>
            <w:tcW w:w="8819" w:type="dxa"/>
            <w:vAlign w:val="center"/>
          </w:tcPr>
          <w:p w14:paraId="21461542" w14:textId="77777777" w:rsidR="00CE1FA7" w:rsidRDefault="007F5A2E" w:rsidP="005E287A">
            <w:pPr>
              <w:pStyle w:val="Podpunkty"/>
              <w:spacing w:before="40" w:after="40"/>
              <w:ind w:left="0"/>
              <w:jc w:val="left"/>
              <w:rPr>
                <w:rFonts w:ascii="Corbel" w:hAnsi="Corbel"/>
                <w:b w:val="0"/>
                <w:sz w:val="24"/>
                <w:szCs w:val="24"/>
              </w:rPr>
            </w:pPr>
            <w:r w:rsidRPr="00E92BE0">
              <w:rPr>
                <w:rFonts w:ascii="Corbel" w:hAnsi="Corbel"/>
                <w:b w:val="0"/>
                <w:sz w:val="24"/>
                <w:szCs w:val="24"/>
              </w:rPr>
              <w:t xml:space="preserve">Kształtowanie twórczego myślenia m.in. poprzez interpretowanie rzeczywistości (przestrzennej i odczuwanej, gdzie natura staje się pretekstem do tworzenia dalszych, bardziej swobodnych działań - </w:t>
            </w:r>
            <w:r w:rsidR="004A38D4" w:rsidRPr="00E92BE0">
              <w:rPr>
                <w:rFonts w:ascii="Corbel" w:hAnsi="Corbel"/>
                <w:b w:val="0"/>
                <w:sz w:val="24"/>
                <w:szCs w:val="24"/>
              </w:rPr>
              <w:t xml:space="preserve">własnych </w:t>
            </w:r>
            <w:r w:rsidRPr="00E92BE0">
              <w:rPr>
                <w:rFonts w:ascii="Corbel" w:hAnsi="Corbel"/>
                <w:b w:val="0"/>
                <w:sz w:val="24"/>
                <w:szCs w:val="24"/>
              </w:rPr>
              <w:t>rozwiązań, komunikatów), eksplorowanie wyobraźni, jak też transponowanie pojęć czy obszarów innych dziedzin sztuki na język rysunku.</w:t>
            </w:r>
          </w:p>
          <w:p w14:paraId="18AA572D" w14:textId="77777777" w:rsidR="00487314" w:rsidRPr="00E92BE0" w:rsidRDefault="00487314" w:rsidP="005E287A">
            <w:pPr>
              <w:pStyle w:val="Podpunkty"/>
              <w:spacing w:before="40" w:after="40"/>
              <w:ind w:left="0"/>
              <w:jc w:val="left"/>
              <w:rPr>
                <w:rFonts w:ascii="Corbel" w:hAnsi="Corbel"/>
                <w:b w:val="0"/>
                <w:sz w:val="24"/>
                <w:szCs w:val="24"/>
              </w:rPr>
            </w:pPr>
          </w:p>
        </w:tc>
      </w:tr>
      <w:tr w:rsidR="00172B9A" w:rsidRPr="009C54AE" w14:paraId="6C6D8D77" w14:textId="77777777" w:rsidTr="00923D7D">
        <w:tc>
          <w:tcPr>
            <w:tcW w:w="851" w:type="dxa"/>
            <w:vAlign w:val="center"/>
          </w:tcPr>
          <w:p w14:paraId="5E7A1B1F" w14:textId="77777777" w:rsidR="00172B9A" w:rsidRDefault="00A43994" w:rsidP="009C54AE">
            <w:pPr>
              <w:pStyle w:val="Cele"/>
              <w:spacing w:before="40" w:after="40"/>
              <w:ind w:left="0" w:firstLine="0"/>
              <w:jc w:val="left"/>
              <w:rPr>
                <w:rFonts w:ascii="Corbel" w:hAnsi="Corbel"/>
                <w:sz w:val="24"/>
                <w:szCs w:val="24"/>
              </w:rPr>
            </w:pPr>
            <w:r w:rsidRPr="009C54AE">
              <w:rPr>
                <w:rFonts w:ascii="Corbel" w:hAnsi="Corbel"/>
                <w:sz w:val="24"/>
                <w:szCs w:val="24"/>
              </w:rPr>
              <w:t>C</w:t>
            </w:r>
            <w:r>
              <w:rPr>
                <w:rFonts w:ascii="Corbel" w:hAnsi="Corbel"/>
                <w:sz w:val="24"/>
                <w:szCs w:val="24"/>
              </w:rPr>
              <w:t>3</w:t>
            </w:r>
          </w:p>
        </w:tc>
        <w:tc>
          <w:tcPr>
            <w:tcW w:w="8819" w:type="dxa"/>
            <w:vAlign w:val="center"/>
          </w:tcPr>
          <w:p w14:paraId="0D6F6901" w14:textId="77777777" w:rsidR="00A43994" w:rsidRPr="00E92BE0" w:rsidRDefault="00A43994" w:rsidP="00A43994">
            <w:pPr>
              <w:pStyle w:val="Podpunkty"/>
              <w:spacing w:before="40" w:after="40"/>
              <w:ind w:left="0"/>
              <w:jc w:val="left"/>
              <w:rPr>
                <w:rFonts w:ascii="Corbel" w:hAnsi="Corbel"/>
                <w:b w:val="0"/>
                <w:sz w:val="24"/>
                <w:szCs w:val="24"/>
              </w:rPr>
            </w:pPr>
            <w:r w:rsidRPr="00E92BE0">
              <w:rPr>
                <w:rFonts w:ascii="Corbel" w:hAnsi="Corbel"/>
                <w:b w:val="0"/>
                <w:sz w:val="24"/>
                <w:szCs w:val="24"/>
              </w:rPr>
              <w:t xml:space="preserve">Doskonalenie metod pracy w kontekście podejmowanych zadań służących weryfikacji, konkretyzowaniu i ugruntowaniu indywidualnego języka twórczej wypowiedzi. </w:t>
            </w:r>
          </w:p>
          <w:p w14:paraId="061BFEB1" w14:textId="77777777" w:rsidR="00A43994" w:rsidRPr="00E92BE0" w:rsidRDefault="00A43994" w:rsidP="00A43994">
            <w:pPr>
              <w:pStyle w:val="Podpunkty"/>
              <w:spacing w:before="40" w:after="40"/>
              <w:ind w:left="0"/>
              <w:jc w:val="left"/>
              <w:rPr>
                <w:rFonts w:ascii="Corbel" w:hAnsi="Corbel"/>
                <w:b w:val="0"/>
                <w:sz w:val="24"/>
                <w:szCs w:val="24"/>
              </w:rPr>
            </w:pPr>
            <w:r w:rsidRPr="00E92BE0">
              <w:rPr>
                <w:rFonts w:ascii="Corbel" w:hAnsi="Corbel"/>
                <w:b w:val="0"/>
                <w:sz w:val="24"/>
                <w:szCs w:val="24"/>
              </w:rPr>
              <w:t xml:space="preserve">Wyposażanie studenta w umiejętności pogłębiające jego świadomość jako twórcy, </w:t>
            </w:r>
          </w:p>
          <w:p w14:paraId="7B069008" w14:textId="77777777" w:rsidR="00A43994" w:rsidRDefault="00A43994" w:rsidP="00A43994">
            <w:pPr>
              <w:pStyle w:val="Podpunkty"/>
              <w:spacing w:before="40" w:after="40"/>
              <w:ind w:left="0"/>
              <w:jc w:val="left"/>
              <w:rPr>
                <w:rFonts w:ascii="Corbel" w:hAnsi="Corbel"/>
                <w:b w:val="0"/>
                <w:sz w:val="24"/>
                <w:szCs w:val="24"/>
              </w:rPr>
            </w:pPr>
            <w:r w:rsidRPr="00E92BE0">
              <w:rPr>
                <w:rFonts w:ascii="Corbel" w:hAnsi="Corbel"/>
                <w:b w:val="0"/>
                <w:sz w:val="24"/>
                <w:szCs w:val="24"/>
              </w:rPr>
              <w:t>który uzmysławia sobie artystyczne możliwości i jest zdolny do podjęcia i realizacji wyzwań jakie stawiają przed artystą  i animatorem kultury współczesne przejawy działalności artystycznej. Twórcy, który rozumie tendencje rozwojowe sztuk plastycznych i umie dokonywać krytycznej oceny własnych dokonań.</w:t>
            </w:r>
          </w:p>
          <w:p w14:paraId="45D08AE7" w14:textId="77777777" w:rsidR="00172B9A" w:rsidRPr="00E92BE0" w:rsidRDefault="00172B9A" w:rsidP="005E287A">
            <w:pPr>
              <w:pStyle w:val="Podpunkty"/>
              <w:spacing w:before="40" w:after="40"/>
              <w:ind w:left="0"/>
              <w:jc w:val="left"/>
              <w:rPr>
                <w:rFonts w:ascii="Corbel" w:hAnsi="Corbel"/>
                <w:b w:val="0"/>
                <w:sz w:val="24"/>
                <w:szCs w:val="24"/>
              </w:rPr>
            </w:pPr>
          </w:p>
        </w:tc>
      </w:tr>
      <w:tr w:rsidR="0085747A" w:rsidRPr="009C54AE" w14:paraId="24AF895C" w14:textId="77777777" w:rsidTr="00923D7D">
        <w:tc>
          <w:tcPr>
            <w:tcW w:w="851" w:type="dxa"/>
            <w:vAlign w:val="center"/>
          </w:tcPr>
          <w:p w14:paraId="41D90E5C" w14:textId="77777777" w:rsidR="0085747A" w:rsidRPr="009C54AE" w:rsidRDefault="00A43994" w:rsidP="009C54AE">
            <w:pPr>
              <w:pStyle w:val="Podpunkty"/>
              <w:spacing w:before="40" w:after="40"/>
              <w:ind w:left="0"/>
              <w:jc w:val="left"/>
              <w:rPr>
                <w:rFonts w:ascii="Corbel" w:hAnsi="Corbel"/>
                <w:b w:val="0"/>
                <w:sz w:val="24"/>
                <w:szCs w:val="24"/>
              </w:rPr>
            </w:pPr>
            <w:r>
              <w:rPr>
                <w:rFonts w:ascii="Corbel" w:hAnsi="Corbel"/>
                <w:b w:val="0"/>
                <w:sz w:val="24"/>
                <w:szCs w:val="24"/>
              </w:rPr>
              <w:t>C4</w:t>
            </w:r>
          </w:p>
        </w:tc>
        <w:tc>
          <w:tcPr>
            <w:tcW w:w="8819" w:type="dxa"/>
            <w:vAlign w:val="center"/>
          </w:tcPr>
          <w:p w14:paraId="3F08AA47" w14:textId="77777777" w:rsidR="00A43994" w:rsidRPr="00E92BE0" w:rsidRDefault="00A43994" w:rsidP="00A43994">
            <w:pPr>
              <w:pStyle w:val="Podpunkty"/>
              <w:spacing w:before="40" w:after="40"/>
              <w:ind w:left="0"/>
              <w:jc w:val="left"/>
              <w:rPr>
                <w:rFonts w:ascii="Corbel" w:hAnsi="Corbel"/>
                <w:b w:val="0"/>
                <w:sz w:val="24"/>
                <w:szCs w:val="24"/>
              </w:rPr>
            </w:pPr>
            <w:r w:rsidRPr="00E92BE0">
              <w:rPr>
                <w:rFonts w:ascii="Corbel" w:hAnsi="Corbel"/>
                <w:b w:val="0"/>
                <w:sz w:val="24"/>
                <w:szCs w:val="24"/>
              </w:rPr>
              <w:t>Doskonalenie umiejętności technologiczno-warsztatowych w dziedzinie rysunku.</w:t>
            </w:r>
          </w:p>
          <w:p w14:paraId="4A792AE0" w14:textId="77777777" w:rsidR="00A43994" w:rsidRDefault="00A43994" w:rsidP="00A43994">
            <w:pPr>
              <w:pStyle w:val="Podpunkty"/>
              <w:spacing w:before="40" w:after="40"/>
              <w:ind w:left="0"/>
              <w:jc w:val="left"/>
              <w:rPr>
                <w:rFonts w:ascii="Corbel" w:hAnsi="Corbel"/>
                <w:b w:val="0"/>
                <w:sz w:val="24"/>
                <w:szCs w:val="24"/>
              </w:rPr>
            </w:pPr>
            <w:r w:rsidRPr="00E92BE0">
              <w:rPr>
                <w:rFonts w:ascii="Corbel" w:hAnsi="Corbel"/>
                <w:b w:val="0"/>
                <w:sz w:val="24"/>
                <w:szCs w:val="24"/>
              </w:rPr>
              <w:t xml:space="preserve">Podejmowanie </w:t>
            </w:r>
            <w:r>
              <w:rPr>
                <w:rFonts w:ascii="Corbel" w:hAnsi="Corbel"/>
                <w:b w:val="0"/>
                <w:sz w:val="24"/>
                <w:szCs w:val="24"/>
              </w:rPr>
              <w:t xml:space="preserve">świadomych, </w:t>
            </w:r>
            <w:r w:rsidRPr="00E92BE0">
              <w:rPr>
                <w:rFonts w:ascii="Corbel" w:hAnsi="Corbel"/>
                <w:b w:val="0"/>
                <w:sz w:val="24"/>
                <w:szCs w:val="24"/>
              </w:rPr>
              <w:t>twórczych decyzji formalnych, dobór rozwiązań technologicznych i środków wyrazu plastycznego do celu i charakteru dzieła.</w:t>
            </w:r>
          </w:p>
          <w:p w14:paraId="256EBF59" w14:textId="77777777" w:rsidR="00487314" w:rsidRPr="00E92BE0" w:rsidRDefault="00487314" w:rsidP="00A43994">
            <w:pPr>
              <w:pStyle w:val="Podpunkty"/>
              <w:spacing w:before="40" w:after="40"/>
              <w:ind w:left="0"/>
              <w:jc w:val="left"/>
              <w:rPr>
                <w:rFonts w:ascii="Corbel" w:hAnsi="Corbel"/>
                <w:b w:val="0"/>
                <w:sz w:val="24"/>
                <w:szCs w:val="24"/>
              </w:rPr>
            </w:pPr>
          </w:p>
        </w:tc>
      </w:tr>
      <w:tr w:rsidR="00403D33" w:rsidRPr="009C54AE" w14:paraId="6F19B418" w14:textId="77777777" w:rsidTr="00923D7D">
        <w:tc>
          <w:tcPr>
            <w:tcW w:w="851" w:type="dxa"/>
            <w:vAlign w:val="center"/>
          </w:tcPr>
          <w:p w14:paraId="7D354198" w14:textId="77777777" w:rsidR="00403D33" w:rsidRPr="009C54AE" w:rsidRDefault="00A43994" w:rsidP="009C54AE">
            <w:pPr>
              <w:pStyle w:val="Podpunkty"/>
              <w:spacing w:before="40" w:after="40"/>
              <w:ind w:left="0"/>
              <w:jc w:val="left"/>
              <w:rPr>
                <w:rFonts w:ascii="Corbel" w:hAnsi="Corbel"/>
                <w:b w:val="0"/>
                <w:sz w:val="24"/>
                <w:szCs w:val="24"/>
              </w:rPr>
            </w:pPr>
            <w:r>
              <w:rPr>
                <w:rFonts w:ascii="Corbel" w:hAnsi="Corbel"/>
                <w:b w:val="0"/>
                <w:sz w:val="24"/>
                <w:szCs w:val="24"/>
              </w:rPr>
              <w:lastRenderedPageBreak/>
              <w:t>C5</w:t>
            </w:r>
          </w:p>
        </w:tc>
        <w:tc>
          <w:tcPr>
            <w:tcW w:w="8819" w:type="dxa"/>
            <w:vAlign w:val="center"/>
          </w:tcPr>
          <w:p w14:paraId="7F2266BE" w14:textId="77777777" w:rsidR="00A43994" w:rsidRDefault="00A43994" w:rsidP="00A43994">
            <w:pPr>
              <w:pStyle w:val="Podpunkty"/>
              <w:spacing w:before="40" w:after="40"/>
              <w:ind w:left="0"/>
              <w:jc w:val="left"/>
              <w:rPr>
                <w:rFonts w:ascii="Corbel" w:hAnsi="Corbel"/>
                <w:b w:val="0"/>
                <w:sz w:val="24"/>
                <w:szCs w:val="24"/>
              </w:rPr>
            </w:pPr>
            <w:r w:rsidRPr="00E92BE0">
              <w:rPr>
                <w:rFonts w:ascii="Corbel" w:hAnsi="Corbel"/>
                <w:b w:val="0"/>
                <w:sz w:val="24"/>
                <w:szCs w:val="24"/>
              </w:rPr>
              <w:t>Kształtowanie otwartości na działania interdyscyplinarne  oraz umiejętności korzystania ze znajomości rysunku na rzecz innych dyscyplin artystycznych (malarstwo, grafika, rzeźba, działania konceptualne i multimedialne).</w:t>
            </w:r>
          </w:p>
          <w:p w14:paraId="65CC710C" w14:textId="77777777" w:rsidR="00487314" w:rsidRPr="00E92BE0" w:rsidRDefault="00487314" w:rsidP="00A43994">
            <w:pPr>
              <w:pStyle w:val="Podpunkty"/>
              <w:spacing w:before="40" w:after="40"/>
              <w:ind w:left="0"/>
              <w:jc w:val="left"/>
              <w:rPr>
                <w:rFonts w:ascii="Corbel" w:hAnsi="Corbel"/>
                <w:b w:val="0"/>
                <w:sz w:val="24"/>
                <w:szCs w:val="24"/>
              </w:rPr>
            </w:pPr>
          </w:p>
        </w:tc>
      </w:tr>
      <w:tr w:rsidR="00403D33" w:rsidRPr="009C54AE" w14:paraId="1F600C8C" w14:textId="77777777" w:rsidTr="00923D7D">
        <w:tc>
          <w:tcPr>
            <w:tcW w:w="851" w:type="dxa"/>
            <w:vAlign w:val="center"/>
          </w:tcPr>
          <w:p w14:paraId="481EFBA6" w14:textId="77777777" w:rsidR="00403D33" w:rsidRDefault="00A43994" w:rsidP="009C54AE">
            <w:pPr>
              <w:pStyle w:val="Podpunkty"/>
              <w:spacing w:before="40" w:after="40"/>
              <w:ind w:left="0"/>
              <w:jc w:val="left"/>
              <w:rPr>
                <w:rFonts w:ascii="Corbel" w:hAnsi="Corbel"/>
                <w:b w:val="0"/>
                <w:sz w:val="24"/>
                <w:szCs w:val="24"/>
              </w:rPr>
            </w:pPr>
            <w:r>
              <w:rPr>
                <w:rFonts w:ascii="Corbel" w:hAnsi="Corbel"/>
                <w:b w:val="0"/>
                <w:sz w:val="24"/>
                <w:szCs w:val="24"/>
              </w:rPr>
              <w:t>C6</w:t>
            </w:r>
          </w:p>
        </w:tc>
        <w:tc>
          <w:tcPr>
            <w:tcW w:w="8819" w:type="dxa"/>
            <w:vAlign w:val="center"/>
          </w:tcPr>
          <w:p w14:paraId="67A8DDC1" w14:textId="77777777" w:rsidR="00A43994" w:rsidRDefault="00A43994" w:rsidP="00A43994">
            <w:pPr>
              <w:pStyle w:val="Podpunkty"/>
              <w:spacing w:before="40" w:after="40"/>
              <w:ind w:left="0"/>
              <w:jc w:val="left"/>
              <w:rPr>
                <w:rFonts w:ascii="Corbel" w:hAnsi="Corbel"/>
                <w:b w:val="0"/>
                <w:sz w:val="24"/>
                <w:szCs w:val="24"/>
              </w:rPr>
            </w:pPr>
            <w:r w:rsidRPr="00E92BE0">
              <w:rPr>
                <w:rFonts w:ascii="Corbel" w:hAnsi="Corbel"/>
                <w:b w:val="0"/>
                <w:sz w:val="24"/>
                <w:szCs w:val="24"/>
              </w:rPr>
              <w:t>Dostrzeganie wartości i wpływu systematycznej pracy oraz aktywności twórczej i  planowania  na rzecz własnego rozwoju artystycznego oraz na rozwój innych osób.</w:t>
            </w:r>
          </w:p>
          <w:p w14:paraId="545015C5" w14:textId="77777777" w:rsidR="00487314" w:rsidRPr="00E92BE0" w:rsidRDefault="00487314" w:rsidP="00A43994">
            <w:pPr>
              <w:pStyle w:val="Podpunkty"/>
              <w:spacing w:before="40" w:after="40"/>
              <w:ind w:left="0"/>
              <w:jc w:val="left"/>
              <w:rPr>
                <w:rFonts w:ascii="Corbel" w:hAnsi="Corbel"/>
                <w:b w:val="0"/>
                <w:sz w:val="24"/>
                <w:szCs w:val="24"/>
              </w:rPr>
            </w:pPr>
          </w:p>
        </w:tc>
      </w:tr>
    </w:tbl>
    <w:p w14:paraId="42CE1281" w14:textId="77777777" w:rsidR="001E34A6" w:rsidRDefault="001E34A6" w:rsidP="009C54AE">
      <w:pPr>
        <w:spacing w:after="0" w:line="240" w:lineRule="auto"/>
        <w:ind w:left="426"/>
        <w:rPr>
          <w:rFonts w:ascii="Corbel" w:hAnsi="Corbel"/>
          <w:b/>
          <w:sz w:val="24"/>
          <w:szCs w:val="24"/>
        </w:rPr>
      </w:pPr>
    </w:p>
    <w:p w14:paraId="76A8A8D1" w14:textId="77777777" w:rsidR="001D7B54" w:rsidRDefault="009F4610" w:rsidP="009C54AE">
      <w:pPr>
        <w:spacing w:after="0" w:line="240" w:lineRule="auto"/>
        <w:ind w:left="426"/>
        <w:rPr>
          <w:rFonts w:ascii="Corbel" w:hAnsi="Corbel"/>
          <w:b/>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3F613E7B" w14:textId="77777777" w:rsidR="00C4497E" w:rsidRDefault="00C4497E" w:rsidP="009C54AE">
      <w:pPr>
        <w:spacing w:after="0" w:line="240" w:lineRule="auto"/>
        <w:rPr>
          <w:rFonts w:ascii="Corbel" w:hAnsi="Corbel"/>
          <w:sz w:val="24"/>
          <w:szCs w:val="24"/>
        </w:rPr>
      </w:pPr>
    </w:p>
    <w:p w14:paraId="10A6C589" w14:textId="77777777" w:rsidR="0015450C" w:rsidRPr="009C54AE" w:rsidRDefault="0015450C"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5976"/>
        <w:gridCol w:w="1865"/>
      </w:tblGrid>
      <w:tr w:rsidR="0085747A" w:rsidRPr="009C54AE" w14:paraId="5DF5DFD1" w14:textId="77777777" w:rsidTr="0071620A">
        <w:tc>
          <w:tcPr>
            <w:tcW w:w="1701" w:type="dxa"/>
            <w:vAlign w:val="center"/>
          </w:tcPr>
          <w:p w14:paraId="68F4CBDE"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14:paraId="123DFF35"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14:paraId="6F745BE2"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2C0BBA6D" w14:textId="77777777" w:rsidTr="005E6E85">
        <w:tc>
          <w:tcPr>
            <w:tcW w:w="1701" w:type="dxa"/>
          </w:tcPr>
          <w:p w14:paraId="3C98325D"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_01</w:t>
            </w:r>
          </w:p>
        </w:tc>
        <w:tc>
          <w:tcPr>
            <w:tcW w:w="6096" w:type="dxa"/>
          </w:tcPr>
          <w:p w14:paraId="35D0E0AB" w14:textId="77777777" w:rsidR="0085747A" w:rsidRPr="005B5F85" w:rsidRDefault="003B2883" w:rsidP="003B2883">
            <w:pPr>
              <w:rPr>
                <w:rFonts w:ascii="Corbel" w:hAnsi="Corbel"/>
                <w:sz w:val="24"/>
                <w:szCs w:val="24"/>
              </w:rPr>
            </w:pPr>
            <w:r w:rsidRPr="005B5F85">
              <w:rPr>
                <w:rFonts w:ascii="Corbel" w:hAnsi="Corbel"/>
                <w:sz w:val="24"/>
                <w:szCs w:val="24"/>
              </w:rPr>
              <w:t>Zna i opisuje metody przygotowania i wyboru podłoża pod realizację wypowiedzi rysunkowej  oraz  techniki rysunkowe (klasyczne jak i współczesne</w:t>
            </w:r>
            <w:r w:rsidR="00383AAD" w:rsidRPr="005B5F85">
              <w:rPr>
                <w:rFonts w:ascii="Corbel" w:hAnsi="Corbel"/>
                <w:sz w:val="24"/>
                <w:szCs w:val="24"/>
              </w:rPr>
              <w:t>,</w:t>
            </w:r>
            <w:r w:rsidRPr="005B5F85">
              <w:rPr>
                <w:rFonts w:ascii="Corbel" w:hAnsi="Corbel"/>
                <w:sz w:val="24"/>
                <w:szCs w:val="24"/>
              </w:rPr>
              <w:t xml:space="preserve"> wykorzystujące  w tworzeniu technik</w:t>
            </w:r>
            <w:r w:rsidR="0060784D" w:rsidRPr="005B5F85">
              <w:rPr>
                <w:rFonts w:ascii="Corbel" w:hAnsi="Corbel"/>
                <w:sz w:val="24"/>
                <w:szCs w:val="24"/>
              </w:rPr>
              <w:t xml:space="preserve">i </w:t>
            </w:r>
            <w:r w:rsidR="00383AAD" w:rsidRPr="005B5F85">
              <w:rPr>
                <w:rFonts w:ascii="Corbel" w:hAnsi="Corbel"/>
                <w:sz w:val="24"/>
                <w:szCs w:val="24"/>
              </w:rPr>
              <w:t xml:space="preserve">cyfrowe i interdyscyplinarne) </w:t>
            </w:r>
            <w:r w:rsidRPr="005B5F85">
              <w:rPr>
                <w:rFonts w:ascii="Corbel" w:hAnsi="Corbel"/>
                <w:sz w:val="24"/>
                <w:szCs w:val="24"/>
              </w:rPr>
              <w:t xml:space="preserve">adekwatne do realizacji konkretnego celu i charakteru pracy artystycznej. Tłumaczy </w:t>
            </w:r>
            <w:r w:rsidR="00961E9F" w:rsidRPr="005B5F85">
              <w:rPr>
                <w:rFonts w:ascii="Corbel" w:hAnsi="Corbel"/>
                <w:sz w:val="24"/>
                <w:szCs w:val="24"/>
              </w:rPr>
              <w:t xml:space="preserve">w sposób pogłębiony </w:t>
            </w:r>
            <w:r w:rsidRPr="005B5F85">
              <w:rPr>
                <w:rFonts w:ascii="Corbel" w:hAnsi="Corbel"/>
                <w:sz w:val="24"/>
                <w:szCs w:val="24"/>
              </w:rPr>
              <w:t xml:space="preserve">relację </w:t>
            </w:r>
            <w:r w:rsidR="00C75EC6">
              <w:rPr>
                <w:rFonts w:ascii="Corbel" w:hAnsi="Corbel"/>
                <w:sz w:val="24"/>
                <w:szCs w:val="24"/>
              </w:rPr>
              <w:t>formy i treści.</w:t>
            </w:r>
          </w:p>
        </w:tc>
        <w:tc>
          <w:tcPr>
            <w:tcW w:w="1873" w:type="dxa"/>
          </w:tcPr>
          <w:p w14:paraId="2947D385" w14:textId="77777777" w:rsidR="0085747A" w:rsidRDefault="00135455" w:rsidP="009C54AE">
            <w:pPr>
              <w:pStyle w:val="Punktygwne"/>
              <w:spacing w:before="0" w:after="0"/>
              <w:rPr>
                <w:rFonts w:ascii="Corbel" w:hAnsi="Corbel"/>
                <w:b w:val="0"/>
                <w:smallCaps w:val="0"/>
                <w:szCs w:val="24"/>
              </w:rPr>
            </w:pPr>
            <w:r>
              <w:rPr>
                <w:rFonts w:ascii="Corbel" w:hAnsi="Corbel"/>
                <w:b w:val="0"/>
                <w:smallCaps w:val="0"/>
                <w:szCs w:val="24"/>
              </w:rPr>
              <w:t>K_W01</w:t>
            </w:r>
          </w:p>
          <w:p w14:paraId="438A4F29" w14:textId="77777777" w:rsidR="009138BE" w:rsidRPr="009C54AE" w:rsidRDefault="009138BE" w:rsidP="009C54AE">
            <w:pPr>
              <w:pStyle w:val="Punktygwne"/>
              <w:spacing w:before="0" w:after="0"/>
              <w:rPr>
                <w:rFonts w:ascii="Corbel" w:hAnsi="Corbel"/>
                <w:b w:val="0"/>
                <w:smallCaps w:val="0"/>
                <w:szCs w:val="24"/>
              </w:rPr>
            </w:pPr>
          </w:p>
        </w:tc>
      </w:tr>
      <w:tr w:rsidR="0085747A" w:rsidRPr="009C54AE" w14:paraId="65733585" w14:textId="77777777" w:rsidTr="005E6E85">
        <w:tc>
          <w:tcPr>
            <w:tcW w:w="1701" w:type="dxa"/>
          </w:tcPr>
          <w:p w14:paraId="58FBBBF7"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6096" w:type="dxa"/>
          </w:tcPr>
          <w:p w14:paraId="4C66E0CD" w14:textId="77777777" w:rsidR="002E43D2" w:rsidRDefault="00C553F2" w:rsidP="00FF5084">
            <w:pPr>
              <w:rPr>
                <w:rFonts w:ascii="Corbel" w:hAnsi="Corbel" w:cs="Corbel"/>
                <w:sz w:val="24"/>
                <w:szCs w:val="24"/>
              </w:rPr>
            </w:pPr>
            <w:r>
              <w:rPr>
                <w:rFonts w:ascii="Corbel" w:hAnsi="Corbel" w:cs="Corbel"/>
                <w:sz w:val="24"/>
                <w:szCs w:val="24"/>
              </w:rPr>
              <w:t xml:space="preserve">- </w:t>
            </w:r>
            <w:r w:rsidR="0040479D">
              <w:rPr>
                <w:rFonts w:ascii="Corbel" w:hAnsi="Corbel" w:cs="Corbel"/>
                <w:sz w:val="24"/>
                <w:szCs w:val="24"/>
              </w:rPr>
              <w:t xml:space="preserve">Biegle posługuje się </w:t>
            </w:r>
            <w:r w:rsidR="00B7671F">
              <w:rPr>
                <w:rFonts w:ascii="Corbel" w:hAnsi="Corbel" w:cs="Corbel"/>
                <w:sz w:val="24"/>
                <w:szCs w:val="24"/>
              </w:rPr>
              <w:t xml:space="preserve">technikami </w:t>
            </w:r>
            <w:r w:rsidR="0066782E">
              <w:rPr>
                <w:rFonts w:ascii="Corbel" w:hAnsi="Corbel" w:cs="Corbel"/>
                <w:sz w:val="24"/>
                <w:szCs w:val="24"/>
              </w:rPr>
              <w:t xml:space="preserve">klasycznymi i współcześnie stosowanymi w rysunku. </w:t>
            </w:r>
            <w:r w:rsidR="00C468AE" w:rsidRPr="0089339F">
              <w:rPr>
                <w:rFonts w:ascii="Corbel" w:hAnsi="Corbel" w:cs="Corbel"/>
                <w:sz w:val="24"/>
                <w:szCs w:val="24"/>
              </w:rPr>
              <w:t>Wypowiedzi</w:t>
            </w:r>
            <w:r w:rsidR="00B1696D" w:rsidRPr="0089339F">
              <w:rPr>
                <w:rFonts w:ascii="Corbel" w:hAnsi="Corbel" w:cs="Corbel"/>
                <w:sz w:val="24"/>
                <w:szCs w:val="24"/>
              </w:rPr>
              <w:t xml:space="preserve"> konstruuje  ze świadomością  aktualnego statusu rysunku na arenie sztuki współczesnej. </w:t>
            </w:r>
          </w:p>
          <w:p w14:paraId="21CAEBCC" w14:textId="77777777" w:rsidR="001564DE" w:rsidRPr="00A7656C" w:rsidRDefault="00C553F2" w:rsidP="00FF5084">
            <w:pPr>
              <w:rPr>
                <w:rFonts w:ascii="Corbel" w:hAnsi="Corbel" w:cs="Corbel"/>
                <w:sz w:val="24"/>
                <w:szCs w:val="24"/>
              </w:rPr>
            </w:pPr>
            <w:r>
              <w:rPr>
                <w:rFonts w:ascii="Corbel" w:hAnsi="Corbel" w:cs="Corbel"/>
                <w:sz w:val="24"/>
                <w:szCs w:val="24"/>
              </w:rPr>
              <w:t xml:space="preserve">- </w:t>
            </w:r>
            <w:r w:rsidR="0032041D">
              <w:rPr>
                <w:rFonts w:ascii="Corbel" w:hAnsi="Corbel" w:cs="Corbel"/>
                <w:sz w:val="24"/>
                <w:szCs w:val="24"/>
              </w:rPr>
              <w:t xml:space="preserve">Celem wzmacniania walorów wyrazowo-artystycznych tworzonych dzieł  </w:t>
            </w:r>
            <w:r w:rsidR="004E2F97">
              <w:rPr>
                <w:rFonts w:ascii="Corbel" w:hAnsi="Corbel" w:cs="Corbel"/>
                <w:sz w:val="24"/>
                <w:szCs w:val="24"/>
              </w:rPr>
              <w:t xml:space="preserve">potrafi stosować </w:t>
            </w:r>
            <w:r w:rsidR="0032041D">
              <w:rPr>
                <w:rFonts w:ascii="Corbel" w:hAnsi="Corbel" w:cs="Corbel"/>
                <w:sz w:val="24"/>
                <w:szCs w:val="24"/>
              </w:rPr>
              <w:t xml:space="preserve"> rozwiązania </w:t>
            </w:r>
            <w:r w:rsidR="00BF1049">
              <w:rPr>
                <w:rFonts w:ascii="Corbel" w:hAnsi="Corbel" w:cs="Corbel"/>
                <w:sz w:val="24"/>
                <w:szCs w:val="24"/>
              </w:rPr>
              <w:t>z wykorzyst</w:t>
            </w:r>
            <w:r w:rsidR="00E71A9F">
              <w:rPr>
                <w:rFonts w:ascii="Corbel" w:hAnsi="Corbel" w:cs="Corbel"/>
                <w:sz w:val="24"/>
                <w:szCs w:val="24"/>
              </w:rPr>
              <w:t xml:space="preserve">aniem przenikania się dyscyplin i </w:t>
            </w:r>
            <w:r w:rsidR="00B64FCE">
              <w:rPr>
                <w:rFonts w:ascii="Corbel" w:hAnsi="Corbel" w:cs="Corbel"/>
                <w:sz w:val="24"/>
                <w:szCs w:val="24"/>
              </w:rPr>
              <w:t xml:space="preserve">z </w:t>
            </w:r>
            <w:r w:rsidR="002F636B">
              <w:rPr>
                <w:rFonts w:ascii="Corbel" w:hAnsi="Corbel" w:cs="Corbel"/>
                <w:sz w:val="24"/>
                <w:szCs w:val="24"/>
              </w:rPr>
              <w:t xml:space="preserve">otwartością </w:t>
            </w:r>
            <w:r w:rsidR="00B64FCE">
              <w:rPr>
                <w:rFonts w:ascii="Corbel" w:hAnsi="Corbel" w:cs="Corbel"/>
                <w:sz w:val="24"/>
                <w:szCs w:val="24"/>
              </w:rPr>
              <w:t xml:space="preserve">na </w:t>
            </w:r>
            <w:r w:rsidR="002F636B">
              <w:rPr>
                <w:rFonts w:ascii="Corbel" w:hAnsi="Corbel" w:cs="Corbel"/>
                <w:sz w:val="24"/>
                <w:szCs w:val="24"/>
              </w:rPr>
              <w:t>nowe media.</w:t>
            </w:r>
          </w:p>
        </w:tc>
        <w:tc>
          <w:tcPr>
            <w:tcW w:w="1873" w:type="dxa"/>
          </w:tcPr>
          <w:p w14:paraId="00C4A3FD" w14:textId="77777777" w:rsidR="0085747A" w:rsidRDefault="00135455" w:rsidP="009C54AE">
            <w:pPr>
              <w:pStyle w:val="Punktygwne"/>
              <w:spacing w:before="0" w:after="0"/>
              <w:rPr>
                <w:rFonts w:ascii="Corbel" w:hAnsi="Corbel"/>
                <w:b w:val="0"/>
                <w:smallCaps w:val="0"/>
                <w:szCs w:val="24"/>
              </w:rPr>
            </w:pPr>
            <w:r>
              <w:rPr>
                <w:rFonts w:ascii="Corbel" w:hAnsi="Corbel"/>
                <w:b w:val="0"/>
                <w:smallCaps w:val="0"/>
                <w:szCs w:val="24"/>
              </w:rPr>
              <w:t>K_U01</w:t>
            </w:r>
          </w:p>
          <w:p w14:paraId="12D3E134" w14:textId="77777777" w:rsidR="009138BE" w:rsidRPr="009C54AE" w:rsidRDefault="009138BE" w:rsidP="009C54AE">
            <w:pPr>
              <w:pStyle w:val="Punktygwne"/>
              <w:spacing w:before="0" w:after="0"/>
              <w:rPr>
                <w:rFonts w:ascii="Corbel" w:hAnsi="Corbel"/>
                <w:b w:val="0"/>
                <w:smallCaps w:val="0"/>
                <w:szCs w:val="24"/>
              </w:rPr>
            </w:pPr>
          </w:p>
        </w:tc>
      </w:tr>
      <w:tr w:rsidR="0085747A" w:rsidRPr="009C54AE" w14:paraId="42AD745F" w14:textId="77777777" w:rsidTr="005E6E85">
        <w:tc>
          <w:tcPr>
            <w:tcW w:w="1701" w:type="dxa"/>
          </w:tcPr>
          <w:p w14:paraId="0FD92C6A"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w:t>
            </w:r>
            <w:r w:rsidR="00E54A59">
              <w:rPr>
                <w:rFonts w:ascii="Corbel" w:hAnsi="Corbel"/>
                <w:b w:val="0"/>
                <w:smallCaps w:val="0"/>
                <w:szCs w:val="24"/>
              </w:rPr>
              <w:t>03</w:t>
            </w:r>
          </w:p>
        </w:tc>
        <w:tc>
          <w:tcPr>
            <w:tcW w:w="6096" w:type="dxa"/>
          </w:tcPr>
          <w:p w14:paraId="19898852" w14:textId="77777777" w:rsidR="0039396E" w:rsidRDefault="00C553F2" w:rsidP="0039396E">
            <w:pPr>
              <w:pStyle w:val="Punktygwne"/>
              <w:snapToGrid w:val="0"/>
              <w:spacing w:before="0" w:after="0"/>
              <w:rPr>
                <w:rFonts w:ascii="Corbel" w:hAnsi="Corbel" w:cs="Corbel"/>
                <w:b w:val="0"/>
                <w:smallCaps w:val="0"/>
                <w:szCs w:val="24"/>
              </w:rPr>
            </w:pPr>
            <w:r>
              <w:rPr>
                <w:rFonts w:ascii="Corbel" w:hAnsi="Corbel" w:cs="Corbel"/>
                <w:b w:val="0"/>
                <w:smallCaps w:val="0"/>
                <w:szCs w:val="24"/>
              </w:rPr>
              <w:t xml:space="preserve">- </w:t>
            </w:r>
            <w:r w:rsidR="0039396E" w:rsidRPr="002520AE">
              <w:rPr>
                <w:rFonts w:ascii="Corbel" w:hAnsi="Corbel" w:cs="Corbel"/>
                <w:b w:val="0"/>
                <w:smallCaps w:val="0"/>
                <w:szCs w:val="24"/>
              </w:rPr>
              <w:t>Jest zorientowany na rozpoznanie wzajemnych zależności pomiędzy</w:t>
            </w:r>
            <w:r w:rsidR="00551D98">
              <w:rPr>
                <w:rFonts w:ascii="Corbel" w:hAnsi="Corbel" w:cs="Corbel"/>
                <w:b w:val="0"/>
                <w:smallCaps w:val="0"/>
                <w:szCs w:val="24"/>
              </w:rPr>
              <w:t xml:space="preserve"> </w:t>
            </w:r>
            <w:r w:rsidR="0039396E" w:rsidRPr="002520AE">
              <w:rPr>
                <w:rFonts w:ascii="Corbel" w:hAnsi="Corbel" w:cs="Corbel"/>
                <w:b w:val="0"/>
                <w:smallCaps w:val="0"/>
                <w:szCs w:val="24"/>
              </w:rPr>
              <w:t>teoretycznymi aspektami, a realizacjami artystycznymi</w:t>
            </w:r>
            <w:r w:rsidR="00551D98">
              <w:rPr>
                <w:rFonts w:ascii="Corbel" w:hAnsi="Corbel" w:cs="Corbel"/>
                <w:b w:val="0"/>
                <w:smallCaps w:val="0"/>
                <w:szCs w:val="24"/>
              </w:rPr>
              <w:t xml:space="preserve"> </w:t>
            </w:r>
            <w:r w:rsidR="0039396E" w:rsidRPr="002520AE">
              <w:rPr>
                <w:rFonts w:ascii="Corbel" w:hAnsi="Corbel" w:cs="Corbel"/>
                <w:b w:val="0"/>
                <w:smallCaps w:val="0"/>
                <w:szCs w:val="24"/>
              </w:rPr>
              <w:t>w dziedzinie rysunku i nie ty</w:t>
            </w:r>
            <w:r w:rsidR="0039396E">
              <w:rPr>
                <w:rFonts w:ascii="Corbel" w:hAnsi="Corbel" w:cs="Corbel"/>
                <w:b w:val="0"/>
                <w:smallCaps w:val="0"/>
                <w:szCs w:val="24"/>
              </w:rPr>
              <w:t>lko (np. myślenie koncepcyjne -projekt-</w:t>
            </w:r>
            <w:r w:rsidR="0039396E" w:rsidRPr="002520AE">
              <w:rPr>
                <w:rFonts w:ascii="Corbel" w:hAnsi="Corbel" w:cs="Corbel"/>
                <w:b w:val="0"/>
                <w:smallCaps w:val="0"/>
                <w:szCs w:val="24"/>
              </w:rPr>
              <w:t xml:space="preserve"> i jego sfinali</w:t>
            </w:r>
            <w:r w:rsidR="0039396E">
              <w:rPr>
                <w:rFonts w:ascii="Corbel" w:hAnsi="Corbel" w:cs="Corbel"/>
                <w:b w:val="0"/>
                <w:smallCaps w:val="0"/>
                <w:szCs w:val="24"/>
              </w:rPr>
              <w:t>zowanie).</w:t>
            </w:r>
          </w:p>
          <w:p w14:paraId="4C3F72E7" w14:textId="77777777" w:rsidR="0039396E" w:rsidRPr="0039396E" w:rsidRDefault="0039396E" w:rsidP="0039396E">
            <w:pPr>
              <w:pStyle w:val="Punktygwne"/>
              <w:snapToGrid w:val="0"/>
              <w:spacing w:before="0" w:after="0"/>
              <w:rPr>
                <w:rFonts w:ascii="Corbel" w:hAnsi="Corbel" w:cs="Corbel"/>
                <w:b w:val="0"/>
                <w:smallCaps w:val="0"/>
                <w:szCs w:val="24"/>
              </w:rPr>
            </w:pPr>
          </w:p>
          <w:p w14:paraId="3927DBD7" w14:textId="77777777" w:rsidR="004E6E6D" w:rsidRPr="004E6E6D" w:rsidRDefault="00C553F2" w:rsidP="005239CD">
            <w:pPr>
              <w:rPr>
                <w:rFonts w:ascii="Corbel" w:hAnsi="Corbel" w:cs="Corbel"/>
                <w:sz w:val="24"/>
                <w:szCs w:val="24"/>
              </w:rPr>
            </w:pPr>
            <w:r>
              <w:rPr>
                <w:rFonts w:ascii="Corbel" w:hAnsi="Corbel"/>
                <w:sz w:val="24"/>
                <w:szCs w:val="24"/>
              </w:rPr>
              <w:t xml:space="preserve">- </w:t>
            </w:r>
            <w:r w:rsidR="003117D7" w:rsidRPr="003117D7">
              <w:rPr>
                <w:rFonts w:ascii="Corbel" w:hAnsi="Corbel"/>
                <w:sz w:val="24"/>
                <w:szCs w:val="24"/>
              </w:rPr>
              <w:t xml:space="preserve">Posługuje się </w:t>
            </w:r>
            <w:r w:rsidR="007C6018">
              <w:rPr>
                <w:rFonts w:ascii="Corbel" w:hAnsi="Corbel"/>
                <w:sz w:val="24"/>
                <w:szCs w:val="24"/>
              </w:rPr>
              <w:t xml:space="preserve">samodzielnie </w:t>
            </w:r>
            <w:r w:rsidR="009B5E9E">
              <w:rPr>
                <w:rFonts w:ascii="Corbel" w:hAnsi="Corbel"/>
                <w:sz w:val="24"/>
                <w:szCs w:val="24"/>
              </w:rPr>
              <w:t xml:space="preserve">szeroką rozpiętością </w:t>
            </w:r>
            <w:r w:rsidR="003117D7" w:rsidRPr="003117D7">
              <w:rPr>
                <w:rFonts w:ascii="Corbel" w:hAnsi="Corbel"/>
                <w:sz w:val="24"/>
                <w:szCs w:val="24"/>
              </w:rPr>
              <w:t>zróżnicowanego warsztatu rysunkowego</w:t>
            </w:r>
            <w:r w:rsidR="00844C71">
              <w:rPr>
                <w:rFonts w:ascii="Corbel" w:hAnsi="Corbel"/>
                <w:sz w:val="24"/>
                <w:szCs w:val="24"/>
              </w:rPr>
              <w:t xml:space="preserve">. </w:t>
            </w:r>
            <w:r w:rsidR="004E6E6D" w:rsidRPr="006368A1">
              <w:rPr>
                <w:rFonts w:ascii="Corbel" w:hAnsi="Corbel" w:cs="Corbel"/>
                <w:sz w:val="24"/>
                <w:szCs w:val="24"/>
              </w:rPr>
              <w:t>Dobiera</w:t>
            </w:r>
            <w:r w:rsidR="004E6E6D">
              <w:rPr>
                <w:rFonts w:ascii="Corbel" w:hAnsi="Corbel" w:cs="Corbel"/>
                <w:sz w:val="24"/>
                <w:szCs w:val="24"/>
              </w:rPr>
              <w:t xml:space="preserve"> rozwiązania technologiczne</w:t>
            </w:r>
            <w:r w:rsidR="004E6E6D" w:rsidRPr="006368A1">
              <w:rPr>
                <w:rFonts w:ascii="Corbel" w:hAnsi="Corbel" w:cs="Corbel"/>
                <w:sz w:val="24"/>
                <w:szCs w:val="24"/>
              </w:rPr>
              <w:t xml:space="preserve"> i środki wyrazu </w:t>
            </w:r>
            <w:r w:rsidR="00013ADE">
              <w:rPr>
                <w:rFonts w:ascii="Corbel" w:hAnsi="Corbel" w:cs="Corbel"/>
                <w:sz w:val="24"/>
                <w:szCs w:val="24"/>
              </w:rPr>
              <w:t xml:space="preserve">rysunkowego </w:t>
            </w:r>
            <w:r w:rsidR="004E6E6D" w:rsidRPr="006368A1">
              <w:rPr>
                <w:rFonts w:ascii="Corbel" w:hAnsi="Corbel" w:cs="Corbel"/>
                <w:sz w:val="24"/>
                <w:szCs w:val="24"/>
              </w:rPr>
              <w:t xml:space="preserve">zgodnie z </w:t>
            </w:r>
            <w:r w:rsidR="004E6E6D">
              <w:rPr>
                <w:rFonts w:ascii="Corbel" w:hAnsi="Corbel" w:cs="Corbel"/>
                <w:sz w:val="24"/>
                <w:szCs w:val="24"/>
              </w:rPr>
              <w:t>zasadami,  preferencjami i przeznaczeniem.</w:t>
            </w:r>
          </w:p>
          <w:p w14:paraId="49298B5D" w14:textId="77777777" w:rsidR="001251F5" w:rsidRPr="003117D7" w:rsidRDefault="00C553F2" w:rsidP="005239CD">
            <w:pPr>
              <w:rPr>
                <w:rFonts w:ascii="Corbel" w:hAnsi="Corbel"/>
                <w:sz w:val="24"/>
                <w:szCs w:val="24"/>
              </w:rPr>
            </w:pPr>
            <w:r>
              <w:rPr>
                <w:rFonts w:ascii="Corbel" w:hAnsi="Corbel"/>
                <w:sz w:val="24"/>
                <w:szCs w:val="24"/>
              </w:rPr>
              <w:lastRenderedPageBreak/>
              <w:t xml:space="preserve">- </w:t>
            </w:r>
            <w:r w:rsidR="00844C71">
              <w:rPr>
                <w:rFonts w:ascii="Corbel" w:hAnsi="Corbel"/>
                <w:sz w:val="24"/>
                <w:szCs w:val="24"/>
              </w:rPr>
              <w:t xml:space="preserve">Konstruuje własne dzieła </w:t>
            </w:r>
            <w:r w:rsidR="00FF10FA">
              <w:rPr>
                <w:rFonts w:ascii="Corbel" w:hAnsi="Corbel"/>
                <w:sz w:val="24"/>
                <w:szCs w:val="24"/>
              </w:rPr>
              <w:t xml:space="preserve">kontrolując </w:t>
            </w:r>
            <w:r w:rsidR="004E6E6D">
              <w:rPr>
                <w:rFonts w:ascii="Corbel" w:hAnsi="Corbel"/>
                <w:sz w:val="24"/>
                <w:szCs w:val="24"/>
              </w:rPr>
              <w:t xml:space="preserve">wybrany </w:t>
            </w:r>
            <w:r w:rsidR="00FF10FA">
              <w:rPr>
                <w:rFonts w:ascii="Corbel" w:hAnsi="Corbel"/>
                <w:sz w:val="24"/>
                <w:szCs w:val="24"/>
              </w:rPr>
              <w:t>proces technologiczny na każdym etapie pracy</w:t>
            </w:r>
            <w:r w:rsidR="004E6E6D">
              <w:rPr>
                <w:rFonts w:ascii="Corbel" w:hAnsi="Corbel"/>
                <w:sz w:val="24"/>
                <w:szCs w:val="24"/>
              </w:rPr>
              <w:t>.</w:t>
            </w:r>
          </w:p>
        </w:tc>
        <w:tc>
          <w:tcPr>
            <w:tcW w:w="1873" w:type="dxa"/>
          </w:tcPr>
          <w:p w14:paraId="59D45AD5" w14:textId="77777777" w:rsidR="0085747A" w:rsidRPr="009C54AE" w:rsidRDefault="00135455" w:rsidP="009C54AE">
            <w:pPr>
              <w:pStyle w:val="Punktygwne"/>
              <w:spacing w:before="0" w:after="0"/>
              <w:rPr>
                <w:rFonts w:ascii="Corbel" w:hAnsi="Corbel"/>
                <w:b w:val="0"/>
                <w:smallCaps w:val="0"/>
                <w:szCs w:val="24"/>
              </w:rPr>
            </w:pPr>
            <w:r>
              <w:rPr>
                <w:rFonts w:ascii="Corbel" w:hAnsi="Corbel"/>
                <w:b w:val="0"/>
                <w:smallCaps w:val="0"/>
                <w:szCs w:val="24"/>
              </w:rPr>
              <w:lastRenderedPageBreak/>
              <w:t>K_U02</w:t>
            </w:r>
          </w:p>
        </w:tc>
      </w:tr>
      <w:tr w:rsidR="009946C5" w:rsidRPr="009C54AE" w14:paraId="220A338C" w14:textId="77777777" w:rsidTr="005E6E85">
        <w:tc>
          <w:tcPr>
            <w:tcW w:w="1701" w:type="dxa"/>
          </w:tcPr>
          <w:p w14:paraId="135635EF" w14:textId="77777777" w:rsidR="009946C5" w:rsidRPr="009C54AE" w:rsidRDefault="00E54A59" w:rsidP="009C54AE">
            <w:pPr>
              <w:pStyle w:val="Punktygwne"/>
              <w:spacing w:before="0" w:after="0"/>
              <w:rPr>
                <w:rFonts w:ascii="Corbel" w:hAnsi="Corbel"/>
                <w:b w:val="0"/>
                <w:smallCaps w:val="0"/>
                <w:szCs w:val="24"/>
              </w:rPr>
            </w:pPr>
            <w:r>
              <w:rPr>
                <w:rFonts w:ascii="Corbel" w:hAnsi="Corbel"/>
                <w:b w:val="0"/>
                <w:smallCaps w:val="0"/>
                <w:szCs w:val="24"/>
              </w:rPr>
              <w:t>EK_04</w:t>
            </w:r>
          </w:p>
        </w:tc>
        <w:tc>
          <w:tcPr>
            <w:tcW w:w="6096" w:type="dxa"/>
          </w:tcPr>
          <w:p w14:paraId="6D5FC7FF" w14:textId="77777777" w:rsidR="005239CD" w:rsidRPr="00E250D6" w:rsidRDefault="004E27E8" w:rsidP="004E27E8">
            <w:pPr>
              <w:rPr>
                <w:rFonts w:ascii="Corbel" w:hAnsi="Corbel" w:cs="Corbel"/>
                <w:sz w:val="24"/>
                <w:szCs w:val="24"/>
              </w:rPr>
            </w:pPr>
            <w:r>
              <w:rPr>
                <w:rFonts w:ascii="Corbel" w:hAnsi="Corbel" w:cs="Corbel"/>
                <w:sz w:val="24"/>
                <w:szCs w:val="24"/>
              </w:rPr>
              <w:t>Poszerza zdolności kreacyjne w wyniku podejmowanej konfrontac</w:t>
            </w:r>
            <w:r w:rsidR="000224A2">
              <w:rPr>
                <w:rFonts w:ascii="Corbel" w:hAnsi="Corbel" w:cs="Corbel"/>
                <w:sz w:val="24"/>
                <w:szCs w:val="24"/>
              </w:rPr>
              <w:t>ji własnej wizji artystycznej z</w:t>
            </w:r>
            <w:r>
              <w:rPr>
                <w:rFonts w:ascii="Corbel" w:hAnsi="Corbel" w:cs="Corbel"/>
                <w:sz w:val="24"/>
                <w:szCs w:val="24"/>
              </w:rPr>
              <w:t xml:space="preserve"> syntezą analizowanych zjawisk. </w:t>
            </w:r>
            <w:r w:rsidR="004F5610">
              <w:rPr>
                <w:rFonts w:ascii="Corbel" w:hAnsi="Corbel" w:cs="Corbel"/>
                <w:sz w:val="24"/>
                <w:szCs w:val="24"/>
              </w:rPr>
              <w:t xml:space="preserve">Konstruuje </w:t>
            </w:r>
            <w:r w:rsidR="004845DA">
              <w:rPr>
                <w:rFonts w:ascii="Corbel" w:hAnsi="Corbel" w:cs="Corbel"/>
                <w:sz w:val="24"/>
                <w:szCs w:val="24"/>
              </w:rPr>
              <w:t xml:space="preserve">oryginalne </w:t>
            </w:r>
            <w:r w:rsidR="004D4CB6">
              <w:rPr>
                <w:rFonts w:ascii="Corbel" w:hAnsi="Corbel" w:cs="Corbel"/>
                <w:sz w:val="24"/>
                <w:szCs w:val="24"/>
              </w:rPr>
              <w:t>wypowiedzi rysunkowe wyrażające idee i koncepcje z dziedziny sztuki.</w:t>
            </w:r>
          </w:p>
        </w:tc>
        <w:tc>
          <w:tcPr>
            <w:tcW w:w="1873" w:type="dxa"/>
          </w:tcPr>
          <w:p w14:paraId="0E8867FE" w14:textId="77777777" w:rsidR="009946C5" w:rsidRDefault="00BA666F" w:rsidP="009C54AE">
            <w:pPr>
              <w:pStyle w:val="Punktygwne"/>
              <w:spacing w:before="0" w:after="0"/>
              <w:rPr>
                <w:rFonts w:ascii="Corbel" w:hAnsi="Corbel"/>
                <w:b w:val="0"/>
                <w:smallCaps w:val="0"/>
                <w:szCs w:val="24"/>
              </w:rPr>
            </w:pPr>
            <w:r>
              <w:rPr>
                <w:rFonts w:ascii="Corbel" w:hAnsi="Corbel"/>
                <w:b w:val="0"/>
                <w:smallCaps w:val="0"/>
                <w:szCs w:val="24"/>
              </w:rPr>
              <w:t>K_U04</w:t>
            </w:r>
          </w:p>
        </w:tc>
      </w:tr>
      <w:tr w:rsidR="009946C5" w:rsidRPr="009C54AE" w14:paraId="697560A8" w14:textId="77777777" w:rsidTr="005E6E85">
        <w:tc>
          <w:tcPr>
            <w:tcW w:w="1701" w:type="dxa"/>
          </w:tcPr>
          <w:p w14:paraId="7C684524" w14:textId="77777777" w:rsidR="009946C5" w:rsidRPr="009C54AE" w:rsidRDefault="00E54A59" w:rsidP="009C54AE">
            <w:pPr>
              <w:pStyle w:val="Punktygwne"/>
              <w:spacing w:before="0" w:after="0"/>
              <w:rPr>
                <w:rFonts w:ascii="Corbel" w:hAnsi="Corbel"/>
                <w:b w:val="0"/>
                <w:smallCaps w:val="0"/>
                <w:szCs w:val="24"/>
              </w:rPr>
            </w:pPr>
            <w:r>
              <w:rPr>
                <w:rFonts w:ascii="Corbel" w:hAnsi="Corbel"/>
                <w:b w:val="0"/>
                <w:smallCaps w:val="0"/>
                <w:szCs w:val="24"/>
              </w:rPr>
              <w:t>EK_05</w:t>
            </w:r>
          </w:p>
        </w:tc>
        <w:tc>
          <w:tcPr>
            <w:tcW w:w="6096" w:type="dxa"/>
          </w:tcPr>
          <w:p w14:paraId="47317AA0" w14:textId="77777777" w:rsidR="008F6EEF" w:rsidRDefault="00E31ED3" w:rsidP="008F6EEF">
            <w:pPr>
              <w:pStyle w:val="Podpunkty"/>
              <w:spacing w:before="40" w:after="40"/>
              <w:ind w:left="0"/>
              <w:jc w:val="left"/>
              <w:rPr>
                <w:rFonts w:ascii="Corbel" w:hAnsi="Corbel"/>
                <w:b w:val="0"/>
                <w:sz w:val="24"/>
                <w:szCs w:val="24"/>
              </w:rPr>
            </w:pPr>
            <w:r>
              <w:rPr>
                <w:rFonts w:ascii="Corbel" w:hAnsi="Corbel"/>
                <w:b w:val="0"/>
                <w:sz w:val="24"/>
                <w:szCs w:val="24"/>
              </w:rPr>
              <w:t xml:space="preserve">Rozważa konteksty związane z funkcjonowaniem przyszłego dzieła i </w:t>
            </w:r>
            <w:r w:rsidR="009D0ED5">
              <w:rPr>
                <w:rFonts w:ascii="Corbel" w:hAnsi="Corbel"/>
                <w:b w:val="0"/>
                <w:sz w:val="24"/>
                <w:szCs w:val="24"/>
              </w:rPr>
              <w:t xml:space="preserve">dobiera takie środki wyrazowe oraz </w:t>
            </w:r>
            <w:r>
              <w:rPr>
                <w:rFonts w:ascii="Corbel" w:hAnsi="Corbel"/>
                <w:b w:val="0"/>
                <w:sz w:val="24"/>
                <w:szCs w:val="24"/>
              </w:rPr>
              <w:t xml:space="preserve">podejmuje twórcze </w:t>
            </w:r>
            <w:r w:rsidR="009D0ED5">
              <w:rPr>
                <w:rFonts w:ascii="Corbel" w:hAnsi="Corbel"/>
                <w:b w:val="0"/>
                <w:sz w:val="24"/>
                <w:szCs w:val="24"/>
              </w:rPr>
              <w:t xml:space="preserve">decyzje formalne i warsztatowe, </w:t>
            </w:r>
            <w:r>
              <w:rPr>
                <w:rFonts w:ascii="Corbel" w:hAnsi="Corbel"/>
                <w:b w:val="0"/>
                <w:sz w:val="24"/>
                <w:szCs w:val="24"/>
              </w:rPr>
              <w:t>by zrealizować zadanie rysunkowe</w:t>
            </w:r>
            <w:r w:rsidR="009D0ED5">
              <w:rPr>
                <w:rFonts w:ascii="Corbel" w:hAnsi="Corbel"/>
                <w:b w:val="0"/>
                <w:sz w:val="24"/>
                <w:szCs w:val="24"/>
              </w:rPr>
              <w:t>; dzieło</w:t>
            </w:r>
            <w:r>
              <w:rPr>
                <w:rFonts w:ascii="Corbel" w:hAnsi="Corbel"/>
                <w:b w:val="0"/>
                <w:sz w:val="24"/>
                <w:szCs w:val="24"/>
              </w:rPr>
              <w:t xml:space="preserve"> na jak najwyższym poziomie artystycznym.</w:t>
            </w:r>
          </w:p>
          <w:p w14:paraId="503A3267" w14:textId="77777777" w:rsidR="00057721" w:rsidRPr="008F6EEF" w:rsidRDefault="00057721" w:rsidP="008F6EEF">
            <w:pPr>
              <w:pStyle w:val="Podpunkty"/>
              <w:spacing w:before="40" w:after="40"/>
              <w:ind w:left="0"/>
              <w:jc w:val="left"/>
              <w:rPr>
                <w:rFonts w:ascii="Corbel" w:hAnsi="Corbel"/>
                <w:b w:val="0"/>
                <w:sz w:val="24"/>
                <w:szCs w:val="24"/>
              </w:rPr>
            </w:pPr>
          </w:p>
        </w:tc>
        <w:tc>
          <w:tcPr>
            <w:tcW w:w="1873" w:type="dxa"/>
          </w:tcPr>
          <w:p w14:paraId="63AC70EF" w14:textId="77777777" w:rsidR="009946C5" w:rsidRDefault="00BA666F" w:rsidP="009C54AE">
            <w:pPr>
              <w:pStyle w:val="Punktygwne"/>
              <w:spacing w:before="0" w:after="0"/>
              <w:rPr>
                <w:rFonts w:ascii="Corbel" w:hAnsi="Corbel"/>
                <w:b w:val="0"/>
                <w:smallCaps w:val="0"/>
                <w:szCs w:val="24"/>
              </w:rPr>
            </w:pPr>
            <w:r>
              <w:rPr>
                <w:rFonts w:ascii="Corbel" w:hAnsi="Corbel"/>
                <w:b w:val="0"/>
                <w:smallCaps w:val="0"/>
                <w:szCs w:val="24"/>
              </w:rPr>
              <w:t>K_U05</w:t>
            </w:r>
          </w:p>
        </w:tc>
      </w:tr>
      <w:tr w:rsidR="009946C5" w:rsidRPr="009C54AE" w14:paraId="1716A4E8" w14:textId="77777777" w:rsidTr="005E6E85">
        <w:tc>
          <w:tcPr>
            <w:tcW w:w="1701" w:type="dxa"/>
          </w:tcPr>
          <w:p w14:paraId="5709F315" w14:textId="77777777" w:rsidR="009946C5" w:rsidRPr="009C54AE" w:rsidRDefault="00E54A59" w:rsidP="009C54AE">
            <w:pPr>
              <w:pStyle w:val="Punktygwne"/>
              <w:spacing w:before="0" w:after="0"/>
              <w:rPr>
                <w:rFonts w:ascii="Corbel" w:hAnsi="Corbel"/>
                <w:b w:val="0"/>
                <w:smallCaps w:val="0"/>
                <w:szCs w:val="24"/>
              </w:rPr>
            </w:pPr>
            <w:r>
              <w:rPr>
                <w:rFonts w:ascii="Corbel" w:hAnsi="Corbel"/>
                <w:b w:val="0"/>
                <w:smallCaps w:val="0"/>
                <w:szCs w:val="24"/>
              </w:rPr>
              <w:t>EK_06</w:t>
            </w:r>
          </w:p>
        </w:tc>
        <w:tc>
          <w:tcPr>
            <w:tcW w:w="6096" w:type="dxa"/>
          </w:tcPr>
          <w:p w14:paraId="33BF559B" w14:textId="77777777" w:rsidR="00ED3DCB" w:rsidRPr="00D30170" w:rsidRDefault="00D30170" w:rsidP="00D30170">
            <w:pPr>
              <w:rPr>
                <w:rFonts w:ascii="Corbel" w:hAnsi="Corbel"/>
                <w:color w:val="002060"/>
                <w:sz w:val="24"/>
                <w:szCs w:val="24"/>
              </w:rPr>
            </w:pPr>
            <w:r w:rsidRPr="00D30170">
              <w:rPr>
                <w:rFonts w:ascii="Corbel" w:hAnsi="Corbel"/>
                <w:sz w:val="24"/>
                <w:szCs w:val="24"/>
              </w:rPr>
              <w:t>Wykazuje zdolności do weryfik</w:t>
            </w:r>
            <w:r w:rsidR="00D42B5A">
              <w:rPr>
                <w:rFonts w:ascii="Corbel" w:hAnsi="Corbel"/>
                <w:sz w:val="24"/>
                <w:szCs w:val="24"/>
              </w:rPr>
              <w:t>acji i wartościowania zjawisk. A</w:t>
            </w:r>
            <w:r w:rsidRPr="00D30170">
              <w:rPr>
                <w:rFonts w:ascii="Corbel" w:hAnsi="Corbel"/>
                <w:sz w:val="24"/>
                <w:szCs w:val="24"/>
              </w:rPr>
              <w:t>kceptuje i docenia znaczenie konstruktywnej krytyki (</w:t>
            </w:r>
            <w:r w:rsidR="00D42B5A">
              <w:rPr>
                <w:rFonts w:ascii="Corbel" w:hAnsi="Corbel"/>
                <w:sz w:val="24"/>
                <w:szCs w:val="24"/>
              </w:rPr>
              <w:t xml:space="preserve">oraz </w:t>
            </w:r>
            <w:r w:rsidRPr="00D30170">
              <w:rPr>
                <w:rFonts w:ascii="Corbel" w:hAnsi="Corbel"/>
                <w:sz w:val="24"/>
                <w:szCs w:val="24"/>
              </w:rPr>
              <w:t>samokrytyki) względem podnosze</w:t>
            </w:r>
            <w:r w:rsidR="00D42B5A">
              <w:rPr>
                <w:rFonts w:ascii="Corbel" w:hAnsi="Corbel"/>
                <w:sz w:val="24"/>
                <w:szCs w:val="24"/>
              </w:rPr>
              <w:t>nia wartości wypowiedzi twórczych</w:t>
            </w:r>
            <w:r w:rsidR="00C75EC6">
              <w:rPr>
                <w:rFonts w:ascii="Corbel" w:hAnsi="Corbel"/>
                <w:sz w:val="24"/>
                <w:szCs w:val="24"/>
              </w:rPr>
              <w:t>.</w:t>
            </w:r>
          </w:p>
        </w:tc>
        <w:tc>
          <w:tcPr>
            <w:tcW w:w="1873" w:type="dxa"/>
          </w:tcPr>
          <w:p w14:paraId="4E43E124" w14:textId="77777777" w:rsidR="009946C5" w:rsidRDefault="00BA666F" w:rsidP="009C54AE">
            <w:pPr>
              <w:pStyle w:val="Punktygwne"/>
              <w:spacing w:before="0" w:after="0"/>
              <w:rPr>
                <w:rFonts w:ascii="Corbel" w:hAnsi="Corbel"/>
                <w:b w:val="0"/>
                <w:smallCaps w:val="0"/>
                <w:szCs w:val="24"/>
              </w:rPr>
            </w:pPr>
            <w:r>
              <w:rPr>
                <w:rFonts w:ascii="Corbel" w:hAnsi="Corbel"/>
                <w:b w:val="0"/>
                <w:smallCaps w:val="0"/>
                <w:szCs w:val="24"/>
              </w:rPr>
              <w:t>K_K05</w:t>
            </w:r>
          </w:p>
          <w:p w14:paraId="1D210702" w14:textId="77777777" w:rsidR="009138BE" w:rsidRDefault="009138BE" w:rsidP="009C54AE">
            <w:pPr>
              <w:pStyle w:val="Punktygwne"/>
              <w:spacing w:before="0" w:after="0"/>
              <w:rPr>
                <w:rFonts w:ascii="Corbel" w:hAnsi="Corbel"/>
                <w:b w:val="0"/>
                <w:smallCaps w:val="0"/>
                <w:szCs w:val="24"/>
              </w:rPr>
            </w:pPr>
          </w:p>
        </w:tc>
      </w:tr>
      <w:tr w:rsidR="009946C5" w:rsidRPr="009C54AE" w14:paraId="4DBE6FB7" w14:textId="77777777" w:rsidTr="005E6E85">
        <w:tc>
          <w:tcPr>
            <w:tcW w:w="1701" w:type="dxa"/>
          </w:tcPr>
          <w:p w14:paraId="5AC10F34" w14:textId="77777777" w:rsidR="009946C5" w:rsidRPr="009C54AE" w:rsidRDefault="00E54A59" w:rsidP="009C54AE">
            <w:pPr>
              <w:pStyle w:val="Punktygwne"/>
              <w:spacing w:before="0" w:after="0"/>
              <w:rPr>
                <w:rFonts w:ascii="Corbel" w:hAnsi="Corbel"/>
                <w:b w:val="0"/>
                <w:smallCaps w:val="0"/>
                <w:szCs w:val="24"/>
              </w:rPr>
            </w:pPr>
            <w:r>
              <w:rPr>
                <w:rFonts w:ascii="Corbel" w:hAnsi="Corbel"/>
                <w:b w:val="0"/>
                <w:smallCaps w:val="0"/>
                <w:szCs w:val="24"/>
              </w:rPr>
              <w:t>EK_07</w:t>
            </w:r>
          </w:p>
        </w:tc>
        <w:tc>
          <w:tcPr>
            <w:tcW w:w="6096" w:type="dxa"/>
          </w:tcPr>
          <w:p w14:paraId="3B711D33" w14:textId="77777777" w:rsidR="009946C5" w:rsidRPr="00C460B6" w:rsidRDefault="00C431F5" w:rsidP="00C460B6">
            <w:pPr>
              <w:rPr>
                <w:rFonts w:ascii="Corbel" w:hAnsi="Corbel"/>
                <w:sz w:val="24"/>
                <w:szCs w:val="24"/>
              </w:rPr>
            </w:pPr>
            <w:r>
              <w:rPr>
                <w:rFonts w:ascii="Corbel" w:hAnsi="Corbel"/>
                <w:sz w:val="24"/>
                <w:szCs w:val="24"/>
              </w:rPr>
              <w:t>A</w:t>
            </w:r>
            <w:r w:rsidR="002D60A1">
              <w:rPr>
                <w:rFonts w:ascii="Corbel" w:hAnsi="Corbel"/>
                <w:sz w:val="24"/>
                <w:szCs w:val="24"/>
              </w:rPr>
              <w:t>nalizuje, porówn</w:t>
            </w:r>
            <w:r w:rsidR="007F1326">
              <w:rPr>
                <w:rFonts w:ascii="Corbel" w:hAnsi="Corbel"/>
                <w:sz w:val="24"/>
                <w:szCs w:val="24"/>
              </w:rPr>
              <w:t xml:space="preserve">uje i ocenia dzieła artystyczne </w:t>
            </w:r>
            <w:r w:rsidR="00C01369">
              <w:rPr>
                <w:rFonts w:ascii="Corbel" w:hAnsi="Corbel"/>
                <w:sz w:val="24"/>
                <w:szCs w:val="24"/>
              </w:rPr>
              <w:t xml:space="preserve">innych osób. </w:t>
            </w:r>
            <w:r w:rsidR="00176185">
              <w:rPr>
                <w:rFonts w:ascii="Corbel" w:hAnsi="Corbel"/>
                <w:sz w:val="24"/>
                <w:szCs w:val="24"/>
              </w:rPr>
              <w:t>Podejmuje się</w:t>
            </w:r>
            <w:r w:rsidR="002D60A1">
              <w:rPr>
                <w:rFonts w:ascii="Corbel" w:hAnsi="Corbel"/>
                <w:sz w:val="24"/>
                <w:szCs w:val="24"/>
              </w:rPr>
              <w:t xml:space="preserve"> świadomych</w:t>
            </w:r>
            <w:r w:rsidR="00176185">
              <w:rPr>
                <w:rFonts w:ascii="Corbel" w:hAnsi="Corbel"/>
                <w:sz w:val="24"/>
                <w:szCs w:val="24"/>
              </w:rPr>
              <w:t xml:space="preserve"> poszukiwań </w:t>
            </w:r>
            <w:r w:rsidR="002D60A1">
              <w:rPr>
                <w:rFonts w:ascii="Corbel" w:hAnsi="Corbel"/>
                <w:sz w:val="24"/>
                <w:szCs w:val="24"/>
              </w:rPr>
              <w:t xml:space="preserve">twórczych i konfrontacji </w:t>
            </w:r>
            <w:r w:rsidR="00176185">
              <w:rPr>
                <w:rFonts w:ascii="Corbel" w:hAnsi="Corbel"/>
                <w:sz w:val="24"/>
                <w:szCs w:val="24"/>
              </w:rPr>
              <w:t xml:space="preserve">w </w:t>
            </w:r>
            <w:r w:rsidR="00B1736D" w:rsidRPr="00B1736D">
              <w:rPr>
                <w:rFonts w:ascii="Corbel" w:hAnsi="Corbel"/>
                <w:sz w:val="24"/>
                <w:szCs w:val="24"/>
              </w:rPr>
              <w:t>celu kształtowania własnej wrażliwości twórczej i formowania indywidualnego charakteru języka wypowiedzi artystycznej. Współpracuje w tym względzie z wykładowcami i innymi studentami z grupy</w:t>
            </w:r>
            <w:r w:rsidR="00C75EC6">
              <w:rPr>
                <w:rFonts w:ascii="Corbel" w:hAnsi="Corbel"/>
                <w:sz w:val="24"/>
                <w:szCs w:val="24"/>
              </w:rPr>
              <w:t>.</w:t>
            </w:r>
          </w:p>
        </w:tc>
        <w:tc>
          <w:tcPr>
            <w:tcW w:w="1873" w:type="dxa"/>
          </w:tcPr>
          <w:p w14:paraId="7D7A0929" w14:textId="77777777" w:rsidR="009946C5" w:rsidRDefault="00BA666F" w:rsidP="009C54AE">
            <w:pPr>
              <w:pStyle w:val="Punktygwne"/>
              <w:spacing w:before="0" w:after="0"/>
              <w:rPr>
                <w:rFonts w:ascii="Corbel" w:hAnsi="Corbel"/>
                <w:b w:val="0"/>
                <w:smallCaps w:val="0"/>
                <w:szCs w:val="24"/>
              </w:rPr>
            </w:pPr>
            <w:r>
              <w:rPr>
                <w:rFonts w:ascii="Corbel" w:hAnsi="Corbel"/>
                <w:b w:val="0"/>
                <w:smallCaps w:val="0"/>
                <w:szCs w:val="24"/>
              </w:rPr>
              <w:t>K_K06</w:t>
            </w:r>
          </w:p>
        </w:tc>
      </w:tr>
      <w:tr w:rsidR="009946C5" w:rsidRPr="009C54AE" w14:paraId="65C3D2DE" w14:textId="77777777" w:rsidTr="005E6E85">
        <w:tc>
          <w:tcPr>
            <w:tcW w:w="1701" w:type="dxa"/>
          </w:tcPr>
          <w:p w14:paraId="1DD0A935" w14:textId="77777777" w:rsidR="009946C5" w:rsidRPr="009C54AE" w:rsidRDefault="00E54A59" w:rsidP="009C54AE">
            <w:pPr>
              <w:pStyle w:val="Punktygwne"/>
              <w:spacing w:before="0" w:after="0"/>
              <w:rPr>
                <w:rFonts w:ascii="Corbel" w:hAnsi="Corbel"/>
                <w:b w:val="0"/>
                <w:smallCaps w:val="0"/>
                <w:szCs w:val="24"/>
              </w:rPr>
            </w:pPr>
            <w:r>
              <w:rPr>
                <w:rFonts w:ascii="Corbel" w:hAnsi="Corbel"/>
                <w:b w:val="0"/>
                <w:smallCaps w:val="0"/>
                <w:szCs w:val="24"/>
              </w:rPr>
              <w:t>EK_08</w:t>
            </w:r>
          </w:p>
        </w:tc>
        <w:tc>
          <w:tcPr>
            <w:tcW w:w="6096" w:type="dxa"/>
          </w:tcPr>
          <w:p w14:paraId="68F8150B" w14:textId="77777777" w:rsidR="00EB028D" w:rsidRPr="00EB028D" w:rsidRDefault="00EB028D" w:rsidP="00EB028D">
            <w:pPr>
              <w:pStyle w:val="Punktygwne"/>
              <w:snapToGrid w:val="0"/>
              <w:spacing w:before="0" w:after="0"/>
              <w:rPr>
                <w:rFonts w:ascii="Corbel" w:hAnsi="Corbel" w:cs="Corbel"/>
                <w:b w:val="0"/>
                <w:smallCaps w:val="0"/>
                <w:szCs w:val="24"/>
              </w:rPr>
            </w:pPr>
            <w:r w:rsidRPr="00EB028D">
              <w:rPr>
                <w:rFonts w:ascii="Corbel" w:hAnsi="Corbel" w:cs="Corbel"/>
                <w:b w:val="0"/>
                <w:smallCaps w:val="0"/>
                <w:szCs w:val="24"/>
              </w:rPr>
              <w:t>Zachowuje krytycyzm  samooceny oraz konfrontacji z postawami innych osób.</w:t>
            </w:r>
          </w:p>
          <w:p w14:paraId="104C2915" w14:textId="77777777" w:rsidR="00176185" w:rsidRPr="00B35FCE" w:rsidRDefault="00EB028D" w:rsidP="00B35FCE">
            <w:pPr>
              <w:rPr>
                <w:rFonts w:ascii="Corbel" w:hAnsi="Corbel"/>
                <w:sz w:val="24"/>
                <w:szCs w:val="24"/>
              </w:rPr>
            </w:pPr>
            <w:r w:rsidRPr="00EB028D">
              <w:rPr>
                <w:rFonts w:ascii="Corbel" w:hAnsi="Corbel"/>
                <w:sz w:val="24"/>
                <w:szCs w:val="24"/>
              </w:rPr>
              <w:t xml:space="preserve">Angażuje się </w:t>
            </w:r>
            <w:r w:rsidR="007F1326">
              <w:rPr>
                <w:rFonts w:ascii="Corbel" w:hAnsi="Corbel"/>
                <w:sz w:val="24"/>
                <w:szCs w:val="24"/>
              </w:rPr>
              <w:t>w dokonywanie</w:t>
            </w:r>
            <w:r w:rsidRPr="00EB028D">
              <w:rPr>
                <w:rFonts w:ascii="Corbel" w:hAnsi="Corbel"/>
                <w:sz w:val="24"/>
                <w:szCs w:val="24"/>
              </w:rPr>
              <w:t xml:space="preserve"> analiz artystycznych  działań innych osób i wyciąga z nich konstruktywne wnioski, jest otwarty na dyskusję oraz konfrontację własnej twórczości</w:t>
            </w:r>
            <w:r w:rsidR="003E3C4E">
              <w:rPr>
                <w:rFonts w:ascii="Corbel" w:hAnsi="Corbel"/>
                <w:sz w:val="24"/>
                <w:szCs w:val="24"/>
              </w:rPr>
              <w:t xml:space="preserve"> z postawami innych</w:t>
            </w:r>
            <w:r w:rsidR="00C75EC6">
              <w:rPr>
                <w:rFonts w:ascii="Corbel" w:hAnsi="Corbel"/>
                <w:sz w:val="24"/>
                <w:szCs w:val="24"/>
              </w:rPr>
              <w:t>.</w:t>
            </w:r>
          </w:p>
        </w:tc>
        <w:tc>
          <w:tcPr>
            <w:tcW w:w="1873" w:type="dxa"/>
          </w:tcPr>
          <w:p w14:paraId="54D0B530" w14:textId="77777777" w:rsidR="009946C5" w:rsidRDefault="00BA666F" w:rsidP="009C54AE">
            <w:pPr>
              <w:pStyle w:val="Punktygwne"/>
              <w:spacing w:before="0" w:after="0"/>
              <w:rPr>
                <w:rFonts w:ascii="Corbel" w:hAnsi="Corbel"/>
                <w:b w:val="0"/>
                <w:smallCaps w:val="0"/>
                <w:szCs w:val="24"/>
              </w:rPr>
            </w:pPr>
            <w:r>
              <w:rPr>
                <w:rFonts w:ascii="Corbel" w:hAnsi="Corbel"/>
                <w:b w:val="0"/>
                <w:smallCaps w:val="0"/>
                <w:szCs w:val="24"/>
              </w:rPr>
              <w:t>K_K07</w:t>
            </w:r>
          </w:p>
        </w:tc>
      </w:tr>
    </w:tbl>
    <w:p w14:paraId="247D8616" w14:textId="77777777" w:rsidR="00724838" w:rsidRDefault="00724838" w:rsidP="009C54AE">
      <w:pPr>
        <w:pStyle w:val="Akapitzlist"/>
        <w:spacing w:line="240" w:lineRule="auto"/>
        <w:ind w:left="426"/>
        <w:jc w:val="both"/>
        <w:rPr>
          <w:rFonts w:ascii="Corbel" w:hAnsi="Corbel"/>
          <w:b/>
          <w:sz w:val="24"/>
          <w:szCs w:val="24"/>
        </w:rPr>
      </w:pPr>
    </w:p>
    <w:p w14:paraId="7E8DC1FF" w14:textId="77777777" w:rsidR="00E54A59" w:rsidRDefault="00E54A59" w:rsidP="009C54AE">
      <w:pPr>
        <w:pStyle w:val="Akapitzlist"/>
        <w:spacing w:line="240" w:lineRule="auto"/>
        <w:ind w:left="426"/>
        <w:jc w:val="both"/>
        <w:rPr>
          <w:rFonts w:ascii="Corbel" w:hAnsi="Corbel"/>
          <w:b/>
          <w:sz w:val="24"/>
          <w:szCs w:val="24"/>
        </w:rPr>
      </w:pPr>
    </w:p>
    <w:p w14:paraId="1F5842D5"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1808AE23" w14:textId="77777777" w:rsidR="0085747A"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200D3681"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6EED4976" w14:textId="77777777" w:rsidTr="00681DA5">
        <w:tc>
          <w:tcPr>
            <w:tcW w:w="9520" w:type="dxa"/>
          </w:tcPr>
          <w:p w14:paraId="35F0B8C6" w14:textId="77777777"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85747A" w:rsidRPr="009C54AE" w14:paraId="3EDE8541" w14:textId="77777777" w:rsidTr="00681DA5">
        <w:tc>
          <w:tcPr>
            <w:tcW w:w="9520" w:type="dxa"/>
          </w:tcPr>
          <w:p w14:paraId="2028234A" w14:textId="77777777" w:rsidR="0085747A" w:rsidRPr="009C54AE" w:rsidRDefault="00C6583E" w:rsidP="009C54AE">
            <w:pPr>
              <w:pStyle w:val="Akapitzlist"/>
              <w:spacing w:after="0" w:line="240" w:lineRule="auto"/>
              <w:ind w:left="-250" w:firstLine="250"/>
              <w:rPr>
                <w:rFonts w:ascii="Corbel" w:hAnsi="Corbel"/>
                <w:sz w:val="24"/>
                <w:szCs w:val="24"/>
              </w:rPr>
            </w:pPr>
            <w:r>
              <w:rPr>
                <w:rFonts w:ascii="Corbel" w:hAnsi="Corbel"/>
                <w:sz w:val="24"/>
                <w:szCs w:val="24"/>
              </w:rPr>
              <w:t>Nie dotyczy</w:t>
            </w:r>
          </w:p>
        </w:tc>
      </w:tr>
    </w:tbl>
    <w:p w14:paraId="187D18E2" w14:textId="12304F47" w:rsidR="00681DA5" w:rsidRDefault="00681DA5" w:rsidP="00681DA5">
      <w:pPr>
        <w:pStyle w:val="Akapitzlist"/>
        <w:spacing w:line="240" w:lineRule="auto"/>
        <w:ind w:left="1080"/>
        <w:jc w:val="both"/>
        <w:rPr>
          <w:rFonts w:ascii="Corbel" w:hAnsi="Corbel"/>
          <w:sz w:val="24"/>
          <w:szCs w:val="24"/>
        </w:rPr>
      </w:pPr>
    </w:p>
    <w:p w14:paraId="625E119C" w14:textId="4DD67E10" w:rsidR="00681DA5" w:rsidRDefault="00681DA5" w:rsidP="00681DA5">
      <w:pPr>
        <w:pStyle w:val="Akapitzlist"/>
        <w:spacing w:line="240" w:lineRule="auto"/>
        <w:ind w:left="1080"/>
        <w:jc w:val="both"/>
        <w:rPr>
          <w:rFonts w:ascii="Corbel" w:hAnsi="Corbel"/>
          <w:sz w:val="24"/>
          <w:szCs w:val="24"/>
        </w:rPr>
      </w:pPr>
    </w:p>
    <w:p w14:paraId="38AF1756" w14:textId="301F0AD2" w:rsidR="00681DA5" w:rsidRDefault="00681DA5" w:rsidP="00681DA5">
      <w:pPr>
        <w:pStyle w:val="Akapitzlist"/>
        <w:spacing w:line="240" w:lineRule="auto"/>
        <w:ind w:left="1080"/>
        <w:jc w:val="both"/>
        <w:rPr>
          <w:rFonts w:ascii="Corbel" w:hAnsi="Corbel"/>
          <w:sz w:val="24"/>
          <w:szCs w:val="24"/>
        </w:rPr>
      </w:pPr>
    </w:p>
    <w:p w14:paraId="31EEE631" w14:textId="3501BFB7" w:rsidR="00681DA5" w:rsidRDefault="00681DA5" w:rsidP="00681DA5">
      <w:pPr>
        <w:pStyle w:val="Akapitzlist"/>
        <w:spacing w:line="240" w:lineRule="auto"/>
        <w:ind w:left="1080"/>
        <w:jc w:val="both"/>
        <w:rPr>
          <w:rFonts w:ascii="Corbel" w:hAnsi="Corbel"/>
          <w:sz w:val="24"/>
          <w:szCs w:val="24"/>
        </w:rPr>
      </w:pPr>
    </w:p>
    <w:p w14:paraId="1F24A81F" w14:textId="5C528287" w:rsidR="00681DA5" w:rsidRDefault="00681DA5" w:rsidP="00681DA5">
      <w:pPr>
        <w:pStyle w:val="Akapitzlist"/>
        <w:spacing w:line="240" w:lineRule="auto"/>
        <w:ind w:left="1080"/>
        <w:jc w:val="both"/>
        <w:rPr>
          <w:rFonts w:ascii="Corbel" w:hAnsi="Corbel"/>
          <w:sz w:val="24"/>
          <w:szCs w:val="24"/>
        </w:rPr>
      </w:pPr>
    </w:p>
    <w:p w14:paraId="64666A01" w14:textId="77777777" w:rsidR="00681DA5" w:rsidRDefault="00681DA5" w:rsidP="00681DA5">
      <w:pPr>
        <w:pStyle w:val="Akapitzlist"/>
        <w:spacing w:line="240" w:lineRule="auto"/>
        <w:ind w:left="1080"/>
        <w:jc w:val="both"/>
        <w:rPr>
          <w:rFonts w:ascii="Corbel" w:hAnsi="Corbel"/>
          <w:sz w:val="24"/>
          <w:szCs w:val="24"/>
        </w:rPr>
      </w:pPr>
    </w:p>
    <w:p w14:paraId="7FE9ED03" w14:textId="01F11346" w:rsidR="0085747A" w:rsidRPr="00205480" w:rsidRDefault="0085747A" w:rsidP="00205480">
      <w:pPr>
        <w:pStyle w:val="Akapitzlist"/>
        <w:numPr>
          <w:ilvl w:val="0"/>
          <w:numId w:val="1"/>
        </w:numPr>
        <w:spacing w:line="240" w:lineRule="auto"/>
        <w:jc w:val="both"/>
        <w:rPr>
          <w:rFonts w:ascii="Corbel" w:hAnsi="Corbel"/>
          <w:sz w:val="24"/>
          <w:szCs w:val="24"/>
        </w:rPr>
      </w:pPr>
      <w:r w:rsidRPr="00205480">
        <w:rPr>
          <w:rFonts w:ascii="Corbel" w:hAnsi="Corbel"/>
          <w:sz w:val="24"/>
          <w:szCs w:val="24"/>
        </w:rPr>
        <w:lastRenderedPageBreak/>
        <w:t>Pro</w:t>
      </w:r>
      <w:r w:rsidR="00551D98">
        <w:rPr>
          <w:rFonts w:ascii="Corbel" w:hAnsi="Corbel"/>
          <w:sz w:val="24"/>
          <w:szCs w:val="24"/>
        </w:rPr>
        <w:t>blematyka ćwiczeń, konwersatoriów, laboratoriów</w:t>
      </w:r>
      <w:r w:rsidR="009F4610" w:rsidRPr="00205480">
        <w:rPr>
          <w:rFonts w:ascii="Corbel" w:hAnsi="Corbel"/>
          <w:sz w:val="24"/>
          <w:szCs w:val="24"/>
        </w:rPr>
        <w:t xml:space="preserve">, </w:t>
      </w:r>
      <w:r w:rsidRPr="00205480">
        <w:rPr>
          <w:rFonts w:ascii="Corbel" w:hAnsi="Corbel"/>
          <w:sz w:val="24"/>
          <w:szCs w:val="24"/>
        </w:rPr>
        <w:t xml:space="preserve">zajęć praktycznych </w:t>
      </w:r>
    </w:p>
    <w:p w14:paraId="4C368DDD"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0F7C277" w14:textId="77777777" w:rsidTr="00923D7D">
        <w:tc>
          <w:tcPr>
            <w:tcW w:w="9639" w:type="dxa"/>
          </w:tcPr>
          <w:p w14:paraId="63ED4833"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85747A" w:rsidRPr="009C54AE" w14:paraId="4258ED44" w14:textId="77777777" w:rsidTr="00923D7D">
        <w:tc>
          <w:tcPr>
            <w:tcW w:w="9639" w:type="dxa"/>
          </w:tcPr>
          <w:p w14:paraId="5BEC2552" w14:textId="77777777" w:rsidR="00705AF2" w:rsidRDefault="00705AF2" w:rsidP="009C54AE">
            <w:pPr>
              <w:pStyle w:val="Akapitzlist"/>
              <w:spacing w:after="0" w:line="240" w:lineRule="auto"/>
              <w:ind w:left="0"/>
              <w:rPr>
                <w:rFonts w:ascii="Corbel" w:hAnsi="Corbel"/>
                <w:sz w:val="24"/>
                <w:szCs w:val="24"/>
              </w:rPr>
            </w:pPr>
          </w:p>
          <w:p w14:paraId="0D60AFAE" w14:textId="77777777" w:rsidR="00705AF2" w:rsidRDefault="002730FB" w:rsidP="009C54AE">
            <w:pPr>
              <w:pStyle w:val="Akapitzlist"/>
              <w:spacing w:after="0" w:line="240" w:lineRule="auto"/>
              <w:ind w:left="0"/>
              <w:rPr>
                <w:rFonts w:ascii="Corbel" w:hAnsi="Corbel"/>
                <w:sz w:val="24"/>
                <w:szCs w:val="24"/>
              </w:rPr>
            </w:pPr>
            <w:r>
              <w:rPr>
                <w:rFonts w:ascii="Corbel" w:hAnsi="Corbel"/>
                <w:sz w:val="24"/>
                <w:szCs w:val="24"/>
              </w:rPr>
              <w:t>Problematyka zadań (przewodnia):</w:t>
            </w:r>
          </w:p>
          <w:p w14:paraId="51406779" w14:textId="77777777" w:rsidR="00DA7A8C" w:rsidRDefault="002730FB" w:rsidP="009C54AE">
            <w:pPr>
              <w:pStyle w:val="Akapitzlist"/>
              <w:spacing w:after="0" w:line="240" w:lineRule="auto"/>
              <w:ind w:left="0"/>
              <w:rPr>
                <w:rFonts w:ascii="Corbel" w:hAnsi="Corbel"/>
                <w:sz w:val="24"/>
                <w:szCs w:val="24"/>
              </w:rPr>
            </w:pPr>
            <w:r w:rsidRPr="0094656B">
              <w:rPr>
                <w:rFonts w:ascii="Corbel" w:hAnsi="Corbel"/>
                <w:b/>
                <w:sz w:val="24"/>
                <w:szCs w:val="24"/>
              </w:rPr>
              <w:t>Zagadnienie kompozycji</w:t>
            </w:r>
            <w:r>
              <w:rPr>
                <w:rFonts w:ascii="Corbel" w:hAnsi="Corbel"/>
                <w:sz w:val="24"/>
                <w:szCs w:val="24"/>
              </w:rPr>
              <w:t xml:space="preserve"> / otwarta, zamknięta, statyczna, dynamiczna, </w:t>
            </w:r>
            <w:r w:rsidR="0094656B">
              <w:rPr>
                <w:rFonts w:ascii="Corbel" w:hAnsi="Corbel"/>
                <w:sz w:val="24"/>
                <w:szCs w:val="24"/>
              </w:rPr>
              <w:t xml:space="preserve">centralna, </w:t>
            </w:r>
            <w:r w:rsidR="005923BE">
              <w:rPr>
                <w:rFonts w:ascii="Corbel" w:hAnsi="Corbel"/>
                <w:sz w:val="24"/>
                <w:szCs w:val="24"/>
              </w:rPr>
              <w:t xml:space="preserve">symetria, </w:t>
            </w:r>
            <w:r>
              <w:rPr>
                <w:rFonts w:ascii="Corbel" w:hAnsi="Corbel"/>
                <w:sz w:val="24"/>
                <w:szCs w:val="24"/>
              </w:rPr>
              <w:t xml:space="preserve">rytm w kompozycji; </w:t>
            </w:r>
          </w:p>
          <w:p w14:paraId="2ECE6ED1" w14:textId="77777777" w:rsidR="00DA7A8C" w:rsidRDefault="002730FB" w:rsidP="009C54AE">
            <w:pPr>
              <w:pStyle w:val="Akapitzlist"/>
              <w:spacing w:after="0" w:line="240" w:lineRule="auto"/>
              <w:ind w:left="0"/>
              <w:rPr>
                <w:rFonts w:ascii="Corbel" w:hAnsi="Corbel"/>
                <w:sz w:val="24"/>
                <w:szCs w:val="24"/>
              </w:rPr>
            </w:pPr>
            <w:r w:rsidRPr="0094656B">
              <w:rPr>
                <w:rFonts w:ascii="Corbel" w:hAnsi="Corbel"/>
                <w:b/>
                <w:sz w:val="24"/>
                <w:szCs w:val="24"/>
              </w:rPr>
              <w:t>Zagadnienie pr</w:t>
            </w:r>
            <w:r w:rsidR="0094656B" w:rsidRPr="0094656B">
              <w:rPr>
                <w:rFonts w:ascii="Corbel" w:hAnsi="Corbel"/>
                <w:b/>
                <w:sz w:val="24"/>
                <w:szCs w:val="24"/>
              </w:rPr>
              <w:t>zestrzeni</w:t>
            </w:r>
            <w:r w:rsidR="0094656B">
              <w:rPr>
                <w:rFonts w:ascii="Corbel" w:hAnsi="Corbel"/>
                <w:sz w:val="24"/>
                <w:szCs w:val="24"/>
              </w:rPr>
              <w:t xml:space="preserve"> / rodzaje perspektyw;</w:t>
            </w:r>
          </w:p>
          <w:p w14:paraId="407E03F2" w14:textId="77777777" w:rsidR="00DA7A8C" w:rsidRPr="00730A14" w:rsidRDefault="002C221D" w:rsidP="009C54AE">
            <w:pPr>
              <w:pStyle w:val="Akapitzlist"/>
              <w:spacing w:after="0" w:line="240" w:lineRule="auto"/>
              <w:ind w:left="0"/>
              <w:rPr>
                <w:rFonts w:ascii="Corbel" w:hAnsi="Corbel"/>
                <w:sz w:val="24"/>
                <w:szCs w:val="24"/>
              </w:rPr>
            </w:pPr>
            <w:r>
              <w:rPr>
                <w:rFonts w:ascii="Corbel" w:hAnsi="Corbel"/>
                <w:b/>
                <w:sz w:val="24"/>
                <w:szCs w:val="24"/>
              </w:rPr>
              <w:t xml:space="preserve">Linia , </w:t>
            </w:r>
            <w:r w:rsidR="0094656B" w:rsidRPr="009124AA">
              <w:rPr>
                <w:rFonts w:ascii="Corbel" w:hAnsi="Corbel"/>
                <w:b/>
                <w:sz w:val="24"/>
                <w:szCs w:val="24"/>
              </w:rPr>
              <w:t>plama</w:t>
            </w:r>
            <w:r>
              <w:rPr>
                <w:rFonts w:ascii="Corbel" w:hAnsi="Corbel"/>
                <w:sz w:val="24"/>
                <w:szCs w:val="24"/>
              </w:rPr>
              <w:t xml:space="preserve"> - wartości </w:t>
            </w:r>
            <w:r w:rsidR="0094656B">
              <w:rPr>
                <w:rFonts w:ascii="Corbel" w:hAnsi="Corbel"/>
                <w:sz w:val="24"/>
                <w:szCs w:val="24"/>
              </w:rPr>
              <w:t xml:space="preserve"> wyrazowe;</w:t>
            </w:r>
            <w:r w:rsidR="00002086">
              <w:rPr>
                <w:rFonts w:ascii="Corbel" w:hAnsi="Corbel"/>
                <w:sz w:val="24"/>
                <w:szCs w:val="24"/>
              </w:rPr>
              <w:t xml:space="preserve"> </w:t>
            </w:r>
            <w:r w:rsidR="00730A14" w:rsidRPr="00730A14">
              <w:rPr>
                <w:rFonts w:ascii="Corbel" w:hAnsi="Corbel"/>
                <w:sz w:val="24"/>
                <w:szCs w:val="24"/>
              </w:rPr>
              <w:t>w</w:t>
            </w:r>
            <w:r w:rsidR="005E1077" w:rsidRPr="00730A14">
              <w:rPr>
                <w:rFonts w:ascii="Corbel" w:hAnsi="Corbel"/>
                <w:sz w:val="24"/>
                <w:szCs w:val="24"/>
              </w:rPr>
              <w:t>artości sensualne</w:t>
            </w:r>
            <w:r w:rsidR="005434AC">
              <w:rPr>
                <w:rFonts w:ascii="Corbel" w:hAnsi="Corbel"/>
                <w:sz w:val="24"/>
                <w:szCs w:val="24"/>
              </w:rPr>
              <w:t xml:space="preserve"> kreski</w:t>
            </w:r>
            <w:r w:rsidR="005E1077" w:rsidRPr="00730A14">
              <w:rPr>
                <w:rFonts w:ascii="Corbel" w:hAnsi="Corbel"/>
                <w:sz w:val="24"/>
                <w:szCs w:val="24"/>
              </w:rPr>
              <w:t>;</w:t>
            </w:r>
          </w:p>
          <w:p w14:paraId="3D6A2159" w14:textId="77777777" w:rsidR="0094656B" w:rsidRPr="00DA7A8C" w:rsidRDefault="00DA7A8C" w:rsidP="009C54AE">
            <w:pPr>
              <w:pStyle w:val="Akapitzlist"/>
              <w:spacing w:after="0" w:line="240" w:lineRule="auto"/>
              <w:ind w:left="0"/>
              <w:rPr>
                <w:rFonts w:ascii="Corbel" w:hAnsi="Corbel"/>
                <w:b/>
                <w:sz w:val="24"/>
                <w:szCs w:val="24"/>
              </w:rPr>
            </w:pPr>
            <w:r w:rsidRPr="00DA7A8C">
              <w:rPr>
                <w:rFonts w:ascii="Corbel" w:hAnsi="Corbel"/>
                <w:b/>
                <w:sz w:val="24"/>
                <w:szCs w:val="24"/>
              </w:rPr>
              <w:t xml:space="preserve">Zagadnienie </w:t>
            </w:r>
            <w:r w:rsidR="009124AA" w:rsidRPr="00DA7A8C">
              <w:rPr>
                <w:rFonts w:ascii="Corbel" w:hAnsi="Corbel"/>
                <w:b/>
                <w:sz w:val="24"/>
                <w:szCs w:val="24"/>
              </w:rPr>
              <w:t xml:space="preserve"> kształtu, wielkości, skali, proporcji</w:t>
            </w:r>
            <w:r w:rsidRPr="00DA7A8C">
              <w:rPr>
                <w:rFonts w:ascii="Corbel" w:hAnsi="Corbel"/>
                <w:b/>
                <w:sz w:val="24"/>
                <w:szCs w:val="24"/>
              </w:rPr>
              <w:t>, bryły, kontrastu, faktury</w:t>
            </w:r>
            <w:r w:rsidR="00CB58A0">
              <w:rPr>
                <w:rFonts w:ascii="Corbel" w:hAnsi="Corbel"/>
                <w:b/>
                <w:sz w:val="24"/>
                <w:szCs w:val="24"/>
              </w:rPr>
              <w:t>, deformacji</w:t>
            </w:r>
            <w:r w:rsidRPr="00DA7A8C">
              <w:rPr>
                <w:rFonts w:ascii="Corbel" w:hAnsi="Corbel"/>
                <w:b/>
                <w:sz w:val="24"/>
                <w:szCs w:val="24"/>
              </w:rPr>
              <w:t>;</w:t>
            </w:r>
          </w:p>
          <w:p w14:paraId="2B8E2348" w14:textId="77777777" w:rsidR="00C32E48" w:rsidRDefault="00DA7A8C" w:rsidP="009C54AE">
            <w:pPr>
              <w:pStyle w:val="Akapitzlist"/>
              <w:spacing w:after="0" w:line="240" w:lineRule="auto"/>
              <w:ind w:left="0"/>
              <w:rPr>
                <w:rFonts w:ascii="Corbel" w:hAnsi="Corbel"/>
                <w:b/>
                <w:sz w:val="24"/>
                <w:szCs w:val="24"/>
              </w:rPr>
            </w:pPr>
            <w:r w:rsidRPr="00DA7A8C">
              <w:rPr>
                <w:rFonts w:ascii="Corbel" w:hAnsi="Corbel"/>
                <w:b/>
                <w:sz w:val="24"/>
                <w:szCs w:val="24"/>
              </w:rPr>
              <w:t>Zagadnienie światłocienia, waloru</w:t>
            </w:r>
            <w:r w:rsidR="002C221D">
              <w:rPr>
                <w:rFonts w:ascii="Corbel" w:hAnsi="Corbel"/>
                <w:b/>
                <w:sz w:val="24"/>
                <w:szCs w:val="24"/>
              </w:rPr>
              <w:t>, równowagi</w:t>
            </w:r>
            <w:r w:rsidRPr="00DA7A8C">
              <w:rPr>
                <w:rFonts w:ascii="Corbel" w:hAnsi="Corbel"/>
                <w:b/>
                <w:sz w:val="24"/>
                <w:szCs w:val="24"/>
              </w:rPr>
              <w:t>;</w:t>
            </w:r>
            <w:r w:rsidR="00002086">
              <w:rPr>
                <w:rFonts w:ascii="Corbel" w:hAnsi="Corbel"/>
                <w:b/>
                <w:sz w:val="24"/>
                <w:szCs w:val="24"/>
              </w:rPr>
              <w:t xml:space="preserve"> </w:t>
            </w:r>
            <w:r w:rsidR="00CB58A0">
              <w:rPr>
                <w:rFonts w:ascii="Corbel" w:hAnsi="Corbel"/>
                <w:b/>
                <w:sz w:val="24"/>
                <w:szCs w:val="24"/>
              </w:rPr>
              <w:t xml:space="preserve">Forma - treść; </w:t>
            </w:r>
          </w:p>
          <w:p w14:paraId="06EC53BB" w14:textId="77777777" w:rsidR="00DA7A8C" w:rsidRDefault="00C32E48" w:rsidP="009C54AE">
            <w:pPr>
              <w:pStyle w:val="Akapitzlist"/>
              <w:spacing w:after="0" w:line="240" w:lineRule="auto"/>
              <w:ind w:left="0"/>
              <w:rPr>
                <w:rFonts w:ascii="Corbel" w:hAnsi="Corbel"/>
                <w:b/>
                <w:sz w:val="24"/>
                <w:szCs w:val="24"/>
              </w:rPr>
            </w:pPr>
            <w:r>
              <w:rPr>
                <w:rFonts w:ascii="Corbel" w:hAnsi="Corbel"/>
                <w:b/>
                <w:sz w:val="24"/>
                <w:szCs w:val="24"/>
              </w:rPr>
              <w:t>Analiza i synteza formy;</w:t>
            </w:r>
            <w:r w:rsidR="00002086">
              <w:rPr>
                <w:rFonts w:ascii="Corbel" w:hAnsi="Corbel"/>
                <w:b/>
                <w:sz w:val="24"/>
                <w:szCs w:val="24"/>
              </w:rPr>
              <w:t xml:space="preserve"> </w:t>
            </w:r>
            <w:r w:rsidR="007E1D0E">
              <w:rPr>
                <w:rFonts w:ascii="Corbel" w:hAnsi="Corbel"/>
                <w:b/>
                <w:sz w:val="24"/>
                <w:szCs w:val="24"/>
              </w:rPr>
              <w:t xml:space="preserve">Interpretacja; </w:t>
            </w:r>
            <w:r w:rsidR="0044612A">
              <w:rPr>
                <w:rFonts w:ascii="Corbel" w:hAnsi="Corbel"/>
                <w:b/>
                <w:sz w:val="24"/>
                <w:szCs w:val="24"/>
              </w:rPr>
              <w:t>Przypadek;</w:t>
            </w:r>
          </w:p>
          <w:p w14:paraId="3354E6DB" w14:textId="77777777" w:rsidR="00586D54" w:rsidRDefault="006811D8" w:rsidP="009C54AE">
            <w:pPr>
              <w:pStyle w:val="Akapitzlist"/>
              <w:spacing w:after="0" w:line="240" w:lineRule="auto"/>
              <w:ind w:left="0"/>
              <w:rPr>
                <w:rFonts w:ascii="Corbel" w:hAnsi="Corbel"/>
                <w:sz w:val="24"/>
                <w:szCs w:val="24"/>
              </w:rPr>
            </w:pPr>
            <w:r w:rsidRPr="00586D54">
              <w:rPr>
                <w:rFonts w:ascii="Corbel" w:hAnsi="Corbel"/>
                <w:b/>
                <w:sz w:val="24"/>
                <w:szCs w:val="24"/>
              </w:rPr>
              <w:t>Narzędzia rysunkowe</w:t>
            </w:r>
            <w:r w:rsidR="00F00811">
              <w:rPr>
                <w:rFonts w:ascii="Corbel" w:hAnsi="Corbel"/>
                <w:sz w:val="24"/>
                <w:szCs w:val="24"/>
              </w:rPr>
              <w:t xml:space="preserve"> (</w:t>
            </w:r>
            <w:r w:rsidR="00013ADE">
              <w:rPr>
                <w:rFonts w:ascii="Corbel" w:hAnsi="Corbel"/>
                <w:sz w:val="24"/>
                <w:szCs w:val="24"/>
              </w:rPr>
              <w:t xml:space="preserve">tradycyjne: </w:t>
            </w:r>
            <w:r w:rsidR="00F00811">
              <w:rPr>
                <w:rFonts w:ascii="Corbel" w:hAnsi="Corbel"/>
                <w:sz w:val="24"/>
                <w:szCs w:val="24"/>
              </w:rPr>
              <w:t>ołówek, węgiel, sepia, piórko, patyk, itd.</w:t>
            </w:r>
            <w:r w:rsidR="00013ADE">
              <w:rPr>
                <w:rFonts w:ascii="Corbel" w:hAnsi="Corbel"/>
                <w:sz w:val="24"/>
                <w:szCs w:val="24"/>
              </w:rPr>
              <w:t xml:space="preserve"> i </w:t>
            </w:r>
            <w:r w:rsidR="008A14B4">
              <w:rPr>
                <w:rFonts w:ascii="Corbel" w:hAnsi="Corbel"/>
                <w:sz w:val="24"/>
                <w:szCs w:val="24"/>
              </w:rPr>
              <w:t>współczesne;</w:t>
            </w:r>
            <w:r w:rsidR="00002086">
              <w:rPr>
                <w:rFonts w:ascii="Corbel" w:hAnsi="Corbel"/>
                <w:sz w:val="24"/>
                <w:szCs w:val="24"/>
              </w:rPr>
              <w:t xml:space="preserve"> </w:t>
            </w:r>
            <w:r w:rsidR="00013ADE">
              <w:rPr>
                <w:rFonts w:ascii="Corbel" w:hAnsi="Corbel"/>
                <w:sz w:val="24"/>
                <w:szCs w:val="24"/>
              </w:rPr>
              <w:t>nieko</w:t>
            </w:r>
            <w:r w:rsidR="00FB25B3">
              <w:rPr>
                <w:rFonts w:ascii="Corbel" w:hAnsi="Corbel"/>
                <w:sz w:val="24"/>
                <w:szCs w:val="24"/>
              </w:rPr>
              <w:t>nwencjonalne</w:t>
            </w:r>
            <w:r w:rsidR="008A14B4">
              <w:rPr>
                <w:rFonts w:ascii="Corbel" w:hAnsi="Corbel"/>
                <w:sz w:val="24"/>
                <w:szCs w:val="24"/>
              </w:rPr>
              <w:t xml:space="preserve"> połączenia</w:t>
            </w:r>
            <w:r w:rsidR="00F00811">
              <w:rPr>
                <w:rFonts w:ascii="Corbel" w:hAnsi="Corbel"/>
                <w:sz w:val="24"/>
                <w:szCs w:val="24"/>
              </w:rPr>
              <w:t>)</w:t>
            </w:r>
            <w:r w:rsidR="00586D54">
              <w:rPr>
                <w:rFonts w:ascii="Corbel" w:hAnsi="Corbel"/>
                <w:sz w:val="24"/>
                <w:szCs w:val="24"/>
              </w:rPr>
              <w:t>;</w:t>
            </w:r>
          </w:p>
          <w:p w14:paraId="5B2922B1" w14:textId="77777777" w:rsidR="00DA7A8C" w:rsidRPr="00DA7A8C" w:rsidRDefault="00586D54" w:rsidP="009C54AE">
            <w:pPr>
              <w:pStyle w:val="Akapitzlist"/>
              <w:spacing w:after="0" w:line="240" w:lineRule="auto"/>
              <w:ind w:left="0"/>
              <w:rPr>
                <w:rFonts w:ascii="Corbel" w:hAnsi="Corbel"/>
                <w:sz w:val="24"/>
                <w:szCs w:val="24"/>
              </w:rPr>
            </w:pPr>
            <w:r w:rsidRPr="00586D54">
              <w:rPr>
                <w:rFonts w:ascii="Corbel" w:hAnsi="Corbel"/>
                <w:b/>
                <w:sz w:val="24"/>
                <w:szCs w:val="24"/>
              </w:rPr>
              <w:t>Podłoża</w:t>
            </w:r>
            <w:r w:rsidR="0024536C">
              <w:rPr>
                <w:rFonts w:ascii="Corbel" w:hAnsi="Corbel"/>
                <w:sz w:val="24"/>
                <w:szCs w:val="24"/>
              </w:rPr>
              <w:t xml:space="preserve">(tradycyjne, niekonwencjonalne i eksperymentalnie </w:t>
            </w:r>
            <w:r>
              <w:rPr>
                <w:rFonts w:ascii="Corbel" w:hAnsi="Corbel"/>
                <w:sz w:val="24"/>
                <w:szCs w:val="24"/>
              </w:rPr>
              <w:t>stosowane);</w:t>
            </w:r>
          </w:p>
          <w:p w14:paraId="5424D6E9" w14:textId="77777777" w:rsidR="0094656B" w:rsidRDefault="00EE20F5" w:rsidP="009C54AE">
            <w:pPr>
              <w:pStyle w:val="Akapitzlist"/>
              <w:spacing w:after="0" w:line="240" w:lineRule="auto"/>
              <w:ind w:left="0"/>
              <w:rPr>
                <w:rFonts w:ascii="Corbel" w:hAnsi="Corbel"/>
                <w:sz w:val="24"/>
                <w:szCs w:val="24"/>
              </w:rPr>
            </w:pPr>
            <w:r w:rsidRPr="00EE20F5">
              <w:rPr>
                <w:rFonts w:ascii="Corbel" w:hAnsi="Corbel"/>
                <w:b/>
                <w:sz w:val="24"/>
                <w:szCs w:val="24"/>
              </w:rPr>
              <w:t>Tematyka</w:t>
            </w:r>
            <w:r>
              <w:rPr>
                <w:rFonts w:ascii="Corbel" w:hAnsi="Corbel"/>
                <w:sz w:val="24"/>
                <w:szCs w:val="24"/>
              </w:rPr>
              <w:t xml:space="preserve"> (przykłady): mart</w:t>
            </w:r>
            <w:r w:rsidR="003520F8">
              <w:rPr>
                <w:rFonts w:ascii="Corbel" w:hAnsi="Corbel"/>
                <w:sz w:val="24"/>
                <w:szCs w:val="24"/>
              </w:rPr>
              <w:t xml:space="preserve">wa natura (draperia, szkielet), </w:t>
            </w:r>
            <w:r w:rsidR="00C32E48">
              <w:rPr>
                <w:rFonts w:ascii="Corbel" w:hAnsi="Corbel"/>
                <w:sz w:val="24"/>
                <w:szCs w:val="24"/>
              </w:rPr>
              <w:t>przestrzeń (</w:t>
            </w:r>
            <w:r>
              <w:rPr>
                <w:rFonts w:ascii="Corbel" w:hAnsi="Corbel"/>
                <w:sz w:val="24"/>
                <w:szCs w:val="24"/>
              </w:rPr>
              <w:t xml:space="preserve">pracownia, </w:t>
            </w:r>
            <w:r w:rsidR="00C32E48">
              <w:rPr>
                <w:rFonts w:ascii="Corbel" w:hAnsi="Corbel"/>
                <w:sz w:val="24"/>
                <w:szCs w:val="24"/>
              </w:rPr>
              <w:t xml:space="preserve">hol, </w:t>
            </w:r>
            <w:r>
              <w:rPr>
                <w:rFonts w:ascii="Corbel" w:hAnsi="Corbel"/>
                <w:sz w:val="24"/>
                <w:szCs w:val="24"/>
              </w:rPr>
              <w:t>itp.), pejzaż (</w:t>
            </w:r>
            <w:r w:rsidR="00013ADE">
              <w:rPr>
                <w:rFonts w:ascii="Corbel" w:hAnsi="Corbel"/>
                <w:sz w:val="24"/>
                <w:szCs w:val="24"/>
              </w:rPr>
              <w:t xml:space="preserve">widok natury, </w:t>
            </w:r>
            <w:r w:rsidR="00E33D85">
              <w:rPr>
                <w:rFonts w:ascii="Corbel" w:hAnsi="Corbel"/>
                <w:sz w:val="24"/>
                <w:szCs w:val="24"/>
              </w:rPr>
              <w:t>marina, nokturn, szt</w:t>
            </w:r>
            <w:r w:rsidR="004C182C">
              <w:rPr>
                <w:rFonts w:ascii="Corbel" w:hAnsi="Corbel"/>
                <w:sz w:val="24"/>
                <w:szCs w:val="24"/>
              </w:rPr>
              <w:t>afaż, weduta), portret, autoportret, postać ludzka, zw</w:t>
            </w:r>
            <w:r w:rsidR="003520F8">
              <w:rPr>
                <w:rFonts w:ascii="Corbel" w:hAnsi="Corbel"/>
                <w:sz w:val="24"/>
                <w:szCs w:val="24"/>
              </w:rPr>
              <w:t xml:space="preserve">ierzęca, akt, półakt, </w:t>
            </w:r>
            <w:r w:rsidR="004C182C">
              <w:rPr>
                <w:rFonts w:ascii="Corbel" w:hAnsi="Corbel"/>
                <w:sz w:val="24"/>
                <w:szCs w:val="24"/>
              </w:rPr>
              <w:t>abstrakcja;</w:t>
            </w:r>
          </w:p>
          <w:p w14:paraId="24559717" w14:textId="77777777" w:rsidR="002730FB" w:rsidRDefault="002730FB" w:rsidP="009C54AE">
            <w:pPr>
              <w:pStyle w:val="Akapitzlist"/>
              <w:spacing w:after="0" w:line="240" w:lineRule="auto"/>
              <w:ind w:left="0"/>
              <w:rPr>
                <w:rFonts w:ascii="Corbel" w:hAnsi="Corbel"/>
                <w:sz w:val="24"/>
                <w:szCs w:val="24"/>
              </w:rPr>
            </w:pPr>
          </w:p>
          <w:p w14:paraId="02921D28" w14:textId="77777777" w:rsidR="001B6266" w:rsidRPr="007C6ECB" w:rsidRDefault="00D65D92" w:rsidP="009C54AE">
            <w:pPr>
              <w:pStyle w:val="Akapitzlist"/>
              <w:spacing w:after="0" w:line="240" w:lineRule="auto"/>
              <w:ind w:left="0"/>
              <w:rPr>
                <w:rFonts w:ascii="Corbel" w:hAnsi="Corbel"/>
              </w:rPr>
            </w:pPr>
            <w:r w:rsidRPr="007C6ECB">
              <w:rPr>
                <w:rFonts w:ascii="Corbel" w:hAnsi="Corbel"/>
              </w:rPr>
              <w:t xml:space="preserve">Zadania jak i ich problematyka  mogą </w:t>
            </w:r>
            <w:r w:rsidR="001B6266" w:rsidRPr="007C6ECB">
              <w:rPr>
                <w:rFonts w:ascii="Corbel" w:hAnsi="Corbel"/>
              </w:rPr>
              <w:t xml:space="preserve">się </w:t>
            </w:r>
            <w:r w:rsidRPr="007C6ECB">
              <w:rPr>
                <w:rFonts w:ascii="Corbel" w:hAnsi="Corbel"/>
              </w:rPr>
              <w:t>w ciągu roku</w:t>
            </w:r>
            <w:r w:rsidR="007C6ECB">
              <w:rPr>
                <w:rFonts w:ascii="Corbel" w:hAnsi="Corbel"/>
              </w:rPr>
              <w:t xml:space="preserve"> akademickiego</w:t>
            </w:r>
            <w:r w:rsidRPr="007C6ECB">
              <w:rPr>
                <w:rFonts w:ascii="Corbel" w:hAnsi="Corbel"/>
              </w:rPr>
              <w:t>, czy semestru</w:t>
            </w:r>
            <w:r w:rsidR="007C6ECB">
              <w:rPr>
                <w:rFonts w:ascii="Corbel" w:hAnsi="Corbel"/>
              </w:rPr>
              <w:t>/ów</w:t>
            </w:r>
            <w:r w:rsidRPr="007C6ECB">
              <w:rPr>
                <w:rFonts w:ascii="Corbel" w:hAnsi="Corbel"/>
              </w:rPr>
              <w:t xml:space="preserve"> powtarzać - </w:t>
            </w:r>
            <w:r w:rsidR="001B6266" w:rsidRPr="007C6ECB">
              <w:rPr>
                <w:rFonts w:ascii="Corbel" w:hAnsi="Corbel"/>
              </w:rPr>
              <w:t xml:space="preserve">realizacje prac rysunkowych natomiast, w miarę kształtowania się indywidualnej wrażliwości, wyobraźni i </w:t>
            </w:r>
            <w:r w:rsidR="005253AC" w:rsidRPr="007C6ECB">
              <w:rPr>
                <w:rFonts w:ascii="Corbel" w:hAnsi="Corbel"/>
              </w:rPr>
              <w:t xml:space="preserve">indywidualnej </w:t>
            </w:r>
            <w:r w:rsidR="001B6266" w:rsidRPr="007C6ECB">
              <w:rPr>
                <w:rFonts w:ascii="Corbel" w:hAnsi="Corbel"/>
              </w:rPr>
              <w:t xml:space="preserve">ekspresji </w:t>
            </w:r>
            <w:r w:rsidR="0001770E" w:rsidRPr="007C6ECB">
              <w:rPr>
                <w:rFonts w:ascii="Corbel" w:hAnsi="Corbel"/>
                <w:sz w:val="24"/>
                <w:szCs w:val="24"/>
              </w:rPr>
              <w:t>studentów,</w:t>
            </w:r>
            <w:r w:rsidR="00002086">
              <w:rPr>
                <w:rFonts w:ascii="Corbel" w:hAnsi="Corbel"/>
                <w:sz w:val="24"/>
                <w:szCs w:val="24"/>
              </w:rPr>
              <w:t xml:space="preserve"> </w:t>
            </w:r>
            <w:r w:rsidR="007C6ECB">
              <w:rPr>
                <w:rFonts w:ascii="Corbel" w:hAnsi="Corbel"/>
                <w:sz w:val="24"/>
                <w:szCs w:val="24"/>
              </w:rPr>
              <w:t>będą/</w:t>
            </w:r>
            <w:r w:rsidR="00CB118D" w:rsidRPr="007C6ECB">
              <w:rPr>
                <w:rFonts w:ascii="Corbel" w:hAnsi="Corbel"/>
                <w:sz w:val="24"/>
                <w:szCs w:val="24"/>
              </w:rPr>
              <w:t xml:space="preserve">powinny </w:t>
            </w:r>
            <w:r w:rsidR="0001770E" w:rsidRPr="007C6ECB">
              <w:rPr>
                <w:rFonts w:ascii="Corbel" w:hAnsi="Corbel"/>
                <w:sz w:val="24"/>
                <w:szCs w:val="24"/>
              </w:rPr>
              <w:t>nabierać innego kształtu i wymiaru.</w:t>
            </w:r>
          </w:p>
          <w:p w14:paraId="3A754C2B" w14:textId="77777777" w:rsidR="0001770E" w:rsidRPr="0001770E" w:rsidRDefault="0001770E" w:rsidP="009C54AE">
            <w:pPr>
              <w:pStyle w:val="Akapitzlist"/>
              <w:spacing w:after="0" w:line="240" w:lineRule="auto"/>
              <w:ind w:left="0"/>
              <w:rPr>
                <w:rFonts w:ascii="Corbel" w:hAnsi="Corbel"/>
                <w:sz w:val="24"/>
                <w:szCs w:val="24"/>
              </w:rPr>
            </w:pPr>
          </w:p>
          <w:p w14:paraId="40F7CFC9" w14:textId="77777777" w:rsidR="00A2618D" w:rsidRDefault="00A2618D" w:rsidP="00A2618D">
            <w:pPr>
              <w:pStyle w:val="Akapitzlist"/>
              <w:spacing w:after="0" w:line="240" w:lineRule="auto"/>
              <w:ind w:left="0"/>
              <w:rPr>
                <w:rFonts w:ascii="Corbel" w:eastAsia="Times New Roman" w:hAnsi="Corbel"/>
                <w:b/>
                <w:bCs/>
                <w:lang w:eastAsia="pl-PL"/>
              </w:rPr>
            </w:pPr>
            <w:r>
              <w:rPr>
                <w:rFonts w:ascii="Corbel" w:eastAsia="Times New Roman" w:hAnsi="Corbel"/>
                <w:b/>
                <w:bCs/>
                <w:lang w:eastAsia="pl-PL"/>
              </w:rPr>
              <w:t>SZKICOWNIK</w:t>
            </w:r>
          </w:p>
          <w:p w14:paraId="7DEB2B68" w14:textId="77777777" w:rsidR="00A2618D" w:rsidRPr="00CE7BD3" w:rsidRDefault="00A2618D" w:rsidP="00A2618D">
            <w:pPr>
              <w:pStyle w:val="Akapitzlist"/>
              <w:spacing w:after="0" w:line="240" w:lineRule="auto"/>
              <w:ind w:left="0"/>
              <w:rPr>
                <w:rFonts w:ascii="Corbel" w:hAnsi="Corbel"/>
                <w:b/>
                <w:color w:val="FF0000"/>
                <w:sz w:val="24"/>
                <w:szCs w:val="24"/>
              </w:rPr>
            </w:pPr>
            <w:r w:rsidRPr="00D442E5">
              <w:rPr>
                <w:rFonts w:ascii="Corbel" w:eastAsia="Times New Roman" w:hAnsi="Corbel"/>
                <w:bCs/>
                <w:lang w:eastAsia="pl-PL"/>
              </w:rPr>
              <w:t xml:space="preserve">Student zobowiązany jest, niezależnie od przewidzianych w pracowni zadań, </w:t>
            </w:r>
            <w:r>
              <w:rPr>
                <w:rFonts w:ascii="Corbel" w:eastAsia="Times New Roman" w:hAnsi="Corbel"/>
                <w:bCs/>
                <w:lang w:eastAsia="pl-PL"/>
              </w:rPr>
              <w:t xml:space="preserve">systematycznie </w:t>
            </w:r>
            <w:r w:rsidRPr="00D442E5">
              <w:rPr>
                <w:rFonts w:ascii="Corbel" w:eastAsia="Times New Roman" w:hAnsi="Corbel"/>
                <w:bCs/>
                <w:lang w:eastAsia="pl-PL"/>
              </w:rPr>
              <w:t>prowadzić notatki rysunkowe</w:t>
            </w:r>
          </w:p>
          <w:p w14:paraId="41ED295F" w14:textId="77777777" w:rsidR="0022684D" w:rsidRPr="009C54AE" w:rsidRDefault="0022684D" w:rsidP="009C54AE">
            <w:pPr>
              <w:pStyle w:val="Akapitzlist"/>
              <w:spacing w:after="0" w:line="240" w:lineRule="auto"/>
              <w:ind w:left="0"/>
              <w:rPr>
                <w:rFonts w:ascii="Corbel" w:hAnsi="Corbel"/>
                <w:sz w:val="24"/>
                <w:szCs w:val="24"/>
              </w:rPr>
            </w:pPr>
          </w:p>
        </w:tc>
      </w:tr>
      <w:tr w:rsidR="0085747A" w:rsidRPr="009C54AE" w14:paraId="5626A070" w14:textId="77777777" w:rsidTr="00923D7D">
        <w:tc>
          <w:tcPr>
            <w:tcW w:w="9639" w:type="dxa"/>
          </w:tcPr>
          <w:p w14:paraId="689315AE" w14:textId="77777777" w:rsidR="008E133B" w:rsidRDefault="008E133B" w:rsidP="008E133B">
            <w:pPr>
              <w:spacing w:after="0"/>
              <w:jc w:val="both"/>
              <w:rPr>
                <w:rFonts w:ascii="Corbel" w:eastAsia="Cambria" w:hAnsi="Corbel"/>
                <w:b/>
              </w:rPr>
            </w:pPr>
            <w:r w:rsidRPr="00D442E5">
              <w:rPr>
                <w:rFonts w:ascii="Corbel" w:eastAsia="Cambria" w:hAnsi="Corbel"/>
                <w:b/>
              </w:rPr>
              <w:t>Przykładowe tematy zadań:</w:t>
            </w:r>
          </w:p>
          <w:p w14:paraId="6DB39517" w14:textId="77777777" w:rsidR="008E133B" w:rsidRPr="00D442E5" w:rsidRDefault="008E133B" w:rsidP="008E133B">
            <w:pPr>
              <w:spacing w:after="0"/>
              <w:jc w:val="both"/>
              <w:rPr>
                <w:rFonts w:ascii="Corbel" w:hAnsi="Corbel"/>
              </w:rPr>
            </w:pPr>
          </w:p>
          <w:p w14:paraId="1D6B8E3E" w14:textId="77777777" w:rsidR="009D60FE" w:rsidRPr="00184578" w:rsidRDefault="008E133B" w:rsidP="008E133B">
            <w:pPr>
              <w:spacing w:after="0"/>
              <w:jc w:val="both"/>
              <w:rPr>
                <w:rFonts w:ascii="Corbel" w:eastAsia="Cambria" w:hAnsi="Corbel"/>
              </w:rPr>
            </w:pPr>
            <w:r w:rsidRPr="00D442E5">
              <w:rPr>
                <w:rFonts w:ascii="Corbel" w:eastAsia="Cambria" w:hAnsi="Corbel"/>
                <w:b/>
              </w:rPr>
              <w:t xml:space="preserve">Studium modela z natury. </w:t>
            </w:r>
            <w:r w:rsidRPr="00D442E5">
              <w:rPr>
                <w:rFonts w:ascii="Corbel" w:eastAsia="Cambria" w:hAnsi="Corbel"/>
              </w:rPr>
              <w:t>Zwrócenie uwagi na prawidłowe proporcje, uchwycenie charakteru modela, ekspresję środków wyrazu, kompozycję rysunku. W kolejnych semestrach temat aktu będzie traktowany wn</w:t>
            </w:r>
            <w:r>
              <w:rPr>
                <w:rFonts w:ascii="Corbel" w:eastAsia="Cambria" w:hAnsi="Corbel"/>
              </w:rPr>
              <w:t>ikliwie i rzetelnie</w:t>
            </w:r>
            <w:r w:rsidRPr="00D442E5">
              <w:rPr>
                <w:rFonts w:ascii="Corbel" w:eastAsia="Cambria" w:hAnsi="Corbel"/>
              </w:rPr>
              <w:t xml:space="preserve">, lecz z większym naciskiem na indywidualną ekspresję, interpretację, inspirację do działań eksperymentalnych. </w:t>
            </w:r>
          </w:p>
          <w:p w14:paraId="423C8FCE" w14:textId="77777777" w:rsidR="008E133B" w:rsidRDefault="008E133B" w:rsidP="008E133B">
            <w:pPr>
              <w:spacing w:after="0"/>
              <w:jc w:val="both"/>
              <w:rPr>
                <w:rFonts w:ascii="Corbel" w:eastAsia="Cambria" w:hAnsi="Corbel"/>
              </w:rPr>
            </w:pPr>
            <w:r w:rsidRPr="00D442E5">
              <w:rPr>
                <w:rFonts w:ascii="Corbel" w:eastAsia="Cambria" w:hAnsi="Corbel"/>
                <w:b/>
              </w:rPr>
              <w:t xml:space="preserve">Studium modela z natury przy dodatkowych założeniach. </w:t>
            </w:r>
            <w:r w:rsidRPr="00D442E5">
              <w:rPr>
                <w:rFonts w:ascii="Corbel" w:eastAsia="Cambria" w:hAnsi="Corbel"/>
              </w:rPr>
              <w:t>Rysunek modela okrytego tkaniną (zwrócenie uwagi na rytmy, kierunki, efekty światłocieniowe); rysunek wyłącznie linearny (próba oddania proporcji, charakteru i bryły aktu przy pomocy oszczędnych środków formalnych);rysunek światłocieniowy, postać kadrowana (akt traktowany w sposób abstrakcyjny); rysunek ekspresyjny o charakterze szybkiego szkicu; rysunek symulta</w:t>
            </w:r>
            <w:r w:rsidR="00184578">
              <w:rPr>
                <w:rFonts w:ascii="Corbel" w:eastAsia="Cambria" w:hAnsi="Corbel"/>
              </w:rPr>
              <w:t xml:space="preserve">niczny;  kompozycja z akcentem, </w:t>
            </w:r>
            <w:r w:rsidRPr="00D442E5">
              <w:rPr>
                <w:rFonts w:ascii="Corbel" w:eastAsia="Cambria" w:hAnsi="Corbel"/>
              </w:rPr>
              <w:t>itp.</w:t>
            </w:r>
          </w:p>
          <w:p w14:paraId="28659CEA" w14:textId="77777777" w:rsidR="004143B3" w:rsidRPr="000F442D" w:rsidRDefault="00843B97" w:rsidP="008E133B">
            <w:pPr>
              <w:spacing w:after="0"/>
              <w:jc w:val="both"/>
              <w:rPr>
                <w:rFonts w:ascii="Corbel" w:eastAsia="Cambria" w:hAnsi="Corbel"/>
              </w:rPr>
            </w:pPr>
            <w:r w:rsidRPr="00B6193D">
              <w:rPr>
                <w:rFonts w:ascii="Corbel" w:eastAsia="Cambria" w:hAnsi="Corbel"/>
                <w:b/>
              </w:rPr>
              <w:t>St</w:t>
            </w:r>
            <w:r w:rsidR="00B6193D" w:rsidRPr="00B6193D">
              <w:rPr>
                <w:rFonts w:ascii="Corbel" w:eastAsia="Cambria" w:hAnsi="Corbel"/>
                <w:b/>
              </w:rPr>
              <w:t xml:space="preserve">udium martwej natury przy dodatkowych założeniach. </w:t>
            </w:r>
            <w:r w:rsidR="00B6193D">
              <w:rPr>
                <w:rFonts w:ascii="Corbel" w:eastAsia="Cambria" w:hAnsi="Corbel"/>
              </w:rPr>
              <w:t xml:space="preserve">Analiza i synteza formy; Statyka / dynamika; rytm, proporcja, bryła, kształt, faktura; </w:t>
            </w:r>
            <w:r w:rsidR="0094656B" w:rsidRPr="0094656B">
              <w:rPr>
                <w:rFonts w:ascii="Corbel" w:eastAsia="Cambria" w:hAnsi="Corbel"/>
                <w:b/>
              </w:rPr>
              <w:t>Draperia</w:t>
            </w:r>
            <w:r w:rsidR="0094656B">
              <w:rPr>
                <w:rFonts w:ascii="Corbel" w:eastAsia="Cambria" w:hAnsi="Corbel"/>
              </w:rPr>
              <w:t xml:space="preserve">, </w:t>
            </w:r>
            <w:r w:rsidR="00B6193D" w:rsidRPr="00B6193D">
              <w:rPr>
                <w:rFonts w:ascii="Corbel" w:eastAsia="Cambria" w:hAnsi="Corbel"/>
                <w:b/>
              </w:rPr>
              <w:t>Multiplikacja</w:t>
            </w:r>
            <w:r w:rsidR="00B6193D">
              <w:rPr>
                <w:rFonts w:ascii="Corbel" w:eastAsia="Cambria" w:hAnsi="Corbel"/>
              </w:rPr>
              <w:t>, itp.</w:t>
            </w:r>
          </w:p>
          <w:p w14:paraId="5D4196FF" w14:textId="77777777" w:rsidR="008E133B" w:rsidRPr="00D442E5" w:rsidRDefault="008E133B" w:rsidP="008E133B">
            <w:pPr>
              <w:spacing w:after="0"/>
              <w:jc w:val="both"/>
              <w:rPr>
                <w:rFonts w:ascii="Corbel" w:hAnsi="Corbel"/>
              </w:rPr>
            </w:pPr>
            <w:r w:rsidRPr="00D442E5">
              <w:rPr>
                <w:rFonts w:ascii="Corbel" w:eastAsia="Cambria" w:hAnsi="Corbel"/>
                <w:b/>
              </w:rPr>
              <w:t>Interpretacja i transpozycja natury.</w:t>
            </w:r>
            <w:r w:rsidRPr="00D442E5">
              <w:rPr>
                <w:rFonts w:ascii="Corbel" w:eastAsia="Cambria" w:hAnsi="Corbel"/>
              </w:rPr>
              <w:t xml:space="preserve"> Tworzenie cyklu rysunków, z których pierwszy jest studium z natury, kolejne  zaś stanowią pewne rozważania na jego temat.</w:t>
            </w:r>
          </w:p>
          <w:p w14:paraId="384A943F" w14:textId="77777777" w:rsidR="00E93F7A" w:rsidRDefault="008E133B" w:rsidP="008E133B">
            <w:pPr>
              <w:spacing w:after="0"/>
              <w:jc w:val="both"/>
              <w:rPr>
                <w:rFonts w:ascii="Corbel" w:eastAsia="Cambria" w:hAnsi="Corbel"/>
              </w:rPr>
            </w:pPr>
            <w:r w:rsidRPr="00D442E5">
              <w:rPr>
                <w:rFonts w:ascii="Corbel" w:eastAsia="Cambria" w:hAnsi="Corbel"/>
                <w:b/>
              </w:rPr>
              <w:t xml:space="preserve">Natura jako inspiracja do działań abstrakcyjnych. </w:t>
            </w:r>
            <w:r>
              <w:rPr>
                <w:rFonts w:ascii="Corbel" w:eastAsia="Cambria" w:hAnsi="Corbel"/>
              </w:rPr>
              <w:t>Obserwacja</w:t>
            </w:r>
            <w:r w:rsidRPr="00D442E5">
              <w:rPr>
                <w:rFonts w:ascii="Corbel" w:eastAsia="Cambria" w:hAnsi="Corbel"/>
              </w:rPr>
              <w:t xml:space="preserve"> rzeczywistości, a następnie transpozycji wybranego jej fragmentu na płaszczyznę papieru przy pomocy odpowiednio dobranych środków wyrazu z uwzględnieniem interesującego kompozycyjnie kadru.</w:t>
            </w:r>
          </w:p>
          <w:p w14:paraId="20260609" w14:textId="77777777" w:rsidR="00146AD1" w:rsidRPr="00146AD1" w:rsidRDefault="00146AD1" w:rsidP="00146AD1">
            <w:pPr>
              <w:spacing w:after="0"/>
              <w:jc w:val="both"/>
              <w:rPr>
                <w:rFonts w:ascii="Corbel" w:hAnsi="Corbel"/>
              </w:rPr>
            </w:pPr>
            <w:r w:rsidRPr="00146AD1">
              <w:rPr>
                <w:rFonts w:ascii="Corbel" w:eastAsia="Cambria" w:hAnsi="Corbel"/>
                <w:b/>
              </w:rPr>
              <w:t>Studium martwej natury.</w:t>
            </w:r>
            <w:r w:rsidR="00002086">
              <w:rPr>
                <w:rFonts w:ascii="Corbel" w:eastAsia="Cambria" w:hAnsi="Corbel"/>
                <w:b/>
              </w:rPr>
              <w:t xml:space="preserve"> </w:t>
            </w:r>
            <w:r>
              <w:rPr>
                <w:rFonts w:ascii="Corbel" w:eastAsia="Cambria" w:hAnsi="Corbel"/>
              </w:rPr>
              <w:t>Analiza i synteza formy.</w:t>
            </w:r>
          </w:p>
          <w:p w14:paraId="6DC2563E" w14:textId="77777777" w:rsidR="008E133B" w:rsidRPr="00D442E5" w:rsidRDefault="008E133B" w:rsidP="008E133B">
            <w:pPr>
              <w:spacing w:after="0"/>
              <w:jc w:val="both"/>
              <w:rPr>
                <w:rFonts w:ascii="Corbel" w:hAnsi="Corbel"/>
              </w:rPr>
            </w:pPr>
            <w:r w:rsidRPr="00D442E5">
              <w:rPr>
                <w:rFonts w:ascii="Corbel" w:eastAsia="Cambria" w:hAnsi="Corbel"/>
                <w:b/>
                <w:bCs/>
              </w:rPr>
              <w:lastRenderedPageBreak/>
              <w:t>Zadanie jesienne (autorstwa prof. Włodzimierza Kotkowskiego)</w:t>
            </w:r>
            <w:r w:rsidRPr="00D442E5">
              <w:rPr>
                <w:rFonts w:ascii="Corbel" w:eastAsia="Cambria" w:hAnsi="Corbel"/>
              </w:rPr>
              <w:t>Cykl rysunków z motywem korony drzewa, kępy krzaków itp. Szczególną uwagę należy zwrócić na ekspresję bezlistnej korony drzewa oglądanej na tle nieba.</w:t>
            </w:r>
            <w:r w:rsidR="00002086">
              <w:rPr>
                <w:rFonts w:ascii="Corbel" w:eastAsia="Cambria" w:hAnsi="Corbel"/>
              </w:rPr>
              <w:t xml:space="preserve"> </w:t>
            </w:r>
            <w:r w:rsidRPr="00D442E5">
              <w:rPr>
                <w:rFonts w:ascii="Corbel" w:eastAsia="Cambria" w:hAnsi="Corbel"/>
              </w:rPr>
              <w:t>Obserwacja elementów podobnych, jak i kontrastów – formy delikatne, ażurowe (gałęzie) zestawiane z monolitycznymi (pień).Zadanie podejmuje problem rejestracji, interpretacji i transpozycji.</w:t>
            </w:r>
          </w:p>
          <w:p w14:paraId="53737398" w14:textId="77777777" w:rsidR="00E71695" w:rsidRDefault="008E133B" w:rsidP="008E133B">
            <w:pPr>
              <w:spacing w:after="0"/>
              <w:jc w:val="both"/>
              <w:rPr>
                <w:rFonts w:ascii="Corbel" w:eastAsia="Cambria" w:hAnsi="Corbel"/>
              </w:rPr>
            </w:pPr>
            <w:r w:rsidRPr="00D442E5">
              <w:rPr>
                <w:rFonts w:ascii="Corbel" w:eastAsia="Cambria" w:hAnsi="Corbel"/>
                <w:b/>
                <w:bCs/>
              </w:rPr>
              <w:t>Studium głowy.</w:t>
            </w:r>
            <w:r w:rsidRPr="00D442E5">
              <w:rPr>
                <w:rFonts w:ascii="Corbel" w:eastAsia="Cambria" w:hAnsi="Corbel"/>
              </w:rPr>
              <w:t xml:space="preserve"> Cykl rysunków z motywem głowy. Rysunki studyjne głowy z uwzględnieniem wiedzy anatomicznej na temat budowy głowy, przy jednoczesnym zachowaniu własnej, indywidualnej ekspresji i oddaniu charakteru modela. Poszukiwanie formy i bryły. Eksperymentowan</w:t>
            </w:r>
            <w:r w:rsidR="00B803CA">
              <w:rPr>
                <w:rFonts w:ascii="Corbel" w:eastAsia="Cambria" w:hAnsi="Corbel"/>
              </w:rPr>
              <w:t xml:space="preserve">ie z różnym oświetleniem motywu; </w:t>
            </w:r>
          </w:p>
          <w:p w14:paraId="0F267DCA" w14:textId="77777777" w:rsidR="00E71695" w:rsidRPr="00D442E5" w:rsidRDefault="008E133B" w:rsidP="00E71695">
            <w:pPr>
              <w:spacing w:after="0"/>
              <w:jc w:val="both"/>
              <w:rPr>
                <w:rFonts w:ascii="Corbel" w:hAnsi="Corbel"/>
              </w:rPr>
            </w:pPr>
            <w:r w:rsidRPr="00D442E5">
              <w:rPr>
                <w:rFonts w:ascii="Corbel" w:eastAsia="Times New Roman" w:hAnsi="Corbel"/>
                <w:b/>
                <w:bCs/>
                <w:lang w:eastAsia="pl-PL"/>
              </w:rPr>
              <w:t>Interpretacja głowy.</w:t>
            </w:r>
            <w:r w:rsidR="00002086">
              <w:rPr>
                <w:rFonts w:ascii="Corbel" w:eastAsia="Times New Roman" w:hAnsi="Corbel"/>
                <w:b/>
                <w:bCs/>
                <w:lang w:eastAsia="pl-PL"/>
              </w:rPr>
              <w:t xml:space="preserve"> </w:t>
            </w:r>
            <w:r w:rsidRPr="00D442E5">
              <w:rPr>
                <w:rFonts w:ascii="Corbel" w:eastAsia="Times New Roman" w:hAnsi="Corbel"/>
                <w:bCs/>
                <w:lang w:eastAsia="pl-PL"/>
              </w:rPr>
              <w:t xml:space="preserve">Kontynuacja wcześniejszego ćwiczenia </w:t>
            </w:r>
            <w:r w:rsidRPr="00D442E5">
              <w:rPr>
                <w:rFonts w:ascii="Corbel" w:eastAsia="Times New Roman" w:hAnsi="Corbel"/>
                <w:b/>
                <w:bCs/>
                <w:i/>
                <w:lang w:eastAsia="pl-PL"/>
              </w:rPr>
              <w:t>studium głowy</w:t>
            </w:r>
            <w:r w:rsidRPr="00D442E5">
              <w:rPr>
                <w:rFonts w:ascii="Corbel" w:eastAsia="Times New Roman" w:hAnsi="Corbel"/>
                <w:bCs/>
                <w:lang w:eastAsia="pl-PL"/>
              </w:rPr>
              <w:t>, ukierunkowana na bardziej swobodne i autorskie podejście do tematu. Próba interpretacji, poszukiwania i wyrażania</w:t>
            </w:r>
            <w:r w:rsidR="00E71695">
              <w:rPr>
                <w:rFonts w:ascii="Corbel" w:eastAsia="Times New Roman" w:hAnsi="Corbel"/>
                <w:bCs/>
                <w:lang w:eastAsia="pl-PL"/>
              </w:rPr>
              <w:t xml:space="preserve"> własnej ekspresji; </w:t>
            </w:r>
            <w:r w:rsidR="00E71695" w:rsidRPr="00B803CA">
              <w:rPr>
                <w:rFonts w:ascii="Corbel" w:eastAsia="Cambria" w:hAnsi="Corbel"/>
                <w:b/>
              </w:rPr>
              <w:t>Portret / Autoportret</w:t>
            </w:r>
          </w:p>
          <w:p w14:paraId="52B4739E" w14:textId="77777777" w:rsidR="008E133B" w:rsidRPr="00D442E5" w:rsidRDefault="008E133B" w:rsidP="008E133B">
            <w:pPr>
              <w:spacing w:after="0"/>
              <w:jc w:val="both"/>
              <w:rPr>
                <w:rFonts w:ascii="Corbel" w:hAnsi="Corbel"/>
              </w:rPr>
            </w:pPr>
            <w:r w:rsidRPr="00D442E5">
              <w:rPr>
                <w:rFonts w:ascii="Corbel" w:eastAsia="Times New Roman" w:hAnsi="Corbel"/>
                <w:b/>
                <w:bCs/>
                <w:lang w:eastAsia="pl-PL"/>
              </w:rPr>
              <w:t xml:space="preserve">Podobieństwa – przeciwieństwa. </w:t>
            </w:r>
            <w:r w:rsidRPr="00D442E5">
              <w:rPr>
                <w:rFonts w:ascii="Corbel" w:eastAsia="Times New Roman" w:hAnsi="Corbel"/>
                <w:lang w:eastAsia="pl-PL"/>
              </w:rPr>
              <w:t xml:space="preserve">Interpretacja i wizualizacja zestawu pojęć: miękkie – miękkie; miękkie – twarde; twarde – twarde. Budowa obrazu na zasadzie zestawień form, waloru, zróżnicowania kreski, szukania struktury materii. Użycie określonych środków, aby przy ich pomocy (bez dodatkowej anegdoty) konstytuując układ abstrakcyjnych form wyrazić napięcia pomiędzy interpretowanymi pojęciami. </w:t>
            </w:r>
          </w:p>
          <w:p w14:paraId="6FC447F1" w14:textId="77777777" w:rsidR="008E133B" w:rsidRPr="00D442E5" w:rsidRDefault="008E133B" w:rsidP="008E133B">
            <w:pPr>
              <w:spacing w:after="0"/>
              <w:jc w:val="both"/>
              <w:rPr>
                <w:rFonts w:ascii="Corbel" w:hAnsi="Corbel"/>
              </w:rPr>
            </w:pPr>
            <w:r w:rsidRPr="00D442E5">
              <w:rPr>
                <w:rFonts w:ascii="Corbel" w:eastAsia="Times New Roman" w:hAnsi="Corbel"/>
                <w:b/>
                <w:bCs/>
                <w:lang w:eastAsia="pl-PL"/>
              </w:rPr>
              <w:t>Metamorfoza. Wątek fabularny.</w:t>
            </w:r>
            <w:r w:rsidR="00002086">
              <w:rPr>
                <w:rFonts w:ascii="Corbel" w:eastAsia="Times New Roman" w:hAnsi="Corbel"/>
                <w:b/>
                <w:bCs/>
                <w:lang w:eastAsia="pl-PL"/>
              </w:rPr>
              <w:t xml:space="preserve"> </w:t>
            </w:r>
            <w:r w:rsidRPr="00D442E5">
              <w:rPr>
                <w:rFonts w:ascii="Corbel" w:eastAsia="Times New Roman" w:hAnsi="Corbel"/>
                <w:bCs/>
                <w:lang w:eastAsia="pl-PL"/>
              </w:rPr>
              <w:t>Cykl rysunków będących pewnym kontinuum, w których następuje kolejno metamorfoza kompozycji wyjściowej. Kompozycje mogą być budowane na zasadzie stop klatek bądź też pewnej ciągłości ruchu. Mogą być to zarówno prace abstrakcyjne, jak i realistyczne. Ważne jest osiągnięcie spójności w konstrukcji całego cyklu.</w:t>
            </w:r>
          </w:p>
          <w:p w14:paraId="5808D6B2" w14:textId="77777777" w:rsidR="008E133B" w:rsidRPr="00D442E5" w:rsidRDefault="008E133B" w:rsidP="008E133B">
            <w:pPr>
              <w:spacing w:after="0"/>
              <w:jc w:val="both"/>
              <w:rPr>
                <w:rFonts w:ascii="Corbel" w:hAnsi="Corbel"/>
              </w:rPr>
            </w:pPr>
            <w:r w:rsidRPr="00D442E5">
              <w:rPr>
                <w:rFonts w:ascii="Corbel" w:eastAsia="Times New Roman" w:hAnsi="Corbel"/>
                <w:b/>
                <w:lang w:eastAsia="pl-PL"/>
              </w:rPr>
              <w:t>Kompozycja otwarta. Kompozycja zamknięta.</w:t>
            </w:r>
          </w:p>
          <w:p w14:paraId="6621451A" w14:textId="77777777" w:rsidR="008E133B" w:rsidRPr="00D442E5" w:rsidRDefault="008E133B" w:rsidP="008E133B">
            <w:pPr>
              <w:spacing w:after="0"/>
              <w:jc w:val="both"/>
              <w:rPr>
                <w:rFonts w:ascii="Corbel" w:hAnsi="Corbel"/>
              </w:rPr>
            </w:pPr>
            <w:r w:rsidRPr="00D442E5">
              <w:rPr>
                <w:rFonts w:ascii="Corbel" w:eastAsia="Cambria" w:hAnsi="Corbel"/>
              </w:rPr>
              <w:t xml:space="preserve">Zestaw </w:t>
            </w:r>
            <w:r w:rsidRPr="00D442E5">
              <w:rPr>
                <w:rFonts w:ascii="Corbel" w:eastAsia="Cambria" w:hAnsi="Corbel"/>
                <w:bCs/>
              </w:rPr>
              <w:t>rysunków</w:t>
            </w:r>
            <w:r w:rsidRPr="00D442E5">
              <w:rPr>
                <w:rFonts w:ascii="Corbel" w:eastAsia="Cambria" w:hAnsi="Corbel"/>
              </w:rPr>
              <w:t xml:space="preserve"> poprzedzonych szkicami. Rysunki mogą być inspirowane naturą (np. pejzaż) lub wyobraźnią.</w:t>
            </w:r>
          </w:p>
          <w:p w14:paraId="2564D981" w14:textId="77777777" w:rsidR="008E133B" w:rsidRPr="00D442E5" w:rsidRDefault="008E133B" w:rsidP="008E133B">
            <w:pPr>
              <w:spacing w:after="0"/>
              <w:jc w:val="both"/>
              <w:rPr>
                <w:rFonts w:ascii="Corbel" w:hAnsi="Corbel"/>
              </w:rPr>
            </w:pPr>
            <w:r w:rsidRPr="00D442E5">
              <w:rPr>
                <w:rFonts w:ascii="Corbel" w:eastAsia="Cambria" w:hAnsi="Corbel"/>
                <w:b/>
                <w:bCs/>
              </w:rPr>
              <w:t xml:space="preserve">Przestrzeń. </w:t>
            </w:r>
            <w:r w:rsidRPr="00D442E5">
              <w:rPr>
                <w:rFonts w:ascii="Corbel" w:eastAsia="Times New Roman" w:hAnsi="Corbel"/>
                <w:lang w:eastAsia="pl-PL"/>
              </w:rPr>
              <w:t xml:space="preserve">Interpretacja i wizualizacja pojęcia. Możliwość wyjścia poza ramy klasycznie rozumianego rysunku na rzecz poszukiwania relacji pomiędzy przestrzenią rzeczywistą a wykreowaną, przekroczenie dwuwymiarowości rysunku, ograniczoności ramami i formatem papieru. Istotne jest zachowanie umiaru pomiędzy formą a treścią, aby uniknąć nadmiernej ilustracyjności i dosłowności. Budowa obrazu na zasadzie zestawień form, waloru, zróżnicowania kreski. </w:t>
            </w:r>
          </w:p>
          <w:p w14:paraId="28F8E249" w14:textId="77777777" w:rsidR="008E133B" w:rsidRDefault="008E133B" w:rsidP="008E133B">
            <w:pPr>
              <w:spacing w:after="0"/>
              <w:jc w:val="both"/>
              <w:rPr>
                <w:rFonts w:ascii="Corbel" w:eastAsia="Cambria" w:hAnsi="Corbel"/>
              </w:rPr>
            </w:pPr>
            <w:r w:rsidRPr="00D442E5">
              <w:rPr>
                <w:rFonts w:ascii="Corbel" w:eastAsia="Cambria" w:hAnsi="Corbel"/>
                <w:b/>
                <w:bCs/>
              </w:rPr>
              <w:t xml:space="preserve">Studium formy. </w:t>
            </w:r>
            <w:r w:rsidRPr="00D442E5">
              <w:rPr>
                <w:rFonts w:ascii="Corbel" w:eastAsia="Cambria" w:hAnsi="Corbel"/>
              </w:rPr>
              <w:t xml:space="preserve">Doświadczanie procesu przekładu /transpozycji/ natury </w:t>
            </w:r>
            <w:proofErr w:type="spellStart"/>
            <w:r w:rsidRPr="00D442E5">
              <w:rPr>
                <w:rFonts w:ascii="Corbel" w:eastAsia="Cambria" w:hAnsi="Corbel"/>
              </w:rPr>
              <w:t>na:bardziej</w:t>
            </w:r>
            <w:proofErr w:type="spellEnd"/>
            <w:r w:rsidRPr="00D442E5">
              <w:rPr>
                <w:rFonts w:ascii="Corbel" w:eastAsia="Cambria" w:hAnsi="Corbel"/>
              </w:rPr>
              <w:t xml:space="preserve"> syntetyczne środki wyrazu; bardziej ekspresyjne środki wyrazu. </w:t>
            </w:r>
          </w:p>
          <w:p w14:paraId="6F0DDBBD" w14:textId="77777777" w:rsidR="008E133B" w:rsidRDefault="00EF4248" w:rsidP="008E133B">
            <w:pPr>
              <w:spacing w:after="0"/>
              <w:jc w:val="both"/>
              <w:rPr>
                <w:rFonts w:ascii="Corbel" w:hAnsi="Corbel"/>
              </w:rPr>
            </w:pPr>
            <w:r>
              <w:rPr>
                <w:rFonts w:ascii="Corbel" w:hAnsi="Corbel"/>
                <w:b/>
              </w:rPr>
              <w:t xml:space="preserve">Iluzja w rysunku. </w:t>
            </w:r>
            <w:r>
              <w:rPr>
                <w:rFonts w:ascii="Corbel" w:hAnsi="Corbel"/>
              </w:rPr>
              <w:t>Zadanie wykorzystujące relacje elementów linii i plamy oraz czynniki pozornej głębi na płaszczyźnie</w:t>
            </w:r>
          </w:p>
          <w:p w14:paraId="01B3DDF8" w14:textId="77777777" w:rsidR="00EF4248" w:rsidRPr="00EF4248" w:rsidRDefault="00EF4248" w:rsidP="008E133B">
            <w:pPr>
              <w:spacing w:after="0"/>
              <w:jc w:val="both"/>
              <w:rPr>
                <w:rFonts w:ascii="Corbel" w:hAnsi="Corbel"/>
              </w:rPr>
            </w:pPr>
            <w:r w:rsidRPr="00EF4248">
              <w:rPr>
                <w:rFonts w:ascii="Corbel" w:hAnsi="Corbel"/>
                <w:b/>
              </w:rPr>
              <w:t>Światło obrazu</w:t>
            </w:r>
            <w:r>
              <w:rPr>
                <w:rFonts w:ascii="Corbel" w:hAnsi="Corbel"/>
              </w:rPr>
              <w:t>. Analiza i wykorzystanie światła, kreacja z zastosowaniem różnych metod dla wzbogacania materii</w:t>
            </w:r>
          </w:p>
          <w:p w14:paraId="6C5733C1" w14:textId="77777777" w:rsidR="00E93F7A" w:rsidRDefault="002F354F" w:rsidP="008E133B">
            <w:pPr>
              <w:spacing w:after="0"/>
              <w:jc w:val="both"/>
              <w:rPr>
                <w:rFonts w:ascii="Corbel" w:hAnsi="Corbel"/>
              </w:rPr>
            </w:pPr>
            <w:r w:rsidRPr="002F354F">
              <w:rPr>
                <w:rFonts w:ascii="Corbel" w:hAnsi="Corbel"/>
                <w:b/>
              </w:rPr>
              <w:t xml:space="preserve">Metafora. </w:t>
            </w:r>
            <w:r w:rsidR="00CB744B">
              <w:rPr>
                <w:rFonts w:ascii="Corbel" w:hAnsi="Corbel"/>
              </w:rPr>
              <w:t>Badanie właściwości ekspresyjnych z zastosowaniem odpowiednio transformowanych elementów.</w:t>
            </w:r>
          </w:p>
          <w:p w14:paraId="686969F3" w14:textId="77777777" w:rsidR="00CB744B" w:rsidRDefault="00CB744B" w:rsidP="008E133B">
            <w:pPr>
              <w:spacing w:after="0"/>
              <w:jc w:val="both"/>
              <w:rPr>
                <w:rFonts w:ascii="Corbel" w:hAnsi="Corbel"/>
              </w:rPr>
            </w:pPr>
            <w:r w:rsidRPr="00CB744B">
              <w:rPr>
                <w:rFonts w:ascii="Corbel" w:hAnsi="Corbel"/>
                <w:b/>
              </w:rPr>
              <w:t>Cykl-wypadkowa</w:t>
            </w:r>
            <w:r w:rsidR="001B04FF">
              <w:rPr>
                <w:rFonts w:ascii="Corbel" w:hAnsi="Corbel"/>
              </w:rPr>
              <w:t>. Wykonanie cyklu p</w:t>
            </w:r>
            <w:r>
              <w:rPr>
                <w:rFonts w:ascii="Corbel" w:hAnsi="Corbel"/>
              </w:rPr>
              <w:t>rac rysunkowych (z otwarciem na interdyscyplinarność i nowe media) będących wypadkową dotychczasowych poszukiwań formalnych, warsztatowych i intelektualnych wynikających ze świadomości stanu i kondycji rysunku współczesnego / sztuki współczesnej.</w:t>
            </w:r>
          </w:p>
          <w:p w14:paraId="2F128358" w14:textId="77777777" w:rsidR="00CB744B" w:rsidRDefault="00B55048" w:rsidP="008E133B">
            <w:pPr>
              <w:spacing w:after="0"/>
              <w:jc w:val="both"/>
              <w:rPr>
                <w:rFonts w:ascii="Corbel" w:hAnsi="Corbel"/>
              </w:rPr>
            </w:pPr>
            <w:r w:rsidRPr="00A52887">
              <w:rPr>
                <w:rFonts w:ascii="Corbel" w:hAnsi="Corbel"/>
                <w:b/>
              </w:rPr>
              <w:t>Ciało</w:t>
            </w:r>
            <w:r w:rsidR="00A52887">
              <w:rPr>
                <w:rFonts w:ascii="Corbel" w:hAnsi="Corbel"/>
              </w:rPr>
              <w:t>. I</w:t>
            </w:r>
            <w:r>
              <w:rPr>
                <w:rFonts w:ascii="Corbel" w:hAnsi="Corbel"/>
              </w:rPr>
              <w:t>nterpretacja motywu z wykorzystaniem zróżnicowanej skali</w:t>
            </w:r>
            <w:r w:rsidR="00FF6CDC">
              <w:rPr>
                <w:rFonts w:ascii="Corbel" w:hAnsi="Corbel"/>
              </w:rPr>
              <w:t xml:space="preserve"> z możliwością wprowadzenia elementów gotowych</w:t>
            </w:r>
            <w:r w:rsidR="00F230EF">
              <w:rPr>
                <w:rFonts w:ascii="Corbel" w:hAnsi="Corbel"/>
              </w:rPr>
              <w:t>.</w:t>
            </w:r>
          </w:p>
          <w:p w14:paraId="7445884E" w14:textId="77777777" w:rsidR="00F230EF" w:rsidRPr="00F230EF" w:rsidRDefault="00F230EF" w:rsidP="008E133B">
            <w:pPr>
              <w:spacing w:after="0"/>
              <w:jc w:val="both"/>
              <w:rPr>
                <w:rFonts w:ascii="Corbel" w:hAnsi="Corbel"/>
              </w:rPr>
            </w:pPr>
            <w:r w:rsidRPr="00F230EF">
              <w:rPr>
                <w:rFonts w:ascii="Corbel" w:hAnsi="Corbel"/>
                <w:b/>
              </w:rPr>
              <w:t xml:space="preserve">Linia w przestrzeni. </w:t>
            </w:r>
            <w:r w:rsidR="007944D2">
              <w:rPr>
                <w:rFonts w:ascii="Corbel" w:hAnsi="Corbel"/>
              </w:rPr>
              <w:t>Badanie jakości, form i funkcji linii - wzajemne relacje.</w:t>
            </w:r>
          </w:p>
          <w:p w14:paraId="2A8B012A" w14:textId="77777777" w:rsidR="00E706DA" w:rsidRDefault="001450CD" w:rsidP="008E133B">
            <w:pPr>
              <w:spacing w:after="0"/>
              <w:jc w:val="both"/>
              <w:rPr>
                <w:rFonts w:ascii="Corbel" w:hAnsi="Corbel"/>
              </w:rPr>
            </w:pPr>
            <w:r w:rsidRPr="001450CD">
              <w:rPr>
                <w:rFonts w:ascii="Corbel" w:hAnsi="Corbel"/>
                <w:b/>
              </w:rPr>
              <w:t>Dźwięk-</w:t>
            </w:r>
            <w:r w:rsidR="00432AFE">
              <w:rPr>
                <w:rFonts w:ascii="Corbel" w:hAnsi="Corbel"/>
                <w:b/>
              </w:rPr>
              <w:t xml:space="preserve"> </w:t>
            </w:r>
            <w:r w:rsidRPr="001450CD">
              <w:rPr>
                <w:rFonts w:ascii="Corbel" w:hAnsi="Corbel"/>
                <w:b/>
              </w:rPr>
              <w:t>punkt-</w:t>
            </w:r>
            <w:r w:rsidR="00432AFE">
              <w:rPr>
                <w:rFonts w:ascii="Corbel" w:hAnsi="Corbel"/>
                <w:b/>
              </w:rPr>
              <w:t xml:space="preserve"> </w:t>
            </w:r>
            <w:r w:rsidRPr="001450CD">
              <w:rPr>
                <w:rFonts w:ascii="Corbel" w:hAnsi="Corbel"/>
                <w:b/>
              </w:rPr>
              <w:t>linia.</w:t>
            </w:r>
            <w:r>
              <w:rPr>
                <w:rFonts w:ascii="Corbel" w:hAnsi="Corbel"/>
              </w:rPr>
              <w:t xml:space="preserve"> Utwór muzyczny i dzieło plastyczne - wzajemne relacje.</w:t>
            </w:r>
            <w:r w:rsidR="00B33563">
              <w:rPr>
                <w:rFonts w:ascii="Corbel" w:hAnsi="Corbel"/>
              </w:rPr>
              <w:t xml:space="preserve"> Wykorzystanie utworu muzycznego do plastycznej interpretacji. </w:t>
            </w:r>
            <w:r w:rsidR="007A706D">
              <w:rPr>
                <w:rFonts w:ascii="Corbel" w:hAnsi="Corbel"/>
              </w:rPr>
              <w:t>Przedmiot w kontekście temporalnym. Analiza zmiennych układów obiektów aranżowanych w pracowni.</w:t>
            </w:r>
          </w:p>
          <w:p w14:paraId="31B8603B" w14:textId="77777777" w:rsidR="001450CD" w:rsidRPr="00551C00" w:rsidRDefault="004137F0" w:rsidP="0003602C">
            <w:pPr>
              <w:spacing w:after="0"/>
              <w:rPr>
                <w:rFonts w:ascii="Corbel" w:hAnsi="Corbel"/>
              </w:rPr>
            </w:pPr>
            <w:r w:rsidRPr="00551C00">
              <w:rPr>
                <w:rFonts w:ascii="Corbel" w:hAnsi="Corbel"/>
                <w:b/>
              </w:rPr>
              <w:lastRenderedPageBreak/>
              <w:t>Rysunek jako forma komunikacji.</w:t>
            </w:r>
            <w:r w:rsidRPr="00551C00">
              <w:rPr>
                <w:rFonts w:ascii="Corbel" w:hAnsi="Corbel"/>
              </w:rPr>
              <w:t xml:space="preserve"> Tworzenie cykli tematycznych o określonej treści i formie.</w:t>
            </w:r>
          </w:p>
          <w:p w14:paraId="09508536" w14:textId="77777777" w:rsidR="00B55048" w:rsidRDefault="00454FB2" w:rsidP="00551C00">
            <w:pPr>
              <w:rPr>
                <w:rFonts w:ascii="Corbel" w:hAnsi="Corbel"/>
                <w:b/>
              </w:rPr>
            </w:pPr>
            <w:r w:rsidRPr="00551C00">
              <w:rPr>
                <w:rFonts w:ascii="Corbel" w:hAnsi="Corbel"/>
                <w:b/>
              </w:rPr>
              <w:t xml:space="preserve">Dialog z wybranym mistrzem. </w:t>
            </w:r>
            <w:r w:rsidR="00BD38F5" w:rsidRPr="00551C00">
              <w:rPr>
                <w:rFonts w:ascii="Corbel" w:hAnsi="Corbel"/>
              </w:rPr>
              <w:t>Wykonanie cyklu prac rysunkowych (</w:t>
            </w:r>
            <w:r w:rsidR="00551C00">
              <w:rPr>
                <w:rFonts w:ascii="Corbel" w:hAnsi="Corbel"/>
              </w:rPr>
              <w:t xml:space="preserve">z otwartością na </w:t>
            </w:r>
            <w:r w:rsidR="00843B97" w:rsidRPr="00551C00">
              <w:rPr>
                <w:rFonts w:ascii="Corbel" w:hAnsi="Corbel"/>
              </w:rPr>
              <w:t>interdyscyplinarność, media, technik</w:t>
            </w:r>
            <w:r w:rsidR="004143B3" w:rsidRPr="00551C00">
              <w:rPr>
                <w:rFonts w:ascii="Corbel" w:hAnsi="Corbel"/>
              </w:rPr>
              <w:t>i cyfrowe)</w:t>
            </w:r>
            <w:r w:rsidR="00B33563">
              <w:rPr>
                <w:rFonts w:ascii="Corbel" w:hAnsi="Corbel"/>
              </w:rPr>
              <w:t xml:space="preserve"> będącego wypadkową dotychczasowych poszukiwań formalnych, warsztatowych i intelektualnych wynikających ze świadomości stanu i kondycji rysunku współczesnego z założeniem formy dialogu z wybranym twórcą, dziełem czy koncepcją twórczą</w:t>
            </w:r>
            <w:r w:rsidR="004143B3" w:rsidRPr="00551C00">
              <w:rPr>
                <w:rFonts w:ascii="Corbel" w:hAnsi="Corbel"/>
              </w:rPr>
              <w:t xml:space="preserve">; </w:t>
            </w:r>
            <w:r w:rsidR="004143B3" w:rsidRPr="00551C00">
              <w:rPr>
                <w:rFonts w:ascii="Corbel" w:hAnsi="Corbel"/>
                <w:b/>
              </w:rPr>
              <w:t>Myślenie koncepcyjne - projekt - i jego finalizowanie</w:t>
            </w:r>
            <w:r w:rsidR="00B02CA2" w:rsidRPr="00551C00">
              <w:rPr>
                <w:rFonts w:ascii="Corbel" w:hAnsi="Corbel"/>
                <w:b/>
              </w:rPr>
              <w:t>.</w:t>
            </w:r>
          </w:p>
          <w:p w14:paraId="711330EC" w14:textId="77777777" w:rsidR="00A95AFF" w:rsidRPr="00A95AFF" w:rsidRDefault="00A95AFF" w:rsidP="00551C00">
            <w:pPr>
              <w:rPr>
                <w:rFonts w:ascii="Corbel" w:hAnsi="Corbel"/>
              </w:rPr>
            </w:pPr>
            <w:r>
              <w:rPr>
                <w:rFonts w:ascii="Corbel" w:hAnsi="Corbel"/>
                <w:b/>
              </w:rPr>
              <w:t xml:space="preserve">Transpozycja słowa na obraz, wykorzystanie wątków dzieła literackiego do tworzenia kompozycji plastycznej; </w:t>
            </w:r>
            <w:r w:rsidRPr="00A95AFF">
              <w:rPr>
                <w:rFonts w:ascii="Corbel" w:hAnsi="Corbel"/>
              </w:rPr>
              <w:t>szczególne środki ekspresji wynikające z zastosowania wybranego rodzaju narracji.</w:t>
            </w:r>
          </w:p>
          <w:p w14:paraId="0848B271" w14:textId="77777777" w:rsidR="00E01DE5" w:rsidRPr="00C05FBD" w:rsidRDefault="00C05FBD" w:rsidP="00551C00">
            <w:pPr>
              <w:rPr>
                <w:rFonts w:ascii="Corbel" w:hAnsi="Corbel"/>
              </w:rPr>
            </w:pPr>
            <w:r>
              <w:rPr>
                <w:rFonts w:ascii="Corbel" w:hAnsi="Corbel"/>
                <w:b/>
              </w:rPr>
              <w:t xml:space="preserve">Poza czernią - poza bielą. </w:t>
            </w:r>
            <w:r w:rsidRPr="00C05FBD">
              <w:rPr>
                <w:rFonts w:ascii="Corbel" w:hAnsi="Corbel"/>
              </w:rPr>
              <w:t>Strefa szarości jako szczególny obszar tworzenia materii w rysunku. Wykorzystanie elementów linii i plamy w celu neutralizowania kontrastu w kompozycji</w:t>
            </w:r>
            <w:r>
              <w:rPr>
                <w:rFonts w:ascii="Corbel" w:hAnsi="Corbel"/>
              </w:rPr>
              <w:t>.</w:t>
            </w:r>
          </w:p>
          <w:p w14:paraId="67F25152" w14:textId="77777777" w:rsidR="0085747A" w:rsidRPr="00A2618D" w:rsidRDefault="00E01DE5" w:rsidP="00A2618D">
            <w:pPr>
              <w:rPr>
                <w:rFonts w:ascii="Corbel" w:hAnsi="Corbel"/>
              </w:rPr>
            </w:pPr>
            <w:r>
              <w:rPr>
                <w:rFonts w:ascii="Corbel" w:hAnsi="Corbel"/>
                <w:b/>
              </w:rPr>
              <w:t xml:space="preserve">Papier - materiał i motyw. </w:t>
            </w:r>
            <w:r>
              <w:rPr>
                <w:rFonts w:ascii="Corbel" w:hAnsi="Corbel"/>
              </w:rPr>
              <w:t>Wykorzystanie papieru jako elementu gotowego w kompozycji. Zwrócenie uwagi na specyficzne cechy tradycyjnego podłoża rysunku, jako materiału o odpowiednich walorach i cechach (sztywność, gramatura, faktura, struktura, itp.)</w:t>
            </w:r>
            <w:r w:rsidR="00CF619C">
              <w:rPr>
                <w:rFonts w:ascii="Corbel" w:hAnsi="Corbel"/>
              </w:rPr>
              <w:t xml:space="preserve"> do zastosowania  w odmiennej niż tradycyjna funkcji.</w:t>
            </w:r>
          </w:p>
        </w:tc>
      </w:tr>
    </w:tbl>
    <w:p w14:paraId="22E5C6E0" w14:textId="77777777" w:rsidR="008C77CE" w:rsidRDefault="008C77CE" w:rsidP="009C54AE">
      <w:pPr>
        <w:pStyle w:val="Punktygwne"/>
        <w:spacing w:before="0" w:after="0"/>
        <w:ind w:left="426"/>
        <w:rPr>
          <w:rFonts w:ascii="Corbel" w:hAnsi="Corbel"/>
          <w:smallCaps w:val="0"/>
          <w:szCs w:val="24"/>
        </w:rPr>
      </w:pPr>
    </w:p>
    <w:p w14:paraId="640B3F36" w14:textId="77777777" w:rsidR="0085747A" w:rsidRDefault="009F4610" w:rsidP="009C54AE">
      <w:pPr>
        <w:pStyle w:val="Punktygwne"/>
        <w:spacing w:before="0" w:after="0"/>
        <w:ind w:left="426"/>
        <w:rPr>
          <w:rFonts w:ascii="Corbel" w:hAnsi="Corbel"/>
          <w:smallCaps w:val="0"/>
          <w:szCs w:val="24"/>
        </w:rPr>
      </w:pPr>
      <w:r w:rsidRPr="009C54AE">
        <w:rPr>
          <w:rFonts w:ascii="Corbel" w:hAnsi="Corbel"/>
          <w:smallCaps w:val="0"/>
          <w:szCs w:val="24"/>
        </w:rPr>
        <w:t>3.4 Metody dydaktyczne</w:t>
      </w:r>
    </w:p>
    <w:p w14:paraId="1E84F188" w14:textId="77777777" w:rsidR="00183E7C" w:rsidRPr="009C54AE" w:rsidRDefault="00183E7C" w:rsidP="009C54AE">
      <w:pPr>
        <w:pStyle w:val="Punktygwne"/>
        <w:spacing w:before="0" w:after="0"/>
        <w:ind w:left="426"/>
        <w:rPr>
          <w:rFonts w:ascii="Corbel" w:hAnsi="Corbel"/>
          <w:b w:val="0"/>
          <w:smallCaps w:val="0"/>
          <w:szCs w:val="24"/>
        </w:rPr>
      </w:pPr>
    </w:p>
    <w:p w14:paraId="6D32ABFF" w14:textId="77777777" w:rsidR="00987F09" w:rsidRPr="00987F09" w:rsidRDefault="00153C41" w:rsidP="00EF65C9">
      <w:pPr>
        <w:pStyle w:val="Punktygwne"/>
        <w:spacing w:before="0" w:after="0"/>
        <w:jc w:val="both"/>
        <w:rPr>
          <w:rFonts w:ascii="Corbel" w:hAnsi="Corbel"/>
          <w:i/>
          <w:smallCaps w:val="0"/>
          <w:sz w:val="22"/>
        </w:rPr>
      </w:pPr>
      <w:r w:rsidRPr="00987F09">
        <w:rPr>
          <w:rFonts w:ascii="Corbel" w:hAnsi="Corbel"/>
          <w:i/>
          <w:smallCaps w:val="0"/>
          <w:sz w:val="22"/>
        </w:rPr>
        <w:t xml:space="preserve">Laboratorium: </w:t>
      </w:r>
      <w:r w:rsidR="00002086">
        <w:rPr>
          <w:rFonts w:ascii="Corbel" w:hAnsi="Corbel"/>
          <w:i/>
          <w:smallCaps w:val="0"/>
          <w:sz w:val="22"/>
        </w:rPr>
        <w:t>praktyczne wykonywanie zadań tematycznych</w:t>
      </w:r>
    </w:p>
    <w:p w14:paraId="4BFD3B50" w14:textId="77777777" w:rsidR="00C36C85" w:rsidRPr="00987F09" w:rsidRDefault="00C36C85" w:rsidP="00EF65C9">
      <w:pPr>
        <w:pStyle w:val="Punktygwne"/>
        <w:spacing w:before="0" w:after="0"/>
        <w:jc w:val="both"/>
        <w:rPr>
          <w:rFonts w:ascii="Corbel" w:hAnsi="Corbel"/>
          <w:b w:val="0"/>
          <w:i/>
          <w:smallCaps w:val="0"/>
          <w:sz w:val="22"/>
        </w:rPr>
      </w:pPr>
      <w:r w:rsidRPr="00987F09">
        <w:rPr>
          <w:rFonts w:ascii="Corbel" w:hAnsi="Corbel"/>
          <w:b w:val="0"/>
          <w:i/>
          <w:smallCaps w:val="0"/>
          <w:sz w:val="22"/>
        </w:rPr>
        <w:t xml:space="preserve"> / korekta indywidualna i zbiorowa, dyskusja, </w:t>
      </w:r>
      <w:r w:rsidR="00646396">
        <w:rPr>
          <w:rFonts w:ascii="Corbel" w:hAnsi="Corbel"/>
          <w:b w:val="0"/>
          <w:i/>
          <w:smallCaps w:val="0"/>
          <w:sz w:val="22"/>
        </w:rPr>
        <w:t>konsultacj</w:t>
      </w:r>
      <w:r w:rsidR="00646396" w:rsidRPr="00646396">
        <w:rPr>
          <w:rFonts w:ascii="Corbel" w:hAnsi="Corbel"/>
          <w:b w:val="0"/>
          <w:i/>
          <w:smallCaps w:val="0"/>
          <w:sz w:val="22"/>
        </w:rPr>
        <w:t>a</w:t>
      </w:r>
      <w:r w:rsidRPr="00987F09">
        <w:rPr>
          <w:rFonts w:ascii="Corbel" w:hAnsi="Corbel"/>
          <w:b w:val="0"/>
          <w:i/>
          <w:smallCaps w:val="0"/>
          <w:sz w:val="22"/>
        </w:rPr>
        <w:t xml:space="preserve">, elementy wykładu z prezentacją,  </w:t>
      </w:r>
    </w:p>
    <w:p w14:paraId="4CD958A2" w14:textId="77777777" w:rsidR="00EF65C9" w:rsidRPr="00987F09" w:rsidRDefault="00C36C85" w:rsidP="00EF65C9">
      <w:pPr>
        <w:pStyle w:val="Punktygwne"/>
        <w:spacing w:before="0" w:after="0"/>
        <w:jc w:val="both"/>
        <w:rPr>
          <w:rFonts w:ascii="Corbel" w:hAnsi="Corbel"/>
          <w:b w:val="0"/>
          <w:i/>
          <w:smallCaps w:val="0"/>
          <w:sz w:val="22"/>
        </w:rPr>
      </w:pPr>
      <w:r w:rsidRPr="00987F09">
        <w:rPr>
          <w:rFonts w:ascii="Corbel" w:hAnsi="Corbel"/>
          <w:b w:val="0"/>
          <w:i/>
          <w:smallCaps w:val="0"/>
          <w:sz w:val="22"/>
        </w:rPr>
        <w:t>analiza tekstów z dyskusją, interpretacja tekstów źródłowych i materiałów wizualnych /</w:t>
      </w:r>
    </w:p>
    <w:p w14:paraId="492A2042" w14:textId="77777777" w:rsidR="0085747A" w:rsidRPr="00987F09" w:rsidRDefault="0085747A" w:rsidP="009C54AE">
      <w:pPr>
        <w:pStyle w:val="Punktygwne"/>
        <w:spacing w:before="0" w:after="0"/>
        <w:jc w:val="both"/>
        <w:rPr>
          <w:rFonts w:ascii="Corbel" w:hAnsi="Corbel"/>
          <w:b w:val="0"/>
          <w:i/>
          <w:smallCaps w:val="0"/>
          <w:sz w:val="22"/>
        </w:rPr>
      </w:pPr>
    </w:p>
    <w:p w14:paraId="702462E8" w14:textId="77777777" w:rsidR="00E960BB" w:rsidRPr="00987F09" w:rsidRDefault="00E960BB" w:rsidP="009C54AE">
      <w:pPr>
        <w:pStyle w:val="Punktygwne"/>
        <w:tabs>
          <w:tab w:val="left" w:pos="284"/>
        </w:tabs>
        <w:spacing w:before="0" w:after="0"/>
        <w:rPr>
          <w:rFonts w:ascii="Corbel" w:hAnsi="Corbel"/>
          <w:smallCaps w:val="0"/>
          <w:sz w:val="22"/>
        </w:rPr>
      </w:pPr>
    </w:p>
    <w:p w14:paraId="3EF363CE"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1A48A3B0" w14:textId="77777777" w:rsidR="00923D7D" w:rsidRPr="009C54AE" w:rsidRDefault="00923D7D" w:rsidP="009C54AE">
      <w:pPr>
        <w:pStyle w:val="Punktygwne"/>
        <w:tabs>
          <w:tab w:val="left" w:pos="284"/>
        </w:tabs>
        <w:spacing w:before="0" w:after="0"/>
        <w:rPr>
          <w:rFonts w:ascii="Corbel" w:hAnsi="Corbel"/>
          <w:smallCaps w:val="0"/>
          <w:szCs w:val="24"/>
        </w:rPr>
      </w:pPr>
    </w:p>
    <w:p w14:paraId="6FBC6636"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29AA0634"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2"/>
        <w:gridCol w:w="2116"/>
      </w:tblGrid>
      <w:tr w:rsidR="0085747A" w:rsidRPr="009C54AE" w14:paraId="5E76DB7B" w14:textId="77777777" w:rsidTr="00C05F44">
        <w:tc>
          <w:tcPr>
            <w:tcW w:w="1985" w:type="dxa"/>
            <w:vAlign w:val="center"/>
          </w:tcPr>
          <w:p w14:paraId="7ABCB19C"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14:paraId="33F69AC5"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169C3D0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26" w:type="dxa"/>
            <w:vAlign w:val="center"/>
          </w:tcPr>
          <w:p w14:paraId="02DDF7A2"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871BD46"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85747A" w:rsidRPr="009C54AE" w14:paraId="01BE661B" w14:textId="77777777" w:rsidTr="00C05F44">
        <w:tc>
          <w:tcPr>
            <w:tcW w:w="1985" w:type="dxa"/>
          </w:tcPr>
          <w:p w14:paraId="10CEDF3E" w14:textId="77777777" w:rsidR="0085747A" w:rsidRPr="009C54AE" w:rsidRDefault="00411B27" w:rsidP="009C54AE">
            <w:pPr>
              <w:pStyle w:val="Punktygwne"/>
              <w:spacing w:before="0" w:after="0"/>
              <w:rPr>
                <w:rFonts w:ascii="Corbel" w:hAnsi="Corbel"/>
                <w:b w:val="0"/>
                <w:szCs w:val="24"/>
              </w:rPr>
            </w:pPr>
            <w:r>
              <w:rPr>
                <w:rFonts w:ascii="Corbel" w:hAnsi="Corbel"/>
                <w:b w:val="0"/>
                <w:szCs w:val="24"/>
              </w:rPr>
              <w:t>EK</w:t>
            </w:r>
            <w:r w:rsidR="0085747A" w:rsidRPr="009C54AE">
              <w:rPr>
                <w:rFonts w:ascii="Corbel" w:hAnsi="Corbel"/>
                <w:b w:val="0"/>
                <w:szCs w:val="24"/>
              </w:rPr>
              <w:t xml:space="preserve">_ 01 </w:t>
            </w:r>
          </w:p>
        </w:tc>
        <w:tc>
          <w:tcPr>
            <w:tcW w:w="5528" w:type="dxa"/>
          </w:tcPr>
          <w:p w14:paraId="6B571407" w14:textId="77777777" w:rsidR="0085747A" w:rsidRPr="006E52FB" w:rsidRDefault="006E52FB" w:rsidP="00F77FC7">
            <w:pPr>
              <w:rPr>
                <w:rFonts w:ascii="Corbel" w:hAnsi="Corbel"/>
                <w:sz w:val="20"/>
                <w:szCs w:val="20"/>
              </w:rPr>
            </w:pPr>
            <w:r w:rsidRPr="006E52FB">
              <w:rPr>
                <w:rFonts w:ascii="Corbel" w:hAnsi="Corbel"/>
                <w:sz w:val="20"/>
                <w:szCs w:val="20"/>
              </w:rPr>
              <w:t>SPRAWDZENIE WIADOMOŚCI W RAMACH KONSULTACJI (KOREKTY INDYWIDUALNEJ), OBSERWACJA W TRAKCIE ZAJĘĆ</w:t>
            </w:r>
            <w:r w:rsidR="0033480E">
              <w:rPr>
                <w:rFonts w:ascii="Corbel" w:hAnsi="Corbel"/>
                <w:sz w:val="20"/>
                <w:szCs w:val="20"/>
              </w:rPr>
              <w:t xml:space="preserve">, </w:t>
            </w:r>
            <w:r w:rsidR="0033480E" w:rsidRPr="0033480E">
              <w:rPr>
                <w:rFonts w:ascii="Corbel" w:hAnsi="Corbel"/>
                <w:sz w:val="20"/>
                <w:szCs w:val="20"/>
              </w:rPr>
              <w:t>PRZEGLĄD PRAC</w:t>
            </w:r>
          </w:p>
        </w:tc>
        <w:tc>
          <w:tcPr>
            <w:tcW w:w="2126" w:type="dxa"/>
          </w:tcPr>
          <w:p w14:paraId="06A84DD4" w14:textId="77777777" w:rsidR="0085747A" w:rsidRPr="00AB74FA" w:rsidRDefault="00AB74FA" w:rsidP="009C54AE">
            <w:pPr>
              <w:pStyle w:val="Punktygwne"/>
              <w:spacing w:before="0" w:after="0"/>
              <w:rPr>
                <w:rFonts w:ascii="Corbel" w:hAnsi="Corbel"/>
                <w:b w:val="0"/>
                <w:sz w:val="20"/>
                <w:szCs w:val="20"/>
              </w:rPr>
            </w:pPr>
            <w:r w:rsidRPr="00AB74FA">
              <w:rPr>
                <w:rFonts w:ascii="Corbel" w:hAnsi="Corbel"/>
                <w:b w:val="0"/>
                <w:smallCaps w:val="0"/>
                <w:sz w:val="20"/>
                <w:szCs w:val="20"/>
              </w:rPr>
              <w:t>LABORATORIUM</w:t>
            </w:r>
          </w:p>
        </w:tc>
      </w:tr>
      <w:tr w:rsidR="0085747A" w:rsidRPr="009C54AE" w14:paraId="7F2B0A4C" w14:textId="77777777" w:rsidTr="00C05F44">
        <w:tc>
          <w:tcPr>
            <w:tcW w:w="1985" w:type="dxa"/>
          </w:tcPr>
          <w:p w14:paraId="005FD41B" w14:textId="77777777" w:rsidR="0085747A" w:rsidRPr="009C54AE" w:rsidRDefault="00411B27" w:rsidP="009C54AE">
            <w:pPr>
              <w:pStyle w:val="Punktygwne"/>
              <w:spacing w:before="0" w:after="0"/>
              <w:rPr>
                <w:rFonts w:ascii="Corbel" w:hAnsi="Corbel"/>
                <w:b w:val="0"/>
                <w:szCs w:val="24"/>
              </w:rPr>
            </w:pPr>
            <w:r>
              <w:rPr>
                <w:rFonts w:ascii="Corbel" w:hAnsi="Corbel"/>
                <w:b w:val="0"/>
                <w:szCs w:val="24"/>
              </w:rPr>
              <w:t>EK</w:t>
            </w:r>
            <w:r w:rsidR="0085747A" w:rsidRPr="009C54AE">
              <w:rPr>
                <w:rFonts w:ascii="Corbel" w:hAnsi="Corbel"/>
                <w:b w:val="0"/>
                <w:szCs w:val="24"/>
              </w:rPr>
              <w:t>_ 02</w:t>
            </w:r>
          </w:p>
        </w:tc>
        <w:tc>
          <w:tcPr>
            <w:tcW w:w="5528" w:type="dxa"/>
          </w:tcPr>
          <w:p w14:paraId="7758CF6C" w14:textId="77777777" w:rsidR="0085747A" w:rsidRPr="006E52FB" w:rsidRDefault="006E52FB" w:rsidP="00F77FC7">
            <w:pPr>
              <w:rPr>
                <w:rFonts w:ascii="Corbel" w:hAnsi="Corbel"/>
                <w:sz w:val="20"/>
                <w:szCs w:val="20"/>
              </w:rPr>
            </w:pPr>
            <w:r>
              <w:rPr>
                <w:rFonts w:ascii="Corbel" w:hAnsi="Corbel"/>
                <w:sz w:val="20"/>
                <w:szCs w:val="20"/>
              </w:rPr>
              <w:t>OBSERWACJA W TRAKCIE REALIZACJI ZADANIA</w:t>
            </w:r>
            <w:r w:rsidR="009616E3">
              <w:rPr>
                <w:rFonts w:ascii="Corbel" w:hAnsi="Corbel"/>
                <w:sz w:val="20"/>
                <w:szCs w:val="20"/>
              </w:rPr>
              <w:t>, ANALIZA WYKONYWANYCH PRAC</w:t>
            </w:r>
            <w:r w:rsidR="0033480E">
              <w:rPr>
                <w:rFonts w:ascii="Corbel" w:hAnsi="Corbel"/>
                <w:sz w:val="20"/>
                <w:szCs w:val="20"/>
              </w:rPr>
              <w:t xml:space="preserve">, </w:t>
            </w:r>
            <w:r w:rsidR="001A1D9D">
              <w:rPr>
                <w:rFonts w:ascii="Corbel" w:hAnsi="Corbel"/>
                <w:sz w:val="20"/>
                <w:szCs w:val="20"/>
              </w:rPr>
              <w:t>DYSKUSJA</w:t>
            </w:r>
          </w:p>
        </w:tc>
        <w:tc>
          <w:tcPr>
            <w:tcW w:w="2126" w:type="dxa"/>
          </w:tcPr>
          <w:p w14:paraId="251A5B3D" w14:textId="77777777" w:rsidR="0085747A" w:rsidRPr="00AB74FA" w:rsidRDefault="00AB74FA" w:rsidP="009C54AE">
            <w:pPr>
              <w:pStyle w:val="Punktygwne"/>
              <w:spacing w:before="0" w:after="0"/>
              <w:rPr>
                <w:rFonts w:ascii="Corbel" w:hAnsi="Corbel"/>
                <w:b w:val="0"/>
                <w:sz w:val="20"/>
                <w:szCs w:val="20"/>
              </w:rPr>
            </w:pPr>
            <w:r w:rsidRPr="00AB74FA">
              <w:rPr>
                <w:rFonts w:ascii="Corbel" w:hAnsi="Corbel"/>
                <w:b w:val="0"/>
                <w:smallCaps w:val="0"/>
                <w:sz w:val="20"/>
                <w:szCs w:val="20"/>
              </w:rPr>
              <w:t>LABORATORIUM</w:t>
            </w:r>
          </w:p>
        </w:tc>
      </w:tr>
      <w:tr w:rsidR="009A63B0" w:rsidRPr="009C54AE" w14:paraId="52A37632" w14:textId="77777777" w:rsidTr="00C05F44">
        <w:tc>
          <w:tcPr>
            <w:tcW w:w="1985" w:type="dxa"/>
          </w:tcPr>
          <w:p w14:paraId="31370F54" w14:textId="77777777" w:rsidR="009A63B0" w:rsidRPr="009C54AE" w:rsidRDefault="00411B27" w:rsidP="009C54AE">
            <w:pPr>
              <w:pStyle w:val="Punktygwne"/>
              <w:spacing w:before="0" w:after="0"/>
              <w:rPr>
                <w:rFonts w:ascii="Corbel" w:hAnsi="Corbel"/>
                <w:b w:val="0"/>
                <w:szCs w:val="24"/>
              </w:rPr>
            </w:pPr>
            <w:r>
              <w:rPr>
                <w:rFonts w:ascii="Corbel" w:hAnsi="Corbel"/>
                <w:b w:val="0"/>
                <w:szCs w:val="24"/>
              </w:rPr>
              <w:t>EK_03</w:t>
            </w:r>
          </w:p>
        </w:tc>
        <w:tc>
          <w:tcPr>
            <w:tcW w:w="5528" w:type="dxa"/>
          </w:tcPr>
          <w:p w14:paraId="2853DDF6" w14:textId="77777777" w:rsidR="009A63B0" w:rsidRPr="001A1D9D" w:rsidRDefault="00CE2C11" w:rsidP="00F77FC7">
            <w:pPr>
              <w:rPr>
                <w:rFonts w:ascii="Corbel" w:hAnsi="Corbel"/>
                <w:sz w:val="20"/>
                <w:szCs w:val="20"/>
              </w:rPr>
            </w:pPr>
            <w:r w:rsidRPr="001A1D9D">
              <w:rPr>
                <w:rFonts w:ascii="Corbel" w:hAnsi="Corbel"/>
                <w:sz w:val="20"/>
                <w:szCs w:val="20"/>
              </w:rPr>
              <w:t>OBSERWACJA W TRAKCIE ZAJĘĆ</w:t>
            </w:r>
            <w:r w:rsidR="001A1D9D">
              <w:rPr>
                <w:rFonts w:ascii="Corbel" w:hAnsi="Corbel"/>
                <w:sz w:val="20"/>
                <w:szCs w:val="20"/>
              </w:rPr>
              <w:t xml:space="preserve">, </w:t>
            </w:r>
            <w:r w:rsidR="009616E3">
              <w:rPr>
                <w:rFonts w:ascii="Corbel" w:hAnsi="Corbel"/>
                <w:sz w:val="20"/>
                <w:szCs w:val="20"/>
              </w:rPr>
              <w:t>ANALIZA WYKONYWANYCH PRAC</w:t>
            </w:r>
            <w:r w:rsidR="0033480E">
              <w:rPr>
                <w:rFonts w:ascii="Corbel" w:hAnsi="Corbel"/>
                <w:sz w:val="20"/>
                <w:szCs w:val="20"/>
              </w:rPr>
              <w:t xml:space="preserve">, </w:t>
            </w:r>
            <w:r w:rsidR="001A1D9D">
              <w:rPr>
                <w:rFonts w:ascii="Corbel" w:hAnsi="Corbel"/>
                <w:sz w:val="20"/>
                <w:szCs w:val="20"/>
              </w:rPr>
              <w:t>DYSKUSJA</w:t>
            </w:r>
          </w:p>
        </w:tc>
        <w:tc>
          <w:tcPr>
            <w:tcW w:w="2126" w:type="dxa"/>
          </w:tcPr>
          <w:p w14:paraId="3476F50B" w14:textId="77777777" w:rsidR="009A63B0" w:rsidRPr="00AB74FA" w:rsidRDefault="00AB74FA" w:rsidP="009C54AE">
            <w:pPr>
              <w:pStyle w:val="Punktygwne"/>
              <w:spacing w:before="0" w:after="0"/>
              <w:rPr>
                <w:rFonts w:ascii="Corbel" w:hAnsi="Corbel"/>
                <w:b w:val="0"/>
                <w:sz w:val="20"/>
                <w:szCs w:val="20"/>
              </w:rPr>
            </w:pPr>
            <w:r w:rsidRPr="00AB74FA">
              <w:rPr>
                <w:rFonts w:ascii="Corbel" w:hAnsi="Corbel"/>
                <w:b w:val="0"/>
                <w:smallCaps w:val="0"/>
                <w:sz w:val="20"/>
                <w:szCs w:val="20"/>
              </w:rPr>
              <w:t>LABORATORIUM</w:t>
            </w:r>
          </w:p>
        </w:tc>
      </w:tr>
      <w:tr w:rsidR="00411B27" w:rsidRPr="009C54AE" w14:paraId="492F2103" w14:textId="77777777" w:rsidTr="00C05F44">
        <w:tc>
          <w:tcPr>
            <w:tcW w:w="1985" w:type="dxa"/>
          </w:tcPr>
          <w:p w14:paraId="63FA35C7" w14:textId="77777777" w:rsidR="00411B27" w:rsidRDefault="00411B27" w:rsidP="009C54AE">
            <w:pPr>
              <w:pStyle w:val="Punktygwne"/>
              <w:spacing w:before="0" w:after="0"/>
              <w:rPr>
                <w:rFonts w:ascii="Corbel" w:hAnsi="Corbel"/>
                <w:b w:val="0"/>
                <w:szCs w:val="24"/>
              </w:rPr>
            </w:pPr>
            <w:r>
              <w:rPr>
                <w:rFonts w:ascii="Corbel" w:hAnsi="Corbel"/>
                <w:b w:val="0"/>
                <w:szCs w:val="24"/>
              </w:rPr>
              <w:t>EK_04</w:t>
            </w:r>
          </w:p>
        </w:tc>
        <w:tc>
          <w:tcPr>
            <w:tcW w:w="5528" w:type="dxa"/>
          </w:tcPr>
          <w:p w14:paraId="10EDF66D" w14:textId="77777777" w:rsidR="00411B27" w:rsidRPr="0033480E" w:rsidRDefault="009616E3" w:rsidP="00F77FC7">
            <w:pPr>
              <w:rPr>
                <w:rFonts w:ascii="Corbel" w:hAnsi="Corbel"/>
                <w:sz w:val="20"/>
                <w:szCs w:val="20"/>
              </w:rPr>
            </w:pPr>
            <w:r w:rsidRPr="001A1D9D">
              <w:rPr>
                <w:rFonts w:ascii="Corbel" w:hAnsi="Corbel"/>
                <w:sz w:val="20"/>
                <w:szCs w:val="20"/>
              </w:rPr>
              <w:t>OBSERWACJA W TRAKCIE ZAJĘĆ</w:t>
            </w:r>
            <w:r>
              <w:rPr>
                <w:rFonts w:ascii="Corbel" w:hAnsi="Corbel"/>
                <w:sz w:val="20"/>
                <w:szCs w:val="20"/>
              </w:rPr>
              <w:t>, ANALIZA WYKONYWANYCH PRAC,  DYSKUSJA</w:t>
            </w:r>
          </w:p>
        </w:tc>
        <w:tc>
          <w:tcPr>
            <w:tcW w:w="2126" w:type="dxa"/>
          </w:tcPr>
          <w:p w14:paraId="141372FD" w14:textId="77777777" w:rsidR="00411B27" w:rsidRPr="00AB74FA" w:rsidRDefault="00AB74FA" w:rsidP="009C54AE">
            <w:pPr>
              <w:pStyle w:val="Punktygwne"/>
              <w:spacing w:before="0" w:after="0"/>
              <w:rPr>
                <w:rFonts w:ascii="Corbel" w:hAnsi="Corbel"/>
                <w:b w:val="0"/>
                <w:sz w:val="20"/>
                <w:szCs w:val="20"/>
              </w:rPr>
            </w:pPr>
            <w:r w:rsidRPr="00AB74FA">
              <w:rPr>
                <w:rFonts w:ascii="Corbel" w:hAnsi="Corbel"/>
                <w:b w:val="0"/>
                <w:smallCaps w:val="0"/>
                <w:sz w:val="20"/>
                <w:szCs w:val="20"/>
              </w:rPr>
              <w:t xml:space="preserve">LABORATORIUM </w:t>
            </w:r>
          </w:p>
        </w:tc>
      </w:tr>
      <w:tr w:rsidR="00411B27" w:rsidRPr="009C54AE" w14:paraId="0C71E3B9" w14:textId="77777777" w:rsidTr="00C05F44">
        <w:tc>
          <w:tcPr>
            <w:tcW w:w="1985" w:type="dxa"/>
          </w:tcPr>
          <w:p w14:paraId="30124669" w14:textId="77777777" w:rsidR="00411B27" w:rsidRDefault="00411B27" w:rsidP="009C54AE">
            <w:pPr>
              <w:pStyle w:val="Punktygwne"/>
              <w:spacing w:before="0" w:after="0"/>
              <w:rPr>
                <w:rFonts w:ascii="Corbel" w:hAnsi="Corbel"/>
                <w:b w:val="0"/>
                <w:szCs w:val="24"/>
              </w:rPr>
            </w:pPr>
            <w:r>
              <w:rPr>
                <w:rFonts w:ascii="Corbel" w:hAnsi="Corbel"/>
                <w:b w:val="0"/>
                <w:szCs w:val="24"/>
              </w:rPr>
              <w:t>EK_05</w:t>
            </w:r>
          </w:p>
        </w:tc>
        <w:tc>
          <w:tcPr>
            <w:tcW w:w="5528" w:type="dxa"/>
          </w:tcPr>
          <w:p w14:paraId="4823E736" w14:textId="77777777" w:rsidR="00411B27" w:rsidRPr="00F77FC7" w:rsidRDefault="00F637AA" w:rsidP="00F77FC7">
            <w:pPr>
              <w:rPr>
                <w:rFonts w:ascii="Corbel" w:hAnsi="Corbel"/>
              </w:rPr>
            </w:pPr>
            <w:r w:rsidRPr="001A1D9D">
              <w:rPr>
                <w:rFonts w:ascii="Corbel" w:hAnsi="Corbel"/>
                <w:sz w:val="20"/>
                <w:szCs w:val="20"/>
              </w:rPr>
              <w:t>OBSERWACJA W TRAKCIE ZAJĘĆ</w:t>
            </w:r>
            <w:r>
              <w:rPr>
                <w:rFonts w:ascii="Corbel" w:hAnsi="Corbel"/>
                <w:sz w:val="20"/>
                <w:szCs w:val="20"/>
              </w:rPr>
              <w:t>, ANALIZA WYKONYWANYCH PRAC,  DYSKUSJA</w:t>
            </w:r>
          </w:p>
        </w:tc>
        <w:tc>
          <w:tcPr>
            <w:tcW w:w="2126" w:type="dxa"/>
          </w:tcPr>
          <w:p w14:paraId="2469DDE2" w14:textId="77777777" w:rsidR="00411B27" w:rsidRPr="00AB74FA" w:rsidRDefault="00AB74FA" w:rsidP="009C54AE">
            <w:pPr>
              <w:pStyle w:val="Punktygwne"/>
              <w:spacing w:before="0" w:after="0"/>
              <w:rPr>
                <w:rFonts w:ascii="Corbel" w:hAnsi="Corbel"/>
                <w:b w:val="0"/>
                <w:sz w:val="20"/>
                <w:szCs w:val="20"/>
              </w:rPr>
            </w:pPr>
            <w:r w:rsidRPr="00AB74FA">
              <w:rPr>
                <w:rFonts w:ascii="Corbel" w:hAnsi="Corbel"/>
                <w:b w:val="0"/>
                <w:smallCaps w:val="0"/>
                <w:sz w:val="20"/>
                <w:szCs w:val="20"/>
              </w:rPr>
              <w:t>LABORATORIUM</w:t>
            </w:r>
          </w:p>
        </w:tc>
      </w:tr>
      <w:tr w:rsidR="00411B27" w:rsidRPr="009C54AE" w14:paraId="3D5FF08B" w14:textId="77777777" w:rsidTr="00C05F44">
        <w:tc>
          <w:tcPr>
            <w:tcW w:w="1985" w:type="dxa"/>
          </w:tcPr>
          <w:p w14:paraId="0839E1AA" w14:textId="77777777" w:rsidR="00411B27" w:rsidRDefault="00411B27" w:rsidP="009C54AE">
            <w:pPr>
              <w:pStyle w:val="Punktygwne"/>
              <w:spacing w:before="0" w:after="0"/>
              <w:rPr>
                <w:rFonts w:ascii="Corbel" w:hAnsi="Corbel"/>
                <w:b w:val="0"/>
                <w:szCs w:val="24"/>
              </w:rPr>
            </w:pPr>
            <w:r>
              <w:rPr>
                <w:rFonts w:ascii="Corbel" w:hAnsi="Corbel"/>
                <w:b w:val="0"/>
                <w:szCs w:val="24"/>
              </w:rPr>
              <w:t>EK_06</w:t>
            </w:r>
          </w:p>
        </w:tc>
        <w:tc>
          <w:tcPr>
            <w:tcW w:w="5528" w:type="dxa"/>
          </w:tcPr>
          <w:p w14:paraId="2F92E5BD" w14:textId="77777777" w:rsidR="00411B27" w:rsidRPr="00F77FC7" w:rsidRDefault="00F637AA" w:rsidP="00F77FC7">
            <w:pPr>
              <w:rPr>
                <w:rFonts w:ascii="Corbel" w:hAnsi="Corbel"/>
              </w:rPr>
            </w:pPr>
            <w:r w:rsidRPr="001A1D9D">
              <w:rPr>
                <w:rFonts w:ascii="Corbel" w:hAnsi="Corbel"/>
                <w:sz w:val="20"/>
                <w:szCs w:val="20"/>
              </w:rPr>
              <w:t>OBSERWACJA W TRAKCIE ZAJĘĆ</w:t>
            </w:r>
            <w:r>
              <w:rPr>
                <w:rFonts w:ascii="Corbel" w:hAnsi="Corbel"/>
                <w:sz w:val="20"/>
                <w:szCs w:val="20"/>
              </w:rPr>
              <w:t>, ANALIZA WYKONYWANYCH PRAC,  DYSKUSJA</w:t>
            </w:r>
          </w:p>
        </w:tc>
        <w:tc>
          <w:tcPr>
            <w:tcW w:w="2126" w:type="dxa"/>
          </w:tcPr>
          <w:p w14:paraId="3184593B" w14:textId="77777777" w:rsidR="00411B27" w:rsidRPr="00AB74FA" w:rsidRDefault="00AB74FA" w:rsidP="009C54AE">
            <w:pPr>
              <w:pStyle w:val="Punktygwne"/>
              <w:spacing w:before="0" w:after="0"/>
              <w:rPr>
                <w:rFonts w:ascii="Corbel" w:hAnsi="Corbel"/>
                <w:b w:val="0"/>
                <w:sz w:val="20"/>
                <w:szCs w:val="20"/>
              </w:rPr>
            </w:pPr>
            <w:r w:rsidRPr="00AB74FA">
              <w:rPr>
                <w:rFonts w:ascii="Corbel" w:hAnsi="Corbel"/>
                <w:b w:val="0"/>
                <w:smallCaps w:val="0"/>
                <w:sz w:val="20"/>
                <w:szCs w:val="20"/>
              </w:rPr>
              <w:t>LABORATORIUM</w:t>
            </w:r>
          </w:p>
        </w:tc>
      </w:tr>
      <w:tr w:rsidR="00411B27" w:rsidRPr="009C54AE" w14:paraId="57CB9ED6" w14:textId="77777777" w:rsidTr="00C05F44">
        <w:tc>
          <w:tcPr>
            <w:tcW w:w="1985" w:type="dxa"/>
          </w:tcPr>
          <w:p w14:paraId="249BE29C" w14:textId="77777777" w:rsidR="00411B27" w:rsidRDefault="00411B27" w:rsidP="009C54AE">
            <w:pPr>
              <w:pStyle w:val="Punktygwne"/>
              <w:spacing w:before="0" w:after="0"/>
              <w:rPr>
                <w:rFonts w:ascii="Corbel" w:hAnsi="Corbel"/>
                <w:b w:val="0"/>
                <w:szCs w:val="24"/>
              </w:rPr>
            </w:pPr>
            <w:r>
              <w:rPr>
                <w:rFonts w:ascii="Corbel" w:hAnsi="Corbel"/>
                <w:b w:val="0"/>
                <w:szCs w:val="24"/>
              </w:rPr>
              <w:lastRenderedPageBreak/>
              <w:t>EK_07</w:t>
            </w:r>
          </w:p>
        </w:tc>
        <w:tc>
          <w:tcPr>
            <w:tcW w:w="5528" w:type="dxa"/>
          </w:tcPr>
          <w:p w14:paraId="0B51338C" w14:textId="77777777" w:rsidR="00411B27" w:rsidRPr="00F77FC7" w:rsidRDefault="0033480E" w:rsidP="00F77FC7">
            <w:pPr>
              <w:rPr>
                <w:rFonts w:ascii="Corbel" w:hAnsi="Corbel"/>
              </w:rPr>
            </w:pPr>
            <w:r w:rsidRPr="006E52FB">
              <w:rPr>
                <w:rFonts w:ascii="Corbel" w:hAnsi="Corbel"/>
                <w:sz w:val="20"/>
                <w:szCs w:val="20"/>
              </w:rPr>
              <w:t>SPRAWDZENIE WIADOMOŚCI W RAMACH KONSULTACJI (KOREKTY INDYWIDUALNEJ), OBSERWACJA W TRAKCIE ZAJĘĆ</w:t>
            </w:r>
            <w:r>
              <w:rPr>
                <w:rFonts w:ascii="Corbel" w:hAnsi="Corbel"/>
                <w:sz w:val="20"/>
                <w:szCs w:val="20"/>
              </w:rPr>
              <w:t xml:space="preserve">, </w:t>
            </w:r>
            <w:r w:rsidRPr="0033480E">
              <w:rPr>
                <w:rFonts w:ascii="Corbel" w:hAnsi="Corbel"/>
                <w:sz w:val="20"/>
                <w:szCs w:val="20"/>
              </w:rPr>
              <w:t>PRZEGLĄD PRAC</w:t>
            </w:r>
            <w:r w:rsidR="00277BAE">
              <w:rPr>
                <w:rFonts w:ascii="Corbel" w:hAnsi="Corbel"/>
                <w:sz w:val="20"/>
                <w:szCs w:val="20"/>
              </w:rPr>
              <w:t>, DYSKUSJA</w:t>
            </w:r>
          </w:p>
        </w:tc>
        <w:tc>
          <w:tcPr>
            <w:tcW w:w="2126" w:type="dxa"/>
          </w:tcPr>
          <w:p w14:paraId="4533302A" w14:textId="77777777" w:rsidR="00411B27" w:rsidRPr="00AB74FA" w:rsidRDefault="00AB74FA" w:rsidP="009C54AE">
            <w:pPr>
              <w:pStyle w:val="Punktygwne"/>
              <w:spacing w:before="0" w:after="0"/>
              <w:rPr>
                <w:rFonts w:ascii="Corbel" w:hAnsi="Corbel"/>
                <w:b w:val="0"/>
                <w:sz w:val="20"/>
                <w:szCs w:val="20"/>
              </w:rPr>
            </w:pPr>
            <w:r w:rsidRPr="00AB74FA">
              <w:rPr>
                <w:rFonts w:ascii="Corbel" w:hAnsi="Corbel"/>
                <w:b w:val="0"/>
                <w:smallCaps w:val="0"/>
                <w:sz w:val="20"/>
                <w:szCs w:val="20"/>
              </w:rPr>
              <w:t>LABORATORIUM</w:t>
            </w:r>
          </w:p>
        </w:tc>
      </w:tr>
      <w:tr w:rsidR="00411B27" w:rsidRPr="009C54AE" w14:paraId="1BD37514" w14:textId="77777777" w:rsidTr="00C05F44">
        <w:tc>
          <w:tcPr>
            <w:tcW w:w="1985" w:type="dxa"/>
          </w:tcPr>
          <w:p w14:paraId="399960F1" w14:textId="77777777" w:rsidR="00411B27" w:rsidRDefault="00411B27" w:rsidP="009C54AE">
            <w:pPr>
              <w:pStyle w:val="Punktygwne"/>
              <w:spacing w:before="0" w:after="0"/>
              <w:rPr>
                <w:rFonts w:ascii="Corbel" w:hAnsi="Corbel"/>
                <w:b w:val="0"/>
                <w:szCs w:val="24"/>
              </w:rPr>
            </w:pPr>
            <w:r>
              <w:rPr>
                <w:rFonts w:ascii="Corbel" w:hAnsi="Corbel"/>
                <w:b w:val="0"/>
                <w:szCs w:val="24"/>
              </w:rPr>
              <w:t>EK_08</w:t>
            </w:r>
          </w:p>
        </w:tc>
        <w:tc>
          <w:tcPr>
            <w:tcW w:w="5528" w:type="dxa"/>
          </w:tcPr>
          <w:p w14:paraId="4C28D84A" w14:textId="77777777" w:rsidR="00411B27" w:rsidRPr="00F77FC7" w:rsidRDefault="00532643" w:rsidP="00F77FC7">
            <w:pPr>
              <w:rPr>
                <w:rFonts w:ascii="Corbel" w:hAnsi="Corbel"/>
              </w:rPr>
            </w:pPr>
            <w:r w:rsidRPr="001A1D9D">
              <w:rPr>
                <w:rFonts w:ascii="Corbel" w:hAnsi="Corbel"/>
                <w:sz w:val="20"/>
                <w:szCs w:val="20"/>
              </w:rPr>
              <w:t>OBSERWACJA W TRAKCIE ZAJĘĆ</w:t>
            </w:r>
            <w:r>
              <w:rPr>
                <w:rFonts w:ascii="Corbel" w:hAnsi="Corbel"/>
                <w:sz w:val="20"/>
                <w:szCs w:val="20"/>
              </w:rPr>
              <w:t>, ANALIZA WYKONYWANYCH PRAC,  DYSKUSJA</w:t>
            </w:r>
          </w:p>
        </w:tc>
        <w:tc>
          <w:tcPr>
            <w:tcW w:w="2126" w:type="dxa"/>
          </w:tcPr>
          <w:p w14:paraId="55FE6772" w14:textId="77777777" w:rsidR="00411B27" w:rsidRPr="00AB74FA" w:rsidRDefault="00AB74FA" w:rsidP="009C54AE">
            <w:pPr>
              <w:pStyle w:val="Punktygwne"/>
              <w:spacing w:before="0" w:after="0"/>
              <w:rPr>
                <w:rFonts w:ascii="Corbel" w:hAnsi="Corbel"/>
                <w:b w:val="0"/>
                <w:sz w:val="20"/>
                <w:szCs w:val="20"/>
              </w:rPr>
            </w:pPr>
            <w:r w:rsidRPr="00AB74FA">
              <w:rPr>
                <w:rFonts w:ascii="Corbel" w:hAnsi="Corbel"/>
                <w:b w:val="0"/>
                <w:smallCaps w:val="0"/>
                <w:sz w:val="20"/>
                <w:szCs w:val="20"/>
              </w:rPr>
              <w:t>LABORATORIUM</w:t>
            </w:r>
          </w:p>
        </w:tc>
      </w:tr>
    </w:tbl>
    <w:p w14:paraId="1A3F52FD" w14:textId="77777777" w:rsidR="009A63B0" w:rsidRDefault="009A63B0" w:rsidP="009C54AE">
      <w:pPr>
        <w:pStyle w:val="Punktygwne"/>
        <w:spacing w:before="0" w:after="0"/>
        <w:ind w:left="426"/>
        <w:rPr>
          <w:rFonts w:ascii="Corbel" w:hAnsi="Corbel"/>
          <w:smallCaps w:val="0"/>
          <w:szCs w:val="24"/>
        </w:rPr>
      </w:pPr>
    </w:p>
    <w:p w14:paraId="0A5F7BC5" w14:textId="77777777" w:rsidR="007A4D90" w:rsidRDefault="007A4D90" w:rsidP="00387616">
      <w:pPr>
        <w:pStyle w:val="Punktygwne"/>
        <w:spacing w:before="0" w:after="0"/>
        <w:rPr>
          <w:rFonts w:ascii="Corbel" w:hAnsi="Corbel"/>
          <w:smallCaps w:val="0"/>
          <w:szCs w:val="24"/>
        </w:rPr>
      </w:pPr>
    </w:p>
    <w:p w14:paraId="0C1BEF77"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26BE52DE"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E0E00E7" w14:textId="77777777" w:rsidTr="00923D7D">
        <w:tc>
          <w:tcPr>
            <w:tcW w:w="9670" w:type="dxa"/>
          </w:tcPr>
          <w:p w14:paraId="6E7DCFAF" w14:textId="77777777" w:rsidR="0085747A" w:rsidRPr="009C54AE" w:rsidRDefault="0085747A" w:rsidP="009C54AE">
            <w:pPr>
              <w:pStyle w:val="Punktygwne"/>
              <w:spacing w:before="0" w:after="0"/>
              <w:rPr>
                <w:rFonts w:ascii="Corbel" w:hAnsi="Corbel"/>
                <w:b w:val="0"/>
                <w:smallCaps w:val="0"/>
                <w:szCs w:val="24"/>
              </w:rPr>
            </w:pPr>
          </w:p>
          <w:p w14:paraId="6B955FE3" w14:textId="77777777" w:rsidR="00923D7D" w:rsidRPr="002E7660" w:rsidRDefault="00625772" w:rsidP="009C54AE">
            <w:pPr>
              <w:pStyle w:val="Punktygwne"/>
              <w:spacing w:before="0" w:after="0"/>
              <w:rPr>
                <w:rFonts w:ascii="Corbel" w:hAnsi="Corbel"/>
                <w:smallCaps w:val="0"/>
                <w:szCs w:val="24"/>
              </w:rPr>
            </w:pPr>
            <w:r w:rsidRPr="002E7660">
              <w:rPr>
                <w:rFonts w:ascii="Corbel" w:hAnsi="Corbel"/>
                <w:smallCaps w:val="0"/>
                <w:szCs w:val="24"/>
              </w:rPr>
              <w:t xml:space="preserve">Semestralna praca studenta zostaje </w:t>
            </w:r>
            <w:r w:rsidR="004873E6" w:rsidRPr="002E7660">
              <w:rPr>
                <w:rFonts w:ascii="Corbel" w:hAnsi="Corbel"/>
                <w:smallCaps w:val="0"/>
                <w:szCs w:val="24"/>
              </w:rPr>
              <w:t xml:space="preserve">przeanalizowana i </w:t>
            </w:r>
            <w:r w:rsidRPr="002E7660">
              <w:rPr>
                <w:rFonts w:ascii="Corbel" w:hAnsi="Corbel"/>
                <w:smallCaps w:val="0"/>
                <w:szCs w:val="24"/>
              </w:rPr>
              <w:t xml:space="preserve">oceniona podczas </w:t>
            </w:r>
            <w:r w:rsidR="00BC1C20" w:rsidRPr="002E7660">
              <w:rPr>
                <w:rFonts w:ascii="Corbel" w:hAnsi="Corbel"/>
                <w:smallCaps w:val="0"/>
                <w:szCs w:val="24"/>
              </w:rPr>
              <w:t>wieńcząc</w:t>
            </w:r>
            <w:r w:rsidR="002E7660">
              <w:rPr>
                <w:rFonts w:ascii="Corbel" w:hAnsi="Corbel"/>
                <w:smallCaps w:val="0"/>
                <w:szCs w:val="24"/>
              </w:rPr>
              <w:t xml:space="preserve">ego semestr </w:t>
            </w:r>
            <w:r w:rsidRPr="002E7660">
              <w:rPr>
                <w:rFonts w:ascii="Corbel" w:hAnsi="Corbel"/>
                <w:smallCaps w:val="0"/>
                <w:szCs w:val="24"/>
              </w:rPr>
              <w:t xml:space="preserve"> przeglądu prac stanowiących realizację </w:t>
            </w:r>
            <w:r w:rsidR="00F52675" w:rsidRPr="002E7660">
              <w:rPr>
                <w:rFonts w:ascii="Corbel" w:hAnsi="Corbel"/>
                <w:smallCaps w:val="0"/>
                <w:szCs w:val="24"/>
              </w:rPr>
              <w:t xml:space="preserve">wszystkich </w:t>
            </w:r>
            <w:r w:rsidRPr="002E7660">
              <w:rPr>
                <w:rFonts w:ascii="Corbel" w:hAnsi="Corbel"/>
                <w:smallCaps w:val="0"/>
                <w:szCs w:val="24"/>
              </w:rPr>
              <w:t>ćwiczeń</w:t>
            </w:r>
            <w:r w:rsidR="00BC1C20" w:rsidRPr="002E7660">
              <w:rPr>
                <w:rFonts w:ascii="Corbel" w:hAnsi="Corbel"/>
                <w:smallCaps w:val="0"/>
                <w:szCs w:val="24"/>
              </w:rPr>
              <w:t xml:space="preserve"> wyni</w:t>
            </w:r>
            <w:r w:rsidR="00FB62A8" w:rsidRPr="002E7660">
              <w:rPr>
                <w:rFonts w:ascii="Corbel" w:hAnsi="Corbel"/>
                <w:smallCaps w:val="0"/>
                <w:szCs w:val="24"/>
              </w:rPr>
              <w:t>kających z założeń programowych, jak i zadań domowych oraz szkicownika.</w:t>
            </w:r>
          </w:p>
          <w:p w14:paraId="5C8C7648" w14:textId="77777777" w:rsidR="00FB77CC" w:rsidRDefault="00FB77CC" w:rsidP="009C54AE">
            <w:pPr>
              <w:pStyle w:val="Punktygwne"/>
              <w:spacing w:before="0" w:after="0"/>
              <w:rPr>
                <w:rFonts w:ascii="Corbel" w:hAnsi="Corbel"/>
                <w:b w:val="0"/>
                <w:smallCaps w:val="0"/>
                <w:szCs w:val="24"/>
              </w:rPr>
            </w:pPr>
            <w:r>
              <w:rPr>
                <w:rFonts w:ascii="Corbel" w:hAnsi="Corbel"/>
                <w:b w:val="0"/>
                <w:smallCaps w:val="0"/>
                <w:szCs w:val="24"/>
              </w:rPr>
              <w:t xml:space="preserve">Warunkiem zaliczenia przedmiotu jest zrealizowanie programu kształcenia </w:t>
            </w:r>
            <w:r w:rsidRPr="00AE28EB">
              <w:rPr>
                <w:rFonts w:ascii="Corbel" w:hAnsi="Corbel"/>
                <w:smallCaps w:val="0"/>
                <w:szCs w:val="24"/>
              </w:rPr>
              <w:t>w stopniu</w:t>
            </w:r>
            <w:r w:rsidR="00E56400" w:rsidRPr="00AE28EB">
              <w:rPr>
                <w:rFonts w:ascii="Corbel" w:hAnsi="Corbel"/>
                <w:smallCaps w:val="0"/>
                <w:szCs w:val="24"/>
              </w:rPr>
              <w:t xml:space="preserve"> dostatecznym</w:t>
            </w:r>
            <w:r w:rsidR="00E56400">
              <w:rPr>
                <w:rFonts w:ascii="Corbel" w:hAnsi="Corbel"/>
                <w:b w:val="0"/>
                <w:smallCaps w:val="0"/>
                <w:szCs w:val="24"/>
              </w:rPr>
              <w:t xml:space="preserve"> tj. uczestniczenie w zajęciach z wyjątkiem usprawiedliwionych nieobecności, wykonanie i przedstawienie do zaliczenia zestawu</w:t>
            </w:r>
            <w:r w:rsidR="003A378E">
              <w:rPr>
                <w:rFonts w:ascii="Corbel" w:hAnsi="Corbel"/>
                <w:b w:val="0"/>
                <w:smallCaps w:val="0"/>
                <w:szCs w:val="24"/>
              </w:rPr>
              <w:t xml:space="preserve"> wymaganych prac rysunkowych.</w:t>
            </w:r>
          </w:p>
          <w:p w14:paraId="13A29AE0" w14:textId="77777777" w:rsidR="00AE28EB" w:rsidRDefault="00FB62A8" w:rsidP="009C54AE">
            <w:pPr>
              <w:pStyle w:val="Punktygwne"/>
              <w:spacing w:before="0" w:after="0"/>
              <w:rPr>
                <w:rFonts w:ascii="Corbel" w:hAnsi="Corbel"/>
                <w:b w:val="0"/>
                <w:smallCaps w:val="0"/>
                <w:szCs w:val="24"/>
              </w:rPr>
            </w:pPr>
            <w:r>
              <w:rPr>
                <w:rFonts w:ascii="Corbel" w:hAnsi="Corbel"/>
                <w:b w:val="0"/>
                <w:smallCaps w:val="0"/>
                <w:szCs w:val="24"/>
              </w:rPr>
              <w:t xml:space="preserve">Ocenę </w:t>
            </w:r>
            <w:r w:rsidRPr="00FB62A8">
              <w:rPr>
                <w:rFonts w:ascii="Corbel" w:hAnsi="Corbel"/>
                <w:smallCaps w:val="0"/>
                <w:szCs w:val="24"/>
              </w:rPr>
              <w:t xml:space="preserve">niedostateczną </w:t>
            </w:r>
            <w:r>
              <w:rPr>
                <w:rFonts w:ascii="Corbel" w:hAnsi="Corbel"/>
                <w:b w:val="0"/>
                <w:smallCaps w:val="0"/>
                <w:szCs w:val="24"/>
              </w:rPr>
              <w:t>otrzymuje</w:t>
            </w:r>
            <w:r w:rsidR="00002086">
              <w:rPr>
                <w:rFonts w:ascii="Corbel" w:hAnsi="Corbel"/>
                <w:b w:val="0"/>
                <w:smallCaps w:val="0"/>
                <w:szCs w:val="24"/>
              </w:rPr>
              <w:t xml:space="preserve"> </w:t>
            </w:r>
            <w:r>
              <w:rPr>
                <w:rFonts w:ascii="Corbel" w:hAnsi="Corbel"/>
                <w:b w:val="0"/>
                <w:smallCaps w:val="0"/>
                <w:szCs w:val="24"/>
              </w:rPr>
              <w:t>student</w:t>
            </w:r>
            <w:r w:rsidR="0038017A">
              <w:rPr>
                <w:rFonts w:ascii="Corbel" w:hAnsi="Corbel"/>
                <w:b w:val="0"/>
                <w:smallCaps w:val="0"/>
                <w:szCs w:val="24"/>
              </w:rPr>
              <w:t xml:space="preserve"> wykazujący brak jakiejkolwiek aktywności </w:t>
            </w:r>
            <w:r w:rsidR="00FB77CC">
              <w:rPr>
                <w:rFonts w:ascii="Corbel" w:hAnsi="Corbel"/>
                <w:b w:val="0"/>
                <w:smallCaps w:val="0"/>
                <w:szCs w:val="24"/>
              </w:rPr>
              <w:t>wynikłej z postawionych mu zadań lub ma niedostateczne efek</w:t>
            </w:r>
            <w:r w:rsidR="00AE28EB">
              <w:rPr>
                <w:rFonts w:ascii="Corbel" w:hAnsi="Corbel"/>
                <w:b w:val="0"/>
                <w:smallCaps w:val="0"/>
                <w:szCs w:val="24"/>
              </w:rPr>
              <w:t>ty jakościowe wykonywanych prac.</w:t>
            </w:r>
          </w:p>
          <w:p w14:paraId="601C3A5F" w14:textId="77777777" w:rsidR="00FB62A8" w:rsidRPr="006B504B" w:rsidRDefault="005A0032" w:rsidP="009C54AE">
            <w:pPr>
              <w:pStyle w:val="Punktygwne"/>
              <w:spacing w:before="0" w:after="0"/>
              <w:rPr>
                <w:rFonts w:ascii="Corbel" w:hAnsi="Corbel"/>
                <w:b w:val="0"/>
                <w:smallCaps w:val="0"/>
                <w:szCs w:val="24"/>
              </w:rPr>
            </w:pPr>
            <w:r>
              <w:rPr>
                <w:rFonts w:ascii="Corbel" w:hAnsi="Corbel"/>
                <w:b w:val="0"/>
                <w:smallCaps w:val="0"/>
                <w:szCs w:val="24"/>
              </w:rPr>
              <w:t xml:space="preserve">Ocenę </w:t>
            </w:r>
            <w:r w:rsidRPr="005A0032">
              <w:rPr>
                <w:rFonts w:ascii="Corbel" w:hAnsi="Corbel"/>
                <w:smallCaps w:val="0"/>
                <w:szCs w:val="24"/>
              </w:rPr>
              <w:t>plus dostateczną</w:t>
            </w:r>
            <w:r w:rsidR="00587729">
              <w:rPr>
                <w:rFonts w:ascii="Corbel" w:hAnsi="Corbel"/>
                <w:smallCaps w:val="0"/>
                <w:szCs w:val="24"/>
              </w:rPr>
              <w:t xml:space="preserve"> </w:t>
            </w:r>
            <w:r w:rsidR="006B504B">
              <w:rPr>
                <w:rFonts w:ascii="Corbel" w:hAnsi="Corbel"/>
                <w:b w:val="0"/>
                <w:smallCaps w:val="0"/>
                <w:szCs w:val="24"/>
              </w:rPr>
              <w:t xml:space="preserve">otrzymuje student, który wykazuje średnią aktywność w prowadzone w pracowni realizacje zadaniowe i przeciętny poziom ich wykonania. Zaliczenie przedmiotu w stopniu </w:t>
            </w:r>
            <w:r w:rsidR="006B504B" w:rsidRPr="006B504B">
              <w:rPr>
                <w:rFonts w:ascii="Corbel" w:hAnsi="Corbel"/>
                <w:smallCaps w:val="0"/>
                <w:szCs w:val="24"/>
              </w:rPr>
              <w:t xml:space="preserve">dobrym </w:t>
            </w:r>
            <w:r w:rsidR="006B504B">
              <w:rPr>
                <w:rFonts w:ascii="Corbel" w:hAnsi="Corbel"/>
                <w:b w:val="0"/>
                <w:smallCaps w:val="0"/>
                <w:szCs w:val="24"/>
              </w:rPr>
              <w:t xml:space="preserve">wymaga aktywnego uczestnictwa w zajęciach pracownianych z wyjątkiem usprawiedliwionych nieobecności, wykonanie i przedstawienie do zaliczenia zestawu wymaganych prac, które są poprawnym rozwiązaniem zadań programowych przedmiotu. Ocenę </w:t>
            </w:r>
            <w:r w:rsidR="006B504B" w:rsidRPr="006B504B">
              <w:rPr>
                <w:rFonts w:ascii="Corbel" w:hAnsi="Corbel"/>
                <w:smallCaps w:val="0"/>
                <w:szCs w:val="24"/>
              </w:rPr>
              <w:t xml:space="preserve">plus dobrą </w:t>
            </w:r>
            <w:r w:rsidR="006B504B">
              <w:rPr>
                <w:rFonts w:ascii="Corbel" w:hAnsi="Corbel"/>
                <w:b w:val="0"/>
                <w:smallCaps w:val="0"/>
                <w:szCs w:val="24"/>
              </w:rPr>
              <w:t xml:space="preserve">otrzymuje student wykazujący duże zaangażowanie w prowadzone w pracowni zadania oraz dość dobre rezultaty artystyczne wykonanych rysunków. Zaliczenie przedmiotu w stopniu </w:t>
            </w:r>
            <w:r w:rsidR="006B504B" w:rsidRPr="00A40587">
              <w:rPr>
                <w:rFonts w:ascii="Corbel" w:hAnsi="Corbel"/>
                <w:smallCaps w:val="0"/>
                <w:szCs w:val="24"/>
              </w:rPr>
              <w:t>bardzo dobrym</w:t>
            </w:r>
            <w:r w:rsidR="006B504B">
              <w:rPr>
                <w:rFonts w:ascii="Corbel" w:hAnsi="Corbel"/>
                <w:b w:val="0"/>
                <w:smallCaps w:val="0"/>
                <w:szCs w:val="24"/>
              </w:rPr>
              <w:t xml:space="preserve"> wymaga aktywnego uczestnictwa we </w:t>
            </w:r>
            <w:r w:rsidR="00A40587">
              <w:rPr>
                <w:rFonts w:ascii="Corbel" w:hAnsi="Corbel"/>
                <w:b w:val="0"/>
                <w:smallCaps w:val="0"/>
                <w:szCs w:val="24"/>
              </w:rPr>
              <w:t>wszystkich zajęciach pracownianych z wyjątkiem usprawiedliwionych nieobecności, zaangażowanie studenta w prowadzone w pracowni zadania oraz wyróżniające się, bardzo dobre efekty artystyczne wykonywanych w pracowni uczelnianej prac plastycznych; wzbogacone o równie interesujące rysunki domowe wynikające z potrzeby samorealizacji artystycznej .</w:t>
            </w:r>
          </w:p>
          <w:p w14:paraId="35F834CA" w14:textId="77777777" w:rsidR="0085747A" w:rsidRPr="009C54AE" w:rsidRDefault="0085747A" w:rsidP="009C54AE">
            <w:pPr>
              <w:pStyle w:val="Punktygwne"/>
              <w:spacing w:before="0" w:after="0"/>
              <w:rPr>
                <w:rFonts w:ascii="Corbel" w:hAnsi="Corbel"/>
                <w:b w:val="0"/>
                <w:smallCaps w:val="0"/>
                <w:szCs w:val="24"/>
              </w:rPr>
            </w:pPr>
          </w:p>
        </w:tc>
      </w:tr>
    </w:tbl>
    <w:p w14:paraId="4A455763" w14:textId="4A92E939" w:rsidR="0085747A" w:rsidRDefault="0085747A" w:rsidP="009C54AE">
      <w:pPr>
        <w:pStyle w:val="Punktygwne"/>
        <w:spacing w:before="0" w:after="0"/>
        <w:rPr>
          <w:rFonts w:ascii="Corbel" w:hAnsi="Corbel"/>
          <w:b w:val="0"/>
          <w:smallCaps w:val="0"/>
          <w:szCs w:val="24"/>
        </w:rPr>
      </w:pPr>
    </w:p>
    <w:p w14:paraId="010A147D" w14:textId="47FD96F5" w:rsidR="000D64BF" w:rsidRDefault="000D64BF" w:rsidP="009C54AE">
      <w:pPr>
        <w:pStyle w:val="Punktygwne"/>
        <w:spacing w:before="0" w:after="0"/>
        <w:rPr>
          <w:rFonts w:ascii="Corbel" w:hAnsi="Corbel"/>
          <w:b w:val="0"/>
          <w:smallCaps w:val="0"/>
          <w:szCs w:val="24"/>
        </w:rPr>
      </w:pPr>
    </w:p>
    <w:p w14:paraId="669512BD" w14:textId="7FFCBF69" w:rsidR="00681DA5" w:rsidRDefault="00681DA5" w:rsidP="009C54AE">
      <w:pPr>
        <w:pStyle w:val="Punktygwne"/>
        <w:spacing w:before="0" w:after="0"/>
        <w:rPr>
          <w:rFonts w:ascii="Corbel" w:hAnsi="Corbel"/>
          <w:b w:val="0"/>
          <w:smallCaps w:val="0"/>
          <w:szCs w:val="24"/>
        </w:rPr>
      </w:pPr>
    </w:p>
    <w:p w14:paraId="1E482EC9" w14:textId="77777777" w:rsidR="00681DA5" w:rsidRPr="009C54AE" w:rsidRDefault="00681DA5" w:rsidP="009C54AE">
      <w:pPr>
        <w:pStyle w:val="Punktygwne"/>
        <w:spacing w:before="0" w:after="0"/>
        <w:rPr>
          <w:rFonts w:ascii="Corbel" w:hAnsi="Corbel"/>
          <w:b w:val="0"/>
          <w:smallCaps w:val="0"/>
          <w:szCs w:val="24"/>
        </w:rPr>
      </w:pPr>
    </w:p>
    <w:p w14:paraId="61365704"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7CB51D6D"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1EE96407" w14:textId="77777777" w:rsidTr="003E1941">
        <w:tc>
          <w:tcPr>
            <w:tcW w:w="4962" w:type="dxa"/>
            <w:vAlign w:val="center"/>
          </w:tcPr>
          <w:p w14:paraId="4B36CACB"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100EB2AE"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Pr="009C54AE">
              <w:rPr>
                <w:rFonts w:ascii="Corbel" w:hAnsi="Corbel"/>
                <w:b/>
                <w:sz w:val="24"/>
                <w:szCs w:val="24"/>
              </w:rPr>
              <w:t>na zrealizowanie aktywności</w:t>
            </w:r>
          </w:p>
        </w:tc>
      </w:tr>
      <w:tr w:rsidR="0085747A" w:rsidRPr="009C54AE" w14:paraId="4474FCC5" w14:textId="77777777" w:rsidTr="00923D7D">
        <w:tc>
          <w:tcPr>
            <w:tcW w:w="4962" w:type="dxa"/>
          </w:tcPr>
          <w:p w14:paraId="7AAF1776"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2A240F8A" w14:textId="77777777" w:rsidR="0085747A" w:rsidRPr="009C54AE" w:rsidRDefault="00A2754F" w:rsidP="009C54AE">
            <w:pPr>
              <w:pStyle w:val="Akapitzlist"/>
              <w:spacing w:after="0" w:line="240" w:lineRule="auto"/>
              <w:ind w:left="0"/>
              <w:rPr>
                <w:rFonts w:ascii="Corbel" w:hAnsi="Corbel"/>
                <w:sz w:val="24"/>
                <w:szCs w:val="24"/>
              </w:rPr>
            </w:pPr>
            <w:r>
              <w:rPr>
                <w:rFonts w:ascii="Corbel" w:hAnsi="Corbel"/>
                <w:sz w:val="24"/>
                <w:szCs w:val="24"/>
              </w:rPr>
              <w:t>315</w:t>
            </w:r>
          </w:p>
        </w:tc>
      </w:tr>
      <w:tr w:rsidR="00C61DC5" w:rsidRPr="009C54AE" w14:paraId="678393D6" w14:textId="77777777" w:rsidTr="00923D7D">
        <w:tc>
          <w:tcPr>
            <w:tcW w:w="4962" w:type="dxa"/>
          </w:tcPr>
          <w:p w14:paraId="5711F106"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66585CC0"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66EB2F54" w14:textId="77777777" w:rsidR="00C61DC5" w:rsidRPr="009C54AE" w:rsidRDefault="007916E9" w:rsidP="009C54AE">
            <w:pPr>
              <w:pStyle w:val="Akapitzlist"/>
              <w:spacing w:after="0" w:line="240" w:lineRule="auto"/>
              <w:ind w:left="0"/>
              <w:rPr>
                <w:rFonts w:ascii="Corbel" w:hAnsi="Corbel"/>
                <w:sz w:val="24"/>
                <w:szCs w:val="24"/>
              </w:rPr>
            </w:pPr>
            <w:r>
              <w:rPr>
                <w:rFonts w:ascii="Corbel" w:hAnsi="Corbel"/>
                <w:sz w:val="24"/>
                <w:szCs w:val="24"/>
              </w:rPr>
              <w:t>21</w:t>
            </w:r>
          </w:p>
        </w:tc>
      </w:tr>
      <w:tr w:rsidR="00C61DC5" w:rsidRPr="009C54AE" w14:paraId="5FA53E2B" w14:textId="77777777" w:rsidTr="00923D7D">
        <w:tc>
          <w:tcPr>
            <w:tcW w:w="4962" w:type="dxa"/>
          </w:tcPr>
          <w:p w14:paraId="3DCB6F47"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p>
          <w:p w14:paraId="4078DE45"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lastRenderedPageBreak/>
              <w:t>(przygotowanie do zajęć, egzaminu, napisanie referatu itp.)</w:t>
            </w:r>
          </w:p>
        </w:tc>
        <w:tc>
          <w:tcPr>
            <w:tcW w:w="4677" w:type="dxa"/>
          </w:tcPr>
          <w:p w14:paraId="77F3D0FC" w14:textId="77777777" w:rsidR="00C61DC5" w:rsidRPr="009C54AE" w:rsidRDefault="007916E9" w:rsidP="007916E9">
            <w:pPr>
              <w:pStyle w:val="Akapitzlist"/>
              <w:spacing w:after="0" w:line="240" w:lineRule="auto"/>
              <w:ind w:left="0"/>
              <w:rPr>
                <w:rFonts w:ascii="Corbel" w:hAnsi="Corbel"/>
                <w:sz w:val="24"/>
                <w:szCs w:val="24"/>
              </w:rPr>
            </w:pPr>
            <w:r>
              <w:rPr>
                <w:rFonts w:ascii="Corbel" w:hAnsi="Corbel"/>
                <w:sz w:val="24"/>
                <w:szCs w:val="24"/>
              </w:rPr>
              <w:lastRenderedPageBreak/>
              <w:t>84</w:t>
            </w:r>
          </w:p>
        </w:tc>
      </w:tr>
      <w:tr w:rsidR="0085747A" w:rsidRPr="009C54AE" w14:paraId="1D820DD9" w14:textId="77777777" w:rsidTr="00923D7D">
        <w:tc>
          <w:tcPr>
            <w:tcW w:w="4962" w:type="dxa"/>
          </w:tcPr>
          <w:p w14:paraId="614EE3BE"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2A83CDFC" w14:textId="77777777" w:rsidR="0085747A" w:rsidRPr="009C54AE" w:rsidRDefault="006B2171" w:rsidP="009C54AE">
            <w:pPr>
              <w:pStyle w:val="Akapitzlist"/>
              <w:spacing w:after="0" w:line="240" w:lineRule="auto"/>
              <w:ind w:left="0"/>
              <w:rPr>
                <w:rFonts w:ascii="Corbel" w:hAnsi="Corbel"/>
                <w:sz w:val="24"/>
                <w:szCs w:val="24"/>
              </w:rPr>
            </w:pPr>
            <w:r>
              <w:rPr>
                <w:rFonts w:ascii="Corbel" w:hAnsi="Corbel"/>
                <w:sz w:val="24"/>
                <w:szCs w:val="24"/>
              </w:rPr>
              <w:t>420</w:t>
            </w:r>
          </w:p>
        </w:tc>
      </w:tr>
      <w:tr w:rsidR="0085747A" w:rsidRPr="009C54AE" w14:paraId="2AD24C6C" w14:textId="77777777" w:rsidTr="00923D7D">
        <w:tc>
          <w:tcPr>
            <w:tcW w:w="4962" w:type="dxa"/>
          </w:tcPr>
          <w:p w14:paraId="2159F462"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13011012" w14:textId="77777777" w:rsidR="0085747A" w:rsidRPr="009C54AE" w:rsidRDefault="00A2754F" w:rsidP="009C54AE">
            <w:pPr>
              <w:pStyle w:val="Akapitzlist"/>
              <w:spacing w:after="0" w:line="240" w:lineRule="auto"/>
              <w:ind w:left="0"/>
              <w:rPr>
                <w:rFonts w:ascii="Corbel" w:hAnsi="Corbel"/>
                <w:sz w:val="24"/>
                <w:szCs w:val="24"/>
              </w:rPr>
            </w:pPr>
            <w:r>
              <w:rPr>
                <w:rFonts w:ascii="Corbel" w:hAnsi="Corbel"/>
                <w:sz w:val="24"/>
                <w:szCs w:val="24"/>
              </w:rPr>
              <w:t>14</w:t>
            </w:r>
          </w:p>
        </w:tc>
      </w:tr>
    </w:tbl>
    <w:p w14:paraId="60CA8274" w14:textId="68330615" w:rsidR="0085747A"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087D50D6" w14:textId="77777777" w:rsidR="000D64BF" w:rsidRPr="009C54AE" w:rsidRDefault="000D64BF" w:rsidP="009C54AE">
      <w:pPr>
        <w:pStyle w:val="Punktygwne"/>
        <w:spacing w:before="0" w:after="0"/>
        <w:ind w:left="426"/>
        <w:rPr>
          <w:rFonts w:ascii="Corbel" w:hAnsi="Corbel"/>
          <w:b w:val="0"/>
          <w:i/>
          <w:smallCaps w:val="0"/>
          <w:szCs w:val="24"/>
        </w:rPr>
      </w:pPr>
    </w:p>
    <w:p w14:paraId="53FB9752" w14:textId="77777777" w:rsidR="006B7C20"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75E9164D"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2793BC90" w14:textId="77777777" w:rsidTr="0071620A">
        <w:trPr>
          <w:trHeight w:val="397"/>
        </w:trPr>
        <w:tc>
          <w:tcPr>
            <w:tcW w:w="3544" w:type="dxa"/>
          </w:tcPr>
          <w:p w14:paraId="0A098F4C"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2BCB0BE3" w14:textId="77777777" w:rsidR="0085747A" w:rsidRPr="009C54AE" w:rsidRDefault="006B7C20"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Nie dotyczy</w:t>
            </w:r>
          </w:p>
        </w:tc>
      </w:tr>
      <w:tr w:rsidR="0085747A" w:rsidRPr="009C54AE" w14:paraId="0EFA9585" w14:textId="77777777" w:rsidTr="0071620A">
        <w:trPr>
          <w:trHeight w:val="397"/>
        </w:trPr>
        <w:tc>
          <w:tcPr>
            <w:tcW w:w="3544" w:type="dxa"/>
          </w:tcPr>
          <w:p w14:paraId="69B5A385"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784F22E5" w14:textId="77777777" w:rsidR="0085747A" w:rsidRPr="009C54AE" w:rsidRDefault="00074282" w:rsidP="009C54AE">
            <w:pPr>
              <w:pStyle w:val="Punktygwne"/>
              <w:spacing w:before="0" w:after="0"/>
              <w:rPr>
                <w:rFonts w:ascii="Corbel" w:hAnsi="Corbel"/>
                <w:b w:val="0"/>
                <w:smallCaps w:val="0"/>
                <w:szCs w:val="24"/>
              </w:rPr>
            </w:pPr>
            <w:r>
              <w:rPr>
                <w:rFonts w:ascii="Corbel" w:hAnsi="Corbel"/>
                <w:b w:val="0"/>
                <w:smallCaps w:val="0"/>
                <w:szCs w:val="24"/>
              </w:rPr>
              <w:t>Nie dotyczy</w:t>
            </w:r>
          </w:p>
        </w:tc>
      </w:tr>
    </w:tbl>
    <w:p w14:paraId="3E46B934" w14:textId="77777777" w:rsidR="007A4D90" w:rsidRDefault="007A4D90" w:rsidP="009C54AE">
      <w:pPr>
        <w:pStyle w:val="Punktygwne"/>
        <w:spacing w:before="0" w:after="0"/>
        <w:rPr>
          <w:rFonts w:ascii="Corbel" w:hAnsi="Corbel"/>
          <w:smallCaps w:val="0"/>
          <w:szCs w:val="24"/>
        </w:rPr>
      </w:pPr>
    </w:p>
    <w:p w14:paraId="3A3BC7F9" w14:textId="77777777" w:rsidR="00675843"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9C54AE" w14:paraId="4C9216DB" w14:textId="77777777" w:rsidTr="0071620A">
        <w:trPr>
          <w:trHeight w:val="397"/>
        </w:trPr>
        <w:tc>
          <w:tcPr>
            <w:tcW w:w="7513" w:type="dxa"/>
          </w:tcPr>
          <w:p w14:paraId="22736B42" w14:textId="77777777" w:rsidR="009B12B7" w:rsidRPr="00472AAB" w:rsidRDefault="009B12B7" w:rsidP="00182EA1">
            <w:pPr>
              <w:pStyle w:val="Bezodstpw"/>
              <w:rPr>
                <w:rFonts w:ascii="Corbel" w:hAnsi="Corbel"/>
                <w:i/>
                <w:sz w:val="20"/>
                <w:szCs w:val="20"/>
              </w:rPr>
            </w:pPr>
            <w:r w:rsidRPr="00472AAB">
              <w:rPr>
                <w:rFonts w:ascii="Corbel" w:hAnsi="Corbel"/>
                <w:i/>
                <w:sz w:val="20"/>
                <w:szCs w:val="20"/>
              </w:rPr>
              <w:t xml:space="preserve">Pozycje </w:t>
            </w:r>
            <w:r w:rsidR="0017293A" w:rsidRPr="00472AAB">
              <w:rPr>
                <w:rFonts w:ascii="Corbel" w:hAnsi="Corbel"/>
                <w:i/>
                <w:sz w:val="20"/>
                <w:szCs w:val="20"/>
              </w:rPr>
              <w:t xml:space="preserve">z listy </w:t>
            </w:r>
            <w:r w:rsidRPr="00472AAB">
              <w:rPr>
                <w:rFonts w:ascii="Corbel" w:hAnsi="Corbel"/>
                <w:i/>
                <w:sz w:val="20"/>
                <w:szCs w:val="20"/>
              </w:rPr>
              <w:t>mogą ulegać zmianie.</w:t>
            </w:r>
          </w:p>
          <w:p w14:paraId="40E6879C" w14:textId="77777777" w:rsidR="009B12B7" w:rsidRPr="00472AAB" w:rsidRDefault="009B12B7" w:rsidP="00182EA1">
            <w:pPr>
              <w:pStyle w:val="Bezodstpw"/>
              <w:rPr>
                <w:rFonts w:ascii="Corbel" w:hAnsi="Corbel"/>
                <w:i/>
                <w:sz w:val="20"/>
                <w:szCs w:val="20"/>
              </w:rPr>
            </w:pPr>
          </w:p>
          <w:p w14:paraId="66ED5432" w14:textId="77777777" w:rsidR="00C31CA8" w:rsidRPr="00672E00" w:rsidRDefault="0085747A" w:rsidP="00182EA1">
            <w:pPr>
              <w:pStyle w:val="Bezodstpw"/>
              <w:rPr>
                <w:rFonts w:ascii="Corbel" w:eastAsia="Cambria" w:hAnsi="Corbel"/>
                <w:b/>
              </w:rPr>
            </w:pPr>
            <w:r w:rsidRPr="00672E00">
              <w:rPr>
                <w:rFonts w:ascii="Corbel" w:hAnsi="Corbel"/>
                <w:b/>
              </w:rPr>
              <w:t>Literatura podstawowa:</w:t>
            </w:r>
          </w:p>
          <w:p w14:paraId="5666BCF1" w14:textId="2B3B1A5F" w:rsidR="00417205" w:rsidRDefault="00342876" w:rsidP="00182EA1">
            <w:pPr>
              <w:pStyle w:val="Bezodstpw"/>
              <w:rPr>
                <w:rFonts w:ascii="Corbel" w:hAnsi="Corbel"/>
              </w:rPr>
            </w:pPr>
            <w:r w:rsidRPr="00182EA1">
              <w:rPr>
                <w:rFonts w:ascii="Corbel" w:hAnsi="Corbel"/>
              </w:rPr>
              <w:t xml:space="preserve">Clark K., </w:t>
            </w:r>
            <w:r w:rsidRPr="00182EA1">
              <w:rPr>
                <w:rFonts w:ascii="Corbel" w:hAnsi="Corbel"/>
                <w:i/>
              </w:rPr>
              <w:t>Akt</w:t>
            </w:r>
            <w:r w:rsidR="004F1CFC">
              <w:rPr>
                <w:rFonts w:ascii="Corbel" w:hAnsi="Corbel"/>
                <w:i/>
              </w:rPr>
              <w:t>:</w:t>
            </w:r>
            <w:r w:rsidRPr="00182EA1">
              <w:rPr>
                <w:rFonts w:ascii="Corbel" w:hAnsi="Corbel"/>
                <w:i/>
              </w:rPr>
              <w:t xml:space="preserve"> </w:t>
            </w:r>
            <w:r w:rsidR="004F1CFC">
              <w:rPr>
                <w:rFonts w:ascii="Corbel" w:hAnsi="Corbel"/>
                <w:i/>
              </w:rPr>
              <w:t>s</w:t>
            </w:r>
            <w:r w:rsidRPr="00182EA1">
              <w:rPr>
                <w:rFonts w:ascii="Corbel" w:hAnsi="Corbel"/>
                <w:i/>
              </w:rPr>
              <w:t>tudium idealnej formy</w:t>
            </w:r>
            <w:r w:rsidR="008C4212">
              <w:rPr>
                <w:rFonts w:ascii="Corbel" w:hAnsi="Corbel"/>
              </w:rPr>
              <w:t>, Warszawa 1998;</w:t>
            </w:r>
          </w:p>
          <w:p w14:paraId="77A0D485" w14:textId="708E784D" w:rsidR="00786FFE" w:rsidRPr="00182EA1" w:rsidRDefault="00786FFE" w:rsidP="00786FFE">
            <w:pPr>
              <w:pStyle w:val="Bezodstpw"/>
              <w:rPr>
                <w:rFonts w:ascii="Corbel" w:hAnsi="Corbel"/>
              </w:rPr>
            </w:pPr>
            <w:r w:rsidRPr="00182EA1">
              <w:rPr>
                <w:rFonts w:ascii="Corbel" w:eastAsia="Cambria" w:hAnsi="Corbel"/>
              </w:rPr>
              <w:t xml:space="preserve">Kandinsky W., </w:t>
            </w:r>
            <w:r w:rsidR="004F1CFC" w:rsidRPr="004F1CFC">
              <w:rPr>
                <w:rFonts w:ascii="Corbel" w:eastAsia="Cambria" w:hAnsi="Corbel"/>
                <w:i/>
                <w:iCs/>
              </w:rPr>
              <w:t>Punkt i linia a płaszczyzna : przyczynek do analizy elementów malarskich</w:t>
            </w:r>
            <w:r w:rsidRPr="00182EA1">
              <w:rPr>
                <w:rFonts w:ascii="Corbel" w:eastAsia="Cambria" w:hAnsi="Corbel"/>
                <w:i/>
                <w:iCs/>
              </w:rPr>
              <w:t xml:space="preserve">, </w:t>
            </w:r>
            <w:r w:rsidR="002351FC">
              <w:rPr>
                <w:rFonts w:ascii="Corbel" w:eastAsia="Cambria" w:hAnsi="Corbel"/>
                <w:iCs/>
              </w:rPr>
              <w:t>Łódź</w:t>
            </w:r>
            <w:r w:rsidRPr="00182EA1">
              <w:rPr>
                <w:rFonts w:ascii="Corbel" w:eastAsia="Cambria" w:hAnsi="Corbel"/>
                <w:iCs/>
              </w:rPr>
              <w:t xml:space="preserve"> </w:t>
            </w:r>
            <w:r w:rsidR="002351FC">
              <w:rPr>
                <w:rFonts w:ascii="Corbel" w:eastAsia="Cambria" w:hAnsi="Corbel"/>
                <w:iCs/>
              </w:rPr>
              <w:t>2019</w:t>
            </w:r>
            <w:r w:rsidRPr="00182EA1">
              <w:rPr>
                <w:rFonts w:ascii="Corbel" w:eastAsia="Cambria" w:hAnsi="Corbel"/>
                <w:iCs/>
              </w:rPr>
              <w:t>.</w:t>
            </w:r>
          </w:p>
          <w:p w14:paraId="6C968405" w14:textId="77777777" w:rsidR="00786FFE" w:rsidRDefault="00786FFE" w:rsidP="00786FFE">
            <w:pPr>
              <w:pStyle w:val="Bezodstpw"/>
              <w:rPr>
                <w:rFonts w:ascii="Corbel" w:eastAsia="Cambria" w:hAnsi="Corbel"/>
              </w:rPr>
            </w:pPr>
            <w:proofErr w:type="spellStart"/>
            <w:r>
              <w:rPr>
                <w:rFonts w:ascii="Corbel" w:eastAsia="Cambria" w:hAnsi="Corbel"/>
              </w:rPr>
              <w:t>Arnheim</w:t>
            </w:r>
            <w:proofErr w:type="spellEnd"/>
            <w:r>
              <w:rPr>
                <w:rFonts w:ascii="Corbel" w:eastAsia="Cambria" w:hAnsi="Corbel"/>
              </w:rPr>
              <w:t xml:space="preserve"> R, </w:t>
            </w:r>
            <w:r w:rsidRPr="00A7116C">
              <w:rPr>
                <w:rFonts w:ascii="Corbel" w:eastAsia="Cambria" w:hAnsi="Corbel"/>
                <w:i/>
              </w:rPr>
              <w:t>Myślenie wzrokowe</w:t>
            </w:r>
            <w:r>
              <w:rPr>
                <w:rFonts w:ascii="Corbel" w:eastAsia="Cambria" w:hAnsi="Corbel"/>
              </w:rPr>
              <w:t>, Gdańsk 2011;</w:t>
            </w:r>
          </w:p>
          <w:p w14:paraId="55E80A83" w14:textId="6C36112C" w:rsidR="00B8047B" w:rsidRDefault="00B8047B" w:rsidP="00B8047B">
            <w:pPr>
              <w:pStyle w:val="Bezodstpw"/>
              <w:rPr>
                <w:rFonts w:ascii="Corbel" w:eastAsia="Cambria" w:hAnsi="Corbel"/>
              </w:rPr>
            </w:pPr>
            <w:proofErr w:type="spellStart"/>
            <w:r>
              <w:rPr>
                <w:rFonts w:ascii="Corbel" w:eastAsia="Cambria" w:hAnsi="Corbel"/>
              </w:rPr>
              <w:t>Arnheim</w:t>
            </w:r>
            <w:proofErr w:type="spellEnd"/>
            <w:r>
              <w:rPr>
                <w:rFonts w:ascii="Corbel" w:eastAsia="Cambria" w:hAnsi="Corbel"/>
              </w:rPr>
              <w:t xml:space="preserve"> R., </w:t>
            </w:r>
            <w:r w:rsidRPr="006324A3">
              <w:rPr>
                <w:rFonts w:ascii="Corbel" w:eastAsia="Cambria" w:hAnsi="Corbel"/>
                <w:i/>
              </w:rPr>
              <w:t>Sztuka i percepcja wzrokowa. Psychologia twórczego oka</w:t>
            </w:r>
            <w:r>
              <w:rPr>
                <w:rFonts w:ascii="Corbel" w:eastAsia="Cambria" w:hAnsi="Corbel"/>
              </w:rPr>
              <w:t xml:space="preserve">; </w:t>
            </w:r>
            <w:r w:rsidR="000D64BF">
              <w:rPr>
                <w:rFonts w:ascii="Corbel" w:eastAsia="Cambria" w:hAnsi="Corbel"/>
              </w:rPr>
              <w:t>Łódź 2019</w:t>
            </w:r>
          </w:p>
          <w:p w14:paraId="071AAA6B" w14:textId="77777777" w:rsidR="00786FFE" w:rsidRDefault="00786FFE" w:rsidP="00182EA1">
            <w:pPr>
              <w:pStyle w:val="Bezodstpw"/>
              <w:rPr>
                <w:rFonts w:ascii="Corbel" w:hAnsi="Corbel"/>
              </w:rPr>
            </w:pPr>
          </w:p>
          <w:p w14:paraId="6625BE73" w14:textId="77777777" w:rsidR="007325C9" w:rsidRPr="00182EA1" w:rsidRDefault="007325C9" w:rsidP="00182EA1">
            <w:pPr>
              <w:pStyle w:val="Bezodstpw"/>
              <w:rPr>
                <w:rFonts w:ascii="Corbel" w:hAnsi="Corbel"/>
              </w:rPr>
            </w:pPr>
          </w:p>
          <w:p w14:paraId="51083790" w14:textId="77777777" w:rsidR="00182EA1" w:rsidRPr="00672E00" w:rsidRDefault="00182EA1" w:rsidP="00182EA1">
            <w:pPr>
              <w:pStyle w:val="Bezodstpw"/>
              <w:rPr>
                <w:rFonts w:ascii="Corbel" w:eastAsia="Cambria" w:hAnsi="Corbel"/>
                <w:b/>
              </w:rPr>
            </w:pPr>
            <w:r w:rsidRPr="00672E00">
              <w:rPr>
                <w:rFonts w:ascii="Corbel" w:hAnsi="Corbel"/>
                <w:b/>
              </w:rPr>
              <w:t>Literatura uzupełniająca:</w:t>
            </w:r>
          </w:p>
          <w:p w14:paraId="3A541152" w14:textId="77777777" w:rsidR="00A7116C" w:rsidRDefault="00A7116C" w:rsidP="00182EA1">
            <w:pPr>
              <w:pStyle w:val="Bezodstpw"/>
              <w:rPr>
                <w:rFonts w:ascii="Corbel" w:eastAsia="Cambria" w:hAnsi="Corbel"/>
              </w:rPr>
            </w:pPr>
            <w:r>
              <w:rPr>
                <w:rFonts w:ascii="Corbel" w:eastAsia="Cambria" w:hAnsi="Corbel"/>
              </w:rPr>
              <w:t xml:space="preserve">Białostocki J., Symbole i </w:t>
            </w:r>
            <w:r w:rsidRPr="00A7116C">
              <w:rPr>
                <w:rFonts w:ascii="Corbel" w:eastAsia="Cambria" w:hAnsi="Corbel"/>
                <w:i/>
              </w:rPr>
              <w:t>obrazy</w:t>
            </w:r>
            <w:r w:rsidR="00766253">
              <w:rPr>
                <w:rFonts w:ascii="Corbel" w:eastAsia="Cambria" w:hAnsi="Corbel"/>
              </w:rPr>
              <w:t>, Warszawa 1982;</w:t>
            </w:r>
          </w:p>
          <w:p w14:paraId="46293953" w14:textId="77777777" w:rsidR="00B17964" w:rsidRDefault="00B17964" w:rsidP="00182EA1">
            <w:pPr>
              <w:pStyle w:val="Bezodstpw"/>
              <w:rPr>
                <w:rFonts w:ascii="Corbel" w:eastAsia="Cambria" w:hAnsi="Corbel"/>
              </w:rPr>
            </w:pPr>
            <w:r>
              <w:rPr>
                <w:rFonts w:ascii="Corbel" w:eastAsia="Cambria" w:hAnsi="Corbel"/>
              </w:rPr>
              <w:t xml:space="preserve">Białostocki J., </w:t>
            </w:r>
            <w:r w:rsidRPr="00B17964">
              <w:rPr>
                <w:rFonts w:ascii="Corbel" w:eastAsia="Cambria" w:hAnsi="Corbel"/>
                <w:i/>
              </w:rPr>
              <w:t>Sztuka i myśl humanistyczna</w:t>
            </w:r>
            <w:r>
              <w:rPr>
                <w:rFonts w:ascii="Corbel" w:eastAsia="Cambria" w:hAnsi="Corbel"/>
              </w:rPr>
              <w:t>;</w:t>
            </w:r>
          </w:p>
          <w:p w14:paraId="36890A62" w14:textId="77777777" w:rsidR="00431BD2" w:rsidRDefault="00431BD2" w:rsidP="00182EA1">
            <w:pPr>
              <w:pStyle w:val="Bezodstpw"/>
              <w:rPr>
                <w:rFonts w:ascii="Corbel" w:eastAsia="Cambria" w:hAnsi="Corbel"/>
              </w:rPr>
            </w:pPr>
            <w:r>
              <w:rPr>
                <w:rFonts w:ascii="Corbel" w:eastAsia="Cambria" w:hAnsi="Corbel"/>
              </w:rPr>
              <w:t xml:space="preserve">Boruta T., </w:t>
            </w:r>
            <w:r w:rsidRPr="00431BD2">
              <w:rPr>
                <w:rFonts w:ascii="Corbel" w:eastAsia="Cambria" w:hAnsi="Corbel"/>
                <w:i/>
              </w:rPr>
              <w:t>Szkoła patrzenia</w:t>
            </w:r>
            <w:r w:rsidR="00BC6690">
              <w:rPr>
                <w:rFonts w:ascii="Corbel" w:eastAsia="Cambria" w:hAnsi="Corbel"/>
              </w:rPr>
              <w:t xml:space="preserve">, </w:t>
            </w:r>
            <w:r w:rsidR="00B13272">
              <w:rPr>
                <w:rFonts w:ascii="Corbel" w:eastAsia="Cambria" w:hAnsi="Corbel"/>
              </w:rPr>
              <w:t xml:space="preserve">Kielce </w:t>
            </w:r>
            <w:r w:rsidR="00BC6690">
              <w:rPr>
                <w:rFonts w:ascii="Corbel" w:eastAsia="Cambria" w:hAnsi="Corbel"/>
              </w:rPr>
              <w:t>2003;</w:t>
            </w:r>
          </w:p>
          <w:p w14:paraId="4260144A" w14:textId="77777777" w:rsidR="00431BD2" w:rsidRDefault="00805A8F" w:rsidP="00182EA1">
            <w:pPr>
              <w:pStyle w:val="Bezodstpw"/>
              <w:rPr>
                <w:rFonts w:ascii="Corbel" w:eastAsia="Cambria" w:hAnsi="Corbel"/>
              </w:rPr>
            </w:pPr>
            <w:proofErr w:type="spellStart"/>
            <w:r>
              <w:rPr>
                <w:rFonts w:ascii="Corbel" w:eastAsia="Cambria" w:hAnsi="Corbel"/>
              </w:rPr>
              <w:t>Cirlot</w:t>
            </w:r>
            <w:proofErr w:type="spellEnd"/>
            <w:r>
              <w:rPr>
                <w:rFonts w:ascii="Corbel" w:eastAsia="Cambria" w:hAnsi="Corbel"/>
              </w:rPr>
              <w:t xml:space="preserve"> J. E., </w:t>
            </w:r>
            <w:r w:rsidRPr="00805A8F">
              <w:rPr>
                <w:rFonts w:ascii="Corbel" w:eastAsia="Cambria" w:hAnsi="Corbel"/>
                <w:i/>
              </w:rPr>
              <w:t>Słownik symboli</w:t>
            </w:r>
            <w:r w:rsidR="00766253">
              <w:rPr>
                <w:rFonts w:ascii="Corbel" w:eastAsia="Cambria" w:hAnsi="Corbel"/>
              </w:rPr>
              <w:t>, Kraków 2006;</w:t>
            </w:r>
          </w:p>
          <w:p w14:paraId="7AF727AE" w14:textId="77777777" w:rsidR="00766253" w:rsidRDefault="00766253" w:rsidP="00182EA1">
            <w:pPr>
              <w:pStyle w:val="Bezodstpw"/>
              <w:rPr>
                <w:rFonts w:ascii="Corbel" w:eastAsia="Cambria" w:hAnsi="Corbel"/>
              </w:rPr>
            </w:pPr>
            <w:proofErr w:type="spellStart"/>
            <w:r>
              <w:rPr>
                <w:rFonts w:ascii="Corbel" w:eastAsia="Cambria" w:hAnsi="Corbel"/>
              </w:rPr>
              <w:t>Goleman</w:t>
            </w:r>
            <w:proofErr w:type="spellEnd"/>
            <w:r>
              <w:rPr>
                <w:rFonts w:ascii="Corbel" w:eastAsia="Cambria" w:hAnsi="Corbel"/>
              </w:rPr>
              <w:t xml:space="preserve"> D., Inteligencja emocjonalna, Poznań 1997;</w:t>
            </w:r>
          </w:p>
          <w:p w14:paraId="76BA4561" w14:textId="77777777" w:rsidR="00A56045" w:rsidRPr="00182EA1" w:rsidRDefault="00A56045" w:rsidP="00A56045">
            <w:pPr>
              <w:pStyle w:val="Bezodstpw"/>
              <w:rPr>
                <w:rFonts w:ascii="Corbel" w:eastAsia="Cambria" w:hAnsi="Corbel"/>
              </w:rPr>
            </w:pPr>
            <w:proofErr w:type="spellStart"/>
            <w:r>
              <w:rPr>
                <w:rFonts w:ascii="Corbel" w:eastAsia="Cambria" w:hAnsi="Corbel"/>
              </w:rPr>
              <w:t>Nęcka</w:t>
            </w:r>
            <w:proofErr w:type="spellEnd"/>
            <w:r>
              <w:rPr>
                <w:rFonts w:ascii="Corbel" w:eastAsia="Cambria" w:hAnsi="Corbel"/>
              </w:rPr>
              <w:t xml:space="preserve"> E., Proces twórczy i jego ograniczenia, Kraków 1995</w:t>
            </w:r>
          </w:p>
          <w:p w14:paraId="63048E27" w14:textId="77777777" w:rsidR="006C37AE" w:rsidRDefault="006C37AE" w:rsidP="006C37AE">
            <w:pPr>
              <w:pStyle w:val="Bezodstpw"/>
              <w:rPr>
                <w:rFonts w:ascii="Corbel" w:eastAsia="Cambria" w:hAnsi="Corbel"/>
              </w:rPr>
            </w:pPr>
            <w:proofErr w:type="spellStart"/>
            <w:r w:rsidRPr="00182EA1">
              <w:rPr>
                <w:rFonts w:ascii="Corbel" w:eastAsia="Cambria" w:hAnsi="Corbel"/>
              </w:rPr>
              <w:t>Pignatti</w:t>
            </w:r>
            <w:proofErr w:type="spellEnd"/>
            <w:r w:rsidRPr="00182EA1">
              <w:rPr>
                <w:rFonts w:ascii="Corbel" w:eastAsia="Cambria" w:hAnsi="Corbel"/>
              </w:rPr>
              <w:t xml:space="preserve"> T., </w:t>
            </w:r>
            <w:r w:rsidRPr="00182EA1">
              <w:rPr>
                <w:rFonts w:ascii="Corbel" w:eastAsia="Cambria" w:hAnsi="Corbel"/>
                <w:i/>
                <w:iCs/>
              </w:rPr>
              <w:t xml:space="preserve">Historia rysunku. Od Altamiry do Picassa, </w:t>
            </w:r>
            <w:r w:rsidRPr="00182EA1">
              <w:rPr>
                <w:rFonts w:ascii="Corbel" w:eastAsia="Cambria" w:hAnsi="Corbel"/>
              </w:rPr>
              <w:t>Warszawa 2006;</w:t>
            </w:r>
          </w:p>
          <w:p w14:paraId="40CE4802" w14:textId="77777777" w:rsidR="00254286" w:rsidRPr="00254286" w:rsidRDefault="00254286" w:rsidP="006C37AE">
            <w:pPr>
              <w:pStyle w:val="Bezodstpw"/>
              <w:rPr>
                <w:rFonts w:ascii="Corbel" w:hAnsi="Corbel"/>
                <w:i/>
              </w:rPr>
            </w:pPr>
            <w:r>
              <w:rPr>
                <w:rFonts w:ascii="Corbel" w:hAnsi="Corbel"/>
              </w:rPr>
              <w:t>S</w:t>
            </w:r>
            <w:r w:rsidRPr="00182EA1">
              <w:rPr>
                <w:rFonts w:ascii="Corbel" w:hAnsi="Corbel"/>
              </w:rPr>
              <w:t xml:space="preserve">terling Ch., </w:t>
            </w:r>
            <w:r w:rsidRPr="00182EA1">
              <w:rPr>
                <w:rFonts w:ascii="Corbel" w:hAnsi="Corbel"/>
                <w:i/>
              </w:rPr>
              <w:t>Martwa natura od starożytności po wiek XX</w:t>
            </w:r>
            <w:r>
              <w:rPr>
                <w:rFonts w:ascii="Corbel" w:hAnsi="Corbel"/>
              </w:rPr>
              <w:t>, Warszawa 1998</w:t>
            </w:r>
            <w:r w:rsidR="00EE645B">
              <w:rPr>
                <w:rFonts w:ascii="Corbel" w:hAnsi="Corbel"/>
              </w:rPr>
              <w:t>;</w:t>
            </w:r>
          </w:p>
          <w:p w14:paraId="44AD4666" w14:textId="77777777" w:rsidR="006C37AE" w:rsidRPr="00182EA1" w:rsidRDefault="006C37AE" w:rsidP="006C37AE">
            <w:pPr>
              <w:pStyle w:val="Bezodstpw"/>
              <w:rPr>
                <w:rFonts w:ascii="Corbel" w:hAnsi="Corbel"/>
              </w:rPr>
            </w:pPr>
            <w:r w:rsidRPr="00182EA1">
              <w:rPr>
                <w:rFonts w:ascii="Corbel" w:eastAsia="Cambria" w:hAnsi="Corbel"/>
              </w:rPr>
              <w:t xml:space="preserve">Strzemiński W., </w:t>
            </w:r>
            <w:r w:rsidRPr="00182EA1">
              <w:rPr>
                <w:rFonts w:ascii="Corbel" w:eastAsia="Cambria" w:hAnsi="Corbel"/>
                <w:i/>
                <w:iCs/>
              </w:rPr>
              <w:t>Teoria widzenia</w:t>
            </w:r>
            <w:r w:rsidRPr="00182EA1">
              <w:rPr>
                <w:rFonts w:ascii="Corbel" w:eastAsia="Cambria" w:hAnsi="Corbel"/>
              </w:rPr>
              <w:t>, Kraków 1958;</w:t>
            </w:r>
          </w:p>
          <w:p w14:paraId="46729072" w14:textId="77777777" w:rsidR="006C37AE" w:rsidRPr="00182EA1" w:rsidRDefault="006C37AE" w:rsidP="006C37AE">
            <w:pPr>
              <w:pStyle w:val="Bezodstpw"/>
              <w:rPr>
                <w:rFonts w:ascii="Corbel" w:hAnsi="Corbel"/>
              </w:rPr>
            </w:pPr>
            <w:r w:rsidRPr="00182EA1">
              <w:rPr>
                <w:rFonts w:ascii="Corbel" w:eastAsia="Cambria" w:hAnsi="Corbel"/>
              </w:rPr>
              <w:t xml:space="preserve">Wierzchowska W., </w:t>
            </w:r>
            <w:r w:rsidRPr="00182EA1">
              <w:rPr>
                <w:rFonts w:ascii="Corbel" w:eastAsia="Cambria" w:hAnsi="Corbel"/>
                <w:i/>
                <w:iCs/>
              </w:rPr>
              <w:t xml:space="preserve">Współczesny rysunek polski, </w:t>
            </w:r>
            <w:r w:rsidRPr="00182EA1">
              <w:rPr>
                <w:rFonts w:ascii="Corbel" w:eastAsia="Cambria" w:hAnsi="Corbel"/>
              </w:rPr>
              <w:t>Warszawa 1982;</w:t>
            </w:r>
          </w:p>
          <w:p w14:paraId="341C33A4" w14:textId="77777777" w:rsidR="00FF3270" w:rsidRPr="00182EA1" w:rsidRDefault="00FF3270" w:rsidP="00FF3270">
            <w:pPr>
              <w:pStyle w:val="Bezodstpw"/>
              <w:rPr>
                <w:rFonts w:ascii="Corbel" w:eastAsia="Cambria" w:hAnsi="Corbel"/>
              </w:rPr>
            </w:pPr>
            <w:r>
              <w:rPr>
                <w:rFonts w:ascii="Corbel" w:eastAsia="Cambria" w:hAnsi="Corbel"/>
              </w:rPr>
              <w:t xml:space="preserve">Zubel Ivan, </w:t>
            </w:r>
            <w:r w:rsidRPr="00605493">
              <w:rPr>
                <w:rFonts w:ascii="Corbel" w:eastAsia="Cambria" w:hAnsi="Corbel"/>
                <w:i/>
              </w:rPr>
              <w:t>Encyklopedia obrazu - jak zrozumieć obraz</w:t>
            </w:r>
            <w:r>
              <w:rPr>
                <w:rFonts w:ascii="Corbel" w:eastAsia="Cambria" w:hAnsi="Corbel"/>
              </w:rPr>
              <w:t>, Warszawa 2004</w:t>
            </w:r>
          </w:p>
          <w:p w14:paraId="440CD7B7" w14:textId="77777777" w:rsidR="00B8663C" w:rsidRPr="00672E00" w:rsidRDefault="00B8663C" w:rsidP="00B8663C">
            <w:pPr>
              <w:pStyle w:val="Bezodstpw"/>
              <w:rPr>
                <w:rFonts w:ascii="Corbel" w:hAnsi="Corbel"/>
              </w:rPr>
            </w:pPr>
            <w:r w:rsidRPr="00672E00">
              <w:rPr>
                <w:rFonts w:ascii="Corbel" w:hAnsi="Corbel"/>
                <w:b/>
              </w:rPr>
              <w:t>Albumy z twórczością rysunkową i graficzną dawnych mistrzów</w:t>
            </w:r>
            <w:r w:rsidRPr="00672E00">
              <w:rPr>
                <w:rFonts w:ascii="Corbel" w:hAnsi="Corbel"/>
              </w:rPr>
              <w:t xml:space="preserve">; </w:t>
            </w:r>
          </w:p>
          <w:p w14:paraId="3BBC66B7" w14:textId="77777777" w:rsidR="00B8663C" w:rsidRPr="00672E00" w:rsidRDefault="00B8663C" w:rsidP="00B8663C">
            <w:pPr>
              <w:pStyle w:val="Bezodstpw"/>
              <w:rPr>
                <w:rFonts w:ascii="Corbel" w:eastAsia="Cambria" w:hAnsi="Corbel"/>
              </w:rPr>
            </w:pPr>
            <w:r w:rsidRPr="00672E00">
              <w:rPr>
                <w:rFonts w:ascii="Corbel" w:eastAsia="Cambria" w:hAnsi="Corbel"/>
                <w:b/>
              </w:rPr>
              <w:t>Atlasy anatomiczne dla artystów</w:t>
            </w:r>
            <w:r w:rsidRPr="00672E00">
              <w:rPr>
                <w:rFonts w:ascii="Corbel" w:eastAsia="Cambria" w:hAnsi="Corbel"/>
              </w:rPr>
              <w:t xml:space="preserve"> (różne wydania; np. </w:t>
            </w:r>
            <w:proofErr w:type="spellStart"/>
            <w:r w:rsidRPr="00672E00">
              <w:rPr>
                <w:rFonts w:ascii="Corbel" w:eastAsia="Cambria" w:hAnsi="Corbel"/>
              </w:rPr>
              <w:t>Barcsay</w:t>
            </w:r>
            <w:proofErr w:type="spellEnd"/>
            <w:r w:rsidRPr="00672E00">
              <w:rPr>
                <w:rFonts w:ascii="Corbel" w:eastAsia="Cambria" w:hAnsi="Corbel"/>
              </w:rPr>
              <w:t xml:space="preserve"> J., </w:t>
            </w:r>
            <w:r w:rsidRPr="00672E00">
              <w:rPr>
                <w:rFonts w:ascii="Corbel" w:eastAsia="Cambria" w:hAnsi="Corbel"/>
                <w:i/>
                <w:iCs/>
              </w:rPr>
              <w:t>Anatomia dla artysty</w:t>
            </w:r>
            <w:r w:rsidRPr="00672E00">
              <w:rPr>
                <w:rFonts w:ascii="Corbel" w:eastAsia="Cambria" w:hAnsi="Corbel"/>
              </w:rPr>
              <w:t xml:space="preserve">, Wydawnictwo </w:t>
            </w:r>
            <w:proofErr w:type="spellStart"/>
            <w:r w:rsidRPr="00672E00">
              <w:rPr>
                <w:rFonts w:ascii="Corbel" w:eastAsia="Cambria" w:hAnsi="Corbel"/>
              </w:rPr>
              <w:t>ZNiO</w:t>
            </w:r>
            <w:proofErr w:type="spellEnd"/>
            <w:r w:rsidRPr="00672E00">
              <w:rPr>
                <w:rFonts w:ascii="Corbel" w:eastAsia="Cambria" w:hAnsi="Corbel"/>
              </w:rPr>
              <w:t>, Wrocław 1988);</w:t>
            </w:r>
          </w:p>
          <w:p w14:paraId="45BD4F26" w14:textId="77777777" w:rsidR="00B8663C" w:rsidRPr="00672E00" w:rsidRDefault="00B8663C" w:rsidP="00B8663C">
            <w:pPr>
              <w:pStyle w:val="Bezodstpw"/>
              <w:rPr>
                <w:rFonts w:ascii="Corbel" w:eastAsia="Cambria" w:hAnsi="Corbel"/>
              </w:rPr>
            </w:pPr>
            <w:r w:rsidRPr="00672E00">
              <w:rPr>
                <w:rFonts w:ascii="Corbel" w:eastAsia="Cambria" w:hAnsi="Corbel"/>
                <w:b/>
              </w:rPr>
              <w:t>Katalogi wystaw grafiki i rysunku</w:t>
            </w:r>
            <w:r w:rsidRPr="00672E00">
              <w:rPr>
                <w:rFonts w:ascii="Corbel" w:eastAsia="Cambria" w:hAnsi="Corbel"/>
              </w:rPr>
              <w:t xml:space="preserve">, np. </w:t>
            </w:r>
            <w:r w:rsidRPr="00182EA1">
              <w:rPr>
                <w:rFonts w:ascii="Corbel" w:eastAsia="Cambria" w:hAnsi="Corbel"/>
              </w:rPr>
              <w:t xml:space="preserve">kolejne edycje Międzynarodowego Triennale Rysunku w Lubaczowie, Międzynarodowego Konkursu Rysunku we Wrocławiu, </w:t>
            </w:r>
            <w:r>
              <w:rPr>
                <w:rFonts w:ascii="Corbel" w:eastAsia="Cambria" w:hAnsi="Corbel"/>
              </w:rPr>
              <w:t xml:space="preserve">Międzynarodowego Konkursu na Rysunek im. Andriollego w Nałęczowie, Triennale Rysunku w Warszawie, </w:t>
            </w:r>
            <w:r w:rsidRPr="00182EA1">
              <w:rPr>
                <w:rFonts w:ascii="Corbel" w:eastAsia="Cambria" w:hAnsi="Corbel"/>
              </w:rPr>
              <w:t xml:space="preserve">Międzynarodowego Biennale Rysunku w Pilźnie, Międzynarodowego Triennale Grafiki w Krakowie, Triennale Grafiki Polskiej w Katowicach, </w:t>
            </w:r>
            <w:r>
              <w:rPr>
                <w:rFonts w:ascii="Corbel" w:eastAsia="Cambria" w:hAnsi="Corbel"/>
              </w:rPr>
              <w:t xml:space="preserve">Ogólnopolskiego Biennale Sztuki Salon Zimowy w Radomiu </w:t>
            </w:r>
            <w:r w:rsidRPr="00182EA1">
              <w:rPr>
                <w:rFonts w:ascii="Corbel" w:eastAsia="Cambria" w:hAnsi="Corbel"/>
              </w:rPr>
              <w:t>itp.;</w:t>
            </w:r>
          </w:p>
          <w:p w14:paraId="0A924863" w14:textId="77777777" w:rsidR="00B8663C" w:rsidRDefault="00B8663C" w:rsidP="00B8663C">
            <w:pPr>
              <w:pStyle w:val="Bezodstpw"/>
              <w:rPr>
                <w:rFonts w:ascii="Corbel" w:hAnsi="Corbel"/>
              </w:rPr>
            </w:pPr>
            <w:r w:rsidRPr="00672E00">
              <w:rPr>
                <w:rFonts w:ascii="Corbel" w:hAnsi="Corbel"/>
                <w:b/>
              </w:rPr>
              <w:t>Czasopisma odnoszące się do szeroko rozumianej sztuki</w:t>
            </w:r>
            <w:r w:rsidRPr="00672E00">
              <w:rPr>
                <w:rFonts w:ascii="Corbel" w:hAnsi="Corbel"/>
              </w:rPr>
              <w:t>, np</w:t>
            </w:r>
            <w:r w:rsidRPr="00182EA1">
              <w:rPr>
                <w:rFonts w:ascii="Corbel" w:hAnsi="Corbel"/>
              </w:rPr>
              <w:t xml:space="preserve">. </w:t>
            </w:r>
            <w:r w:rsidRPr="00182EA1">
              <w:rPr>
                <w:rFonts w:ascii="Corbel" w:hAnsi="Corbel"/>
                <w:i/>
              </w:rPr>
              <w:t>Warstwy</w:t>
            </w:r>
            <w:r w:rsidRPr="00182EA1">
              <w:rPr>
                <w:rFonts w:ascii="Corbel" w:hAnsi="Corbel"/>
              </w:rPr>
              <w:t xml:space="preserve">, </w:t>
            </w:r>
            <w:proofErr w:type="spellStart"/>
            <w:r w:rsidRPr="00182EA1">
              <w:rPr>
                <w:rFonts w:ascii="Corbel" w:hAnsi="Corbel"/>
                <w:i/>
              </w:rPr>
              <w:t>Arteon</w:t>
            </w:r>
            <w:proofErr w:type="spellEnd"/>
            <w:r>
              <w:rPr>
                <w:rFonts w:ascii="Corbel" w:hAnsi="Corbel"/>
                <w:i/>
              </w:rPr>
              <w:t>, Wiadomości ASP</w:t>
            </w:r>
            <w:r>
              <w:rPr>
                <w:rFonts w:ascii="Corbel" w:hAnsi="Corbel"/>
              </w:rPr>
              <w:t>;</w:t>
            </w:r>
          </w:p>
          <w:p w14:paraId="2ED478B9" w14:textId="77777777" w:rsidR="00B8663C" w:rsidRDefault="00B8663C" w:rsidP="00B8663C">
            <w:pPr>
              <w:pStyle w:val="Bezodstpw"/>
              <w:rPr>
                <w:rFonts w:ascii="Corbel" w:eastAsia="Cambria" w:hAnsi="Corbel"/>
                <w:i/>
              </w:rPr>
            </w:pPr>
            <w:proofErr w:type="spellStart"/>
            <w:r>
              <w:rPr>
                <w:rFonts w:ascii="Corbel" w:eastAsia="Cambria" w:hAnsi="Corbel"/>
              </w:rPr>
              <w:t>Brogowski</w:t>
            </w:r>
            <w:proofErr w:type="spellEnd"/>
            <w:r>
              <w:rPr>
                <w:rFonts w:ascii="Corbel" w:eastAsia="Cambria" w:hAnsi="Corbel"/>
              </w:rPr>
              <w:t xml:space="preserve"> L., Myśli, zmysły i słowa. </w:t>
            </w:r>
            <w:r w:rsidRPr="006B31C7">
              <w:rPr>
                <w:rFonts w:ascii="Corbel" w:eastAsia="Cambria" w:hAnsi="Corbel"/>
                <w:i/>
              </w:rPr>
              <w:t>Rysunek jako uzmysłowienie</w:t>
            </w:r>
            <w:r>
              <w:rPr>
                <w:rFonts w:ascii="Corbel" w:eastAsia="Cambria" w:hAnsi="Corbel"/>
              </w:rPr>
              <w:t xml:space="preserve">, w: </w:t>
            </w:r>
            <w:r w:rsidRPr="006B31C7">
              <w:rPr>
                <w:rFonts w:ascii="Corbel" w:eastAsia="Cambria" w:hAnsi="Corbel"/>
                <w:i/>
              </w:rPr>
              <w:t>Pismo sztuki</w:t>
            </w:r>
            <w:r>
              <w:rPr>
                <w:rFonts w:ascii="Corbel" w:eastAsia="Cambria" w:hAnsi="Corbel"/>
                <w:i/>
              </w:rPr>
              <w:t>.</w:t>
            </w:r>
          </w:p>
          <w:p w14:paraId="282814DE" w14:textId="77777777" w:rsidR="00B8663C" w:rsidRDefault="00B8663C" w:rsidP="00B8663C">
            <w:pPr>
              <w:pStyle w:val="Bezodstpw"/>
              <w:rPr>
                <w:rFonts w:ascii="Corbel" w:eastAsia="Cambria" w:hAnsi="Corbel"/>
                <w:i/>
              </w:rPr>
            </w:pPr>
            <w:r w:rsidRPr="006B31C7">
              <w:rPr>
                <w:rFonts w:ascii="Corbel" w:eastAsia="Cambria" w:hAnsi="Corbel"/>
                <w:i/>
              </w:rPr>
              <w:t>Materiały z sympozjum towarzyszącego I MKR</w:t>
            </w:r>
            <w:r w:rsidRPr="006B31C7">
              <w:rPr>
                <w:rFonts w:ascii="Corbel" w:eastAsia="Cambria" w:hAnsi="Corbel"/>
              </w:rPr>
              <w:t>, Wrocław 2000</w:t>
            </w:r>
            <w:r>
              <w:rPr>
                <w:rFonts w:ascii="Corbel" w:eastAsia="Cambria" w:hAnsi="Corbel"/>
                <w:i/>
              </w:rPr>
              <w:t>;</w:t>
            </w:r>
          </w:p>
          <w:p w14:paraId="5ECB7944" w14:textId="77777777" w:rsidR="00E73139" w:rsidRDefault="00E73139" w:rsidP="00E73139">
            <w:pPr>
              <w:pStyle w:val="Bezodstpw"/>
              <w:rPr>
                <w:rFonts w:ascii="Corbel" w:eastAsia="Cambria" w:hAnsi="Corbel"/>
              </w:rPr>
            </w:pPr>
            <w:proofErr w:type="spellStart"/>
            <w:r>
              <w:rPr>
                <w:rFonts w:ascii="Corbel" w:eastAsia="Cambria" w:hAnsi="Corbel"/>
              </w:rPr>
              <w:t>Arasse</w:t>
            </w:r>
            <w:proofErr w:type="spellEnd"/>
            <w:r>
              <w:rPr>
                <w:rFonts w:ascii="Corbel" w:eastAsia="Cambria" w:hAnsi="Corbel"/>
              </w:rPr>
              <w:t xml:space="preserve"> D., </w:t>
            </w:r>
            <w:r w:rsidRPr="00D47DFA">
              <w:rPr>
                <w:rFonts w:ascii="Corbel" w:eastAsia="Cambria" w:hAnsi="Corbel"/>
                <w:i/>
              </w:rPr>
              <w:t>Historia malarstwa w zbliżeniu</w:t>
            </w:r>
            <w:r>
              <w:rPr>
                <w:rFonts w:ascii="Corbel" w:eastAsia="Cambria" w:hAnsi="Corbel"/>
              </w:rPr>
              <w:t>, Kraków 2013;</w:t>
            </w:r>
          </w:p>
          <w:p w14:paraId="263473D0" w14:textId="77777777" w:rsidR="00E73139" w:rsidRDefault="00E73139" w:rsidP="00E73139">
            <w:pPr>
              <w:pStyle w:val="Bezodstpw"/>
              <w:rPr>
                <w:rFonts w:ascii="Corbel" w:eastAsia="Cambria" w:hAnsi="Corbel"/>
              </w:rPr>
            </w:pPr>
            <w:proofErr w:type="spellStart"/>
            <w:r>
              <w:rPr>
                <w:rFonts w:ascii="Corbel" w:eastAsia="Cambria" w:hAnsi="Corbel"/>
              </w:rPr>
              <w:t>Biłostocki</w:t>
            </w:r>
            <w:proofErr w:type="spellEnd"/>
            <w:r>
              <w:rPr>
                <w:rFonts w:ascii="Corbel" w:eastAsia="Cambria" w:hAnsi="Corbel"/>
              </w:rPr>
              <w:t xml:space="preserve"> J. </w:t>
            </w:r>
            <w:r w:rsidRPr="00D47DFA">
              <w:rPr>
                <w:rFonts w:ascii="Corbel" w:eastAsia="Cambria" w:hAnsi="Corbel"/>
                <w:i/>
              </w:rPr>
              <w:t>Wybór pism estetycznych</w:t>
            </w:r>
            <w:r>
              <w:rPr>
                <w:rFonts w:ascii="Corbel" w:eastAsia="Cambria" w:hAnsi="Corbel"/>
              </w:rPr>
              <w:t>, Kraków 2008;</w:t>
            </w:r>
          </w:p>
          <w:p w14:paraId="284863FA" w14:textId="77777777" w:rsidR="004433F5" w:rsidRDefault="004433F5" w:rsidP="004433F5">
            <w:pPr>
              <w:pStyle w:val="Bezodstpw"/>
              <w:rPr>
                <w:rFonts w:ascii="Corbel" w:eastAsia="Cambria" w:hAnsi="Corbel"/>
              </w:rPr>
            </w:pPr>
            <w:r>
              <w:rPr>
                <w:rFonts w:ascii="Corbel" w:eastAsia="Cambria" w:hAnsi="Corbel"/>
              </w:rPr>
              <w:lastRenderedPageBreak/>
              <w:t>Kozielski J., Transgresja i kultura, Warszawa 1997;</w:t>
            </w:r>
          </w:p>
          <w:p w14:paraId="60B2FF25" w14:textId="77777777" w:rsidR="004433F5" w:rsidRDefault="004433F5" w:rsidP="004433F5">
            <w:pPr>
              <w:pStyle w:val="Bezodstpw"/>
              <w:rPr>
                <w:rFonts w:ascii="Corbel" w:eastAsia="Cambria" w:hAnsi="Corbel"/>
              </w:rPr>
            </w:pPr>
            <w:r>
              <w:rPr>
                <w:rFonts w:ascii="Corbel" w:eastAsia="Cambria" w:hAnsi="Corbel"/>
              </w:rPr>
              <w:t xml:space="preserve">Czapski J., </w:t>
            </w:r>
            <w:r w:rsidRPr="006C37AE">
              <w:rPr>
                <w:rFonts w:ascii="Corbel" w:eastAsia="Cambria" w:hAnsi="Corbel"/>
                <w:i/>
              </w:rPr>
              <w:t>Patrząc</w:t>
            </w:r>
            <w:r>
              <w:rPr>
                <w:rFonts w:ascii="Corbel" w:eastAsia="Cambria" w:hAnsi="Corbel"/>
              </w:rPr>
              <w:t>, Kraków 2016;</w:t>
            </w:r>
          </w:p>
          <w:p w14:paraId="156B2686" w14:textId="77777777" w:rsidR="004433F5" w:rsidRDefault="004433F5" w:rsidP="004433F5">
            <w:pPr>
              <w:pStyle w:val="Bezodstpw"/>
              <w:rPr>
                <w:rFonts w:ascii="Corbel" w:hAnsi="Corbel"/>
              </w:rPr>
            </w:pPr>
            <w:proofErr w:type="spellStart"/>
            <w:r w:rsidRPr="00182EA1">
              <w:rPr>
                <w:rFonts w:ascii="Corbel" w:hAnsi="Corbel"/>
              </w:rPr>
              <w:t>Gombrich</w:t>
            </w:r>
            <w:proofErr w:type="spellEnd"/>
            <w:r w:rsidRPr="00182EA1">
              <w:rPr>
                <w:rFonts w:ascii="Corbel" w:hAnsi="Corbel"/>
              </w:rPr>
              <w:t xml:space="preserve"> E.H., </w:t>
            </w:r>
            <w:r w:rsidRPr="00182EA1">
              <w:rPr>
                <w:rFonts w:ascii="Corbel" w:hAnsi="Corbel"/>
                <w:i/>
              </w:rPr>
              <w:t>Pisma o sztuce i kulturze</w:t>
            </w:r>
            <w:r>
              <w:rPr>
                <w:rFonts w:ascii="Corbel" w:hAnsi="Corbel"/>
              </w:rPr>
              <w:t>, Kraków 2011;</w:t>
            </w:r>
          </w:p>
          <w:p w14:paraId="5C137882" w14:textId="77777777" w:rsidR="004433F5" w:rsidRPr="00182EA1" w:rsidRDefault="004433F5" w:rsidP="004433F5">
            <w:pPr>
              <w:pStyle w:val="Bezodstpw"/>
              <w:rPr>
                <w:rFonts w:ascii="Corbel" w:hAnsi="Corbel"/>
              </w:rPr>
            </w:pPr>
            <w:r w:rsidRPr="00182EA1">
              <w:rPr>
                <w:rFonts w:ascii="Corbel" w:eastAsia="Cambria" w:hAnsi="Corbel"/>
              </w:rPr>
              <w:t xml:space="preserve">Kandinsky W., </w:t>
            </w:r>
            <w:r w:rsidRPr="00182EA1">
              <w:rPr>
                <w:rFonts w:ascii="Corbel" w:eastAsia="Cambria" w:hAnsi="Corbel"/>
                <w:i/>
                <w:iCs/>
              </w:rPr>
              <w:t>O duchowości w sztuce</w:t>
            </w:r>
            <w:r w:rsidRPr="00182EA1">
              <w:rPr>
                <w:rFonts w:ascii="Corbel" w:eastAsia="Cambria" w:hAnsi="Corbel"/>
                <w:i/>
              </w:rPr>
              <w:t>, tłum</w:t>
            </w:r>
            <w:r w:rsidRPr="00182EA1">
              <w:rPr>
                <w:rFonts w:ascii="Corbel" w:eastAsia="Cambria" w:hAnsi="Corbel"/>
              </w:rPr>
              <w:t>. S. Fijałkowski, Łódź 1996;</w:t>
            </w:r>
          </w:p>
          <w:p w14:paraId="6555FF47" w14:textId="77777777" w:rsidR="00786FFE" w:rsidRDefault="00786FFE" w:rsidP="00786FFE">
            <w:pPr>
              <w:pStyle w:val="Bezodstpw"/>
              <w:rPr>
                <w:rFonts w:ascii="Corbel" w:hAnsi="Corbel"/>
              </w:rPr>
            </w:pPr>
            <w:proofErr w:type="spellStart"/>
            <w:r w:rsidRPr="00182EA1">
              <w:rPr>
                <w:rFonts w:ascii="Corbel" w:hAnsi="Corbel"/>
              </w:rPr>
              <w:t>Kries</w:t>
            </w:r>
            <w:proofErr w:type="spellEnd"/>
            <w:r w:rsidRPr="00182EA1">
              <w:rPr>
                <w:rFonts w:ascii="Corbel" w:hAnsi="Corbel"/>
              </w:rPr>
              <w:t xml:space="preserve"> H., </w:t>
            </w:r>
            <w:r w:rsidRPr="00182EA1">
              <w:rPr>
                <w:rFonts w:ascii="Corbel" w:hAnsi="Corbel"/>
                <w:i/>
              </w:rPr>
              <w:t>Sztuka wobec natury</w:t>
            </w:r>
            <w:r>
              <w:rPr>
                <w:rFonts w:ascii="Corbel" w:hAnsi="Corbel"/>
              </w:rPr>
              <w:t>, Lublin 2001;</w:t>
            </w:r>
          </w:p>
          <w:p w14:paraId="2A5C18A0" w14:textId="77777777" w:rsidR="00B8047B" w:rsidRPr="00D34FF5" w:rsidRDefault="00B8047B" w:rsidP="00B8047B">
            <w:pPr>
              <w:pStyle w:val="Bezodstpw"/>
              <w:rPr>
                <w:rFonts w:ascii="Corbel" w:hAnsi="Corbel"/>
              </w:rPr>
            </w:pPr>
            <w:r w:rsidRPr="00182EA1">
              <w:rPr>
                <w:rFonts w:ascii="Corbel" w:eastAsia="Cambria" w:hAnsi="Corbel"/>
              </w:rPr>
              <w:t xml:space="preserve">Gadamer H. G., </w:t>
            </w:r>
            <w:r w:rsidRPr="00182EA1">
              <w:rPr>
                <w:rFonts w:ascii="Corbel" w:eastAsia="Cambria" w:hAnsi="Corbel"/>
                <w:i/>
              </w:rPr>
              <w:t>Aktualność piękna</w:t>
            </w:r>
            <w:r w:rsidRPr="00182EA1">
              <w:rPr>
                <w:rFonts w:ascii="Corbel" w:eastAsia="Cambria" w:hAnsi="Corbel"/>
              </w:rPr>
              <w:t xml:space="preserve">, Warszawa 1993; </w:t>
            </w:r>
          </w:p>
          <w:p w14:paraId="2A296E25" w14:textId="77777777" w:rsidR="00B8047B" w:rsidRPr="00182EA1" w:rsidRDefault="00B8047B" w:rsidP="00B8047B">
            <w:pPr>
              <w:pStyle w:val="Bezodstpw"/>
              <w:rPr>
                <w:rFonts w:ascii="Corbel" w:hAnsi="Corbel"/>
              </w:rPr>
            </w:pPr>
            <w:r>
              <w:rPr>
                <w:rFonts w:ascii="Corbel" w:hAnsi="Corbel"/>
              </w:rPr>
              <w:t xml:space="preserve">Gołaszewska M., </w:t>
            </w:r>
            <w:r w:rsidRPr="00DE5CFF">
              <w:rPr>
                <w:rFonts w:ascii="Corbel" w:hAnsi="Corbel"/>
                <w:i/>
              </w:rPr>
              <w:t>Estetyka i antyestetyka</w:t>
            </w:r>
            <w:r>
              <w:rPr>
                <w:rFonts w:ascii="Corbel" w:hAnsi="Corbel"/>
              </w:rPr>
              <w:t xml:space="preserve">, Warszawa 1984; </w:t>
            </w:r>
          </w:p>
          <w:p w14:paraId="6B992C52" w14:textId="713DBAC5" w:rsidR="00B8047B" w:rsidRPr="000D64BF" w:rsidRDefault="00B8047B" w:rsidP="00B8047B">
            <w:pPr>
              <w:pStyle w:val="Bezodstpw"/>
              <w:rPr>
                <w:rFonts w:ascii="Corbel" w:eastAsia="Cambria" w:hAnsi="Corbel"/>
              </w:rPr>
            </w:pPr>
            <w:proofErr w:type="spellStart"/>
            <w:r>
              <w:rPr>
                <w:rFonts w:ascii="Corbel" w:eastAsia="Cambria" w:hAnsi="Corbel"/>
              </w:rPr>
              <w:t>Limont</w:t>
            </w:r>
            <w:proofErr w:type="spellEnd"/>
            <w:r>
              <w:rPr>
                <w:rFonts w:ascii="Corbel" w:eastAsia="Cambria" w:hAnsi="Corbel"/>
              </w:rPr>
              <w:t xml:space="preserve"> W. , Analiza wybranych mechanizmów wyobraźni twórczej, Toruń 1994;</w:t>
            </w:r>
          </w:p>
          <w:p w14:paraId="38F5E655" w14:textId="77777777" w:rsidR="00182EA1" w:rsidRPr="00182EA1" w:rsidRDefault="00182EA1" w:rsidP="00EE1A14">
            <w:pPr>
              <w:pStyle w:val="Bezodstpw"/>
              <w:rPr>
                <w:rFonts w:ascii="Corbel" w:hAnsi="Corbel"/>
                <w:b/>
                <w:smallCaps/>
                <w:color w:val="000000"/>
              </w:rPr>
            </w:pPr>
          </w:p>
        </w:tc>
      </w:tr>
    </w:tbl>
    <w:p w14:paraId="1B83B072" w14:textId="77777777" w:rsidR="00643A9E" w:rsidRDefault="00643A9E" w:rsidP="00F83B28">
      <w:pPr>
        <w:pStyle w:val="Punktygwne"/>
        <w:spacing w:before="0" w:after="0"/>
        <w:ind w:left="360"/>
        <w:rPr>
          <w:rFonts w:ascii="Corbel" w:hAnsi="Corbel"/>
          <w:b w:val="0"/>
          <w:smallCaps w:val="0"/>
          <w:szCs w:val="24"/>
        </w:rPr>
      </w:pPr>
    </w:p>
    <w:p w14:paraId="2614B392" w14:textId="77777777" w:rsidR="0085747A" w:rsidRDefault="0085747A" w:rsidP="00587729">
      <w:pPr>
        <w:pStyle w:val="Punktygwne"/>
        <w:spacing w:before="0" w:after="0"/>
        <w:rPr>
          <w:rFonts w:ascii="Corbel" w:hAnsi="Corbel"/>
          <w:b w:val="0"/>
          <w:smallCaps w:val="0"/>
          <w:szCs w:val="24"/>
        </w:rPr>
      </w:pPr>
      <w:r w:rsidRPr="009C54AE">
        <w:rPr>
          <w:rFonts w:ascii="Corbel" w:hAnsi="Corbel"/>
          <w:b w:val="0"/>
          <w:smallCaps w:val="0"/>
          <w:szCs w:val="24"/>
        </w:rPr>
        <w:t>Akceptacja Kierownika Jednostki lub osoby upoważnionej</w:t>
      </w:r>
    </w:p>
    <w:p w14:paraId="0339BDB0" w14:textId="77777777" w:rsidR="00417205" w:rsidRPr="00417205" w:rsidRDefault="00417205" w:rsidP="00417205">
      <w:pPr>
        <w:pStyle w:val="Punktygwne"/>
        <w:spacing w:before="0" w:after="0"/>
        <w:rPr>
          <w:rFonts w:ascii="Corbel" w:eastAsia="Cambria" w:hAnsi="Corbel"/>
        </w:rPr>
      </w:pPr>
    </w:p>
    <w:sectPr w:rsidR="00417205" w:rsidRPr="00417205" w:rsidSect="005C612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BF75B" w14:textId="77777777" w:rsidR="005C6125" w:rsidRDefault="005C6125" w:rsidP="00C16ABF">
      <w:pPr>
        <w:spacing w:after="0" w:line="240" w:lineRule="auto"/>
      </w:pPr>
      <w:r>
        <w:separator/>
      </w:r>
    </w:p>
  </w:endnote>
  <w:endnote w:type="continuationSeparator" w:id="0">
    <w:p w14:paraId="63AC6B8A" w14:textId="77777777" w:rsidR="005C6125" w:rsidRDefault="005C6125"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02ACA" w14:textId="77777777" w:rsidR="005C6125" w:rsidRDefault="005C6125" w:rsidP="00C16ABF">
      <w:pPr>
        <w:spacing w:after="0" w:line="240" w:lineRule="auto"/>
      </w:pPr>
      <w:r>
        <w:separator/>
      </w:r>
    </w:p>
  </w:footnote>
  <w:footnote w:type="continuationSeparator" w:id="0">
    <w:p w14:paraId="39076252" w14:textId="77777777" w:rsidR="005C6125" w:rsidRDefault="005C6125" w:rsidP="00C16ABF">
      <w:pPr>
        <w:spacing w:after="0" w:line="240" w:lineRule="auto"/>
      </w:pPr>
      <w:r>
        <w:continuationSeparator/>
      </w:r>
    </w:p>
  </w:footnote>
  <w:footnote w:id="1">
    <w:p w14:paraId="629CEA32" w14:textId="77777777" w:rsidR="00184578" w:rsidRDefault="00184578">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p w14:paraId="38D15D00" w14:textId="77777777" w:rsidR="00EE20F5" w:rsidRDefault="00EE20F5">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4103B3"/>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644892996">
    <w:abstractNumId w:val="2"/>
  </w:num>
  <w:num w:numId="2" w16cid:durableId="1509909730">
    <w:abstractNumId w:val="0"/>
  </w:num>
  <w:num w:numId="3" w16cid:durableId="1787238825">
    <w:abstractNumId w:val="1"/>
  </w:num>
  <w:num w:numId="4" w16cid:durableId="1409993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908940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05EF"/>
    <w:rsid w:val="00002086"/>
    <w:rsid w:val="000048FD"/>
    <w:rsid w:val="000061BB"/>
    <w:rsid w:val="00006C30"/>
    <w:rsid w:val="000077B4"/>
    <w:rsid w:val="00007E93"/>
    <w:rsid w:val="00010A0D"/>
    <w:rsid w:val="000127CD"/>
    <w:rsid w:val="00013ADE"/>
    <w:rsid w:val="00015024"/>
    <w:rsid w:val="00015562"/>
    <w:rsid w:val="00015B8F"/>
    <w:rsid w:val="0001770E"/>
    <w:rsid w:val="00020027"/>
    <w:rsid w:val="000224A2"/>
    <w:rsid w:val="00022ECE"/>
    <w:rsid w:val="00031CDC"/>
    <w:rsid w:val="0003533F"/>
    <w:rsid w:val="0003602C"/>
    <w:rsid w:val="00042A51"/>
    <w:rsid w:val="00042D2E"/>
    <w:rsid w:val="00042F26"/>
    <w:rsid w:val="00044C82"/>
    <w:rsid w:val="00044EEE"/>
    <w:rsid w:val="00053E7F"/>
    <w:rsid w:val="00055053"/>
    <w:rsid w:val="00057721"/>
    <w:rsid w:val="00061549"/>
    <w:rsid w:val="0006799F"/>
    <w:rsid w:val="0007068B"/>
    <w:rsid w:val="00070ED6"/>
    <w:rsid w:val="00070EE8"/>
    <w:rsid w:val="00074282"/>
    <w:rsid w:val="000742DC"/>
    <w:rsid w:val="00074888"/>
    <w:rsid w:val="00076212"/>
    <w:rsid w:val="000828EA"/>
    <w:rsid w:val="00082D60"/>
    <w:rsid w:val="00083782"/>
    <w:rsid w:val="00083B8D"/>
    <w:rsid w:val="00084C12"/>
    <w:rsid w:val="00084DD3"/>
    <w:rsid w:val="00093B62"/>
    <w:rsid w:val="0009462C"/>
    <w:rsid w:val="00094B12"/>
    <w:rsid w:val="00095B05"/>
    <w:rsid w:val="0009631D"/>
    <w:rsid w:val="00096C46"/>
    <w:rsid w:val="000A0F9F"/>
    <w:rsid w:val="000A2721"/>
    <w:rsid w:val="000A296F"/>
    <w:rsid w:val="000A2A28"/>
    <w:rsid w:val="000A3CDF"/>
    <w:rsid w:val="000B0A56"/>
    <w:rsid w:val="000B192D"/>
    <w:rsid w:val="000B28EE"/>
    <w:rsid w:val="000B3E37"/>
    <w:rsid w:val="000B3EF6"/>
    <w:rsid w:val="000B7164"/>
    <w:rsid w:val="000C59A8"/>
    <w:rsid w:val="000C7278"/>
    <w:rsid w:val="000C7E13"/>
    <w:rsid w:val="000D04B0"/>
    <w:rsid w:val="000D1A23"/>
    <w:rsid w:val="000D2AF0"/>
    <w:rsid w:val="000D486A"/>
    <w:rsid w:val="000D5D58"/>
    <w:rsid w:val="000D64BF"/>
    <w:rsid w:val="000D67AB"/>
    <w:rsid w:val="000E010D"/>
    <w:rsid w:val="000E3584"/>
    <w:rsid w:val="000E5859"/>
    <w:rsid w:val="000E5DAB"/>
    <w:rsid w:val="000F0F07"/>
    <w:rsid w:val="000F1C57"/>
    <w:rsid w:val="000F1F2F"/>
    <w:rsid w:val="000F2576"/>
    <w:rsid w:val="000F442D"/>
    <w:rsid w:val="000F5615"/>
    <w:rsid w:val="000F780C"/>
    <w:rsid w:val="00102DEB"/>
    <w:rsid w:val="00102F97"/>
    <w:rsid w:val="00111FD2"/>
    <w:rsid w:val="00121271"/>
    <w:rsid w:val="0012172E"/>
    <w:rsid w:val="00124BFF"/>
    <w:rsid w:val="001251F5"/>
    <w:rsid w:val="0012560E"/>
    <w:rsid w:val="00127108"/>
    <w:rsid w:val="001278E4"/>
    <w:rsid w:val="00133682"/>
    <w:rsid w:val="0013486D"/>
    <w:rsid w:val="00134B13"/>
    <w:rsid w:val="00135455"/>
    <w:rsid w:val="001356F4"/>
    <w:rsid w:val="001365DF"/>
    <w:rsid w:val="00136AA2"/>
    <w:rsid w:val="00140211"/>
    <w:rsid w:val="0014091C"/>
    <w:rsid w:val="001450CD"/>
    <w:rsid w:val="001450FE"/>
    <w:rsid w:val="00146AD1"/>
    <w:rsid w:val="00146BC0"/>
    <w:rsid w:val="001508FE"/>
    <w:rsid w:val="00151112"/>
    <w:rsid w:val="00153C41"/>
    <w:rsid w:val="00154381"/>
    <w:rsid w:val="0015450C"/>
    <w:rsid w:val="001564DE"/>
    <w:rsid w:val="00156978"/>
    <w:rsid w:val="00162CE4"/>
    <w:rsid w:val="001640A7"/>
    <w:rsid w:val="00164FA7"/>
    <w:rsid w:val="00166A03"/>
    <w:rsid w:val="00166FCE"/>
    <w:rsid w:val="0017048E"/>
    <w:rsid w:val="001706BD"/>
    <w:rsid w:val="001718A7"/>
    <w:rsid w:val="001724D1"/>
    <w:rsid w:val="0017293A"/>
    <w:rsid w:val="00172B9A"/>
    <w:rsid w:val="001737CF"/>
    <w:rsid w:val="00176083"/>
    <w:rsid w:val="00176185"/>
    <w:rsid w:val="00177240"/>
    <w:rsid w:val="00181ECE"/>
    <w:rsid w:val="00182EA1"/>
    <w:rsid w:val="00183E7C"/>
    <w:rsid w:val="00184578"/>
    <w:rsid w:val="001871E6"/>
    <w:rsid w:val="00192F37"/>
    <w:rsid w:val="001967CB"/>
    <w:rsid w:val="00196F09"/>
    <w:rsid w:val="00196F8B"/>
    <w:rsid w:val="001A1D9D"/>
    <w:rsid w:val="001A276A"/>
    <w:rsid w:val="001A3BE1"/>
    <w:rsid w:val="001A5751"/>
    <w:rsid w:val="001A70D2"/>
    <w:rsid w:val="001B04FF"/>
    <w:rsid w:val="001B16D5"/>
    <w:rsid w:val="001B38F1"/>
    <w:rsid w:val="001B492B"/>
    <w:rsid w:val="001B4997"/>
    <w:rsid w:val="001B6266"/>
    <w:rsid w:val="001B6900"/>
    <w:rsid w:val="001C72FC"/>
    <w:rsid w:val="001C73F5"/>
    <w:rsid w:val="001C7A98"/>
    <w:rsid w:val="001D08E4"/>
    <w:rsid w:val="001D1BA4"/>
    <w:rsid w:val="001D5742"/>
    <w:rsid w:val="001D657B"/>
    <w:rsid w:val="001D7B54"/>
    <w:rsid w:val="001E0209"/>
    <w:rsid w:val="001E1270"/>
    <w:rsid w:val="001E2FD3"/>
    <w:rsid w:val="001E34A6"/>
    <w:rsid w:val="001E495C"/>
    <w:rsid w:val="001F248B"/>
    <w:rsid w:val="001F29CE"/>
    <w:rsid w:val="001F2CA2"/>
    <w:rsid w:val="001F5B27"/>
    <w:rsid w:val="0020147B"/>
    <w:rsid w:val="00205480"/>
    <w:rsid w:val="00212945"/>
    <w:rsid w:val="002143AB"/>
    <w:rsid w:val="002144C0"/>
    <w:rsid w:val="002200E9"/>
    <w:rsid w:val="00221E96"/>
    <w:rsid w:val="00223F49"/>
    <w:rsid w:val="0022477D"/>
    <w:rsid w:val="0022684D"/>
    <w:rsid w:val="002278A9"/>
    <w:rsid w:val="00231B77"/>
    <w:rsid w:val="002336F9"/>
    <w:rsid w:val="00233B58"/>
    <w:rsid w:val="002348D9"/>
    <w:rsid w:val="002351FC"/>
    <w:rsid w:val="002360D5"/>
    <w:rsid w:val="0024028F"/>
    <w:rsid w:val="002432FB"/>
    <w:rsid w:val="00244ABC"/>
    <w:rsid w:val="0024536C"/>
    <w:rsid w:val="00250510"/>
    <w:rsid w:val="002520AE"/>
    <w:rsid w:val="00254286"/>
    <w:rsid w:val="00255031"/>
    <w:rsid w:val="00260ADA"/>
    <w:rsid w:val="00266B45"/>
    <w:rsid w:val="002730FB"/>
    <w:rsid w:val="0027432E"/>
    <w:rsid w:val="00276728"/>
    <w:rsid w:val="00277BAE"/>
    <w:rsid w:val="00281EC1"/>
    <w:rsid w:val="00281FF2"/>
    <w:rsid w:val="00282E5D"/>
    <w:rsid w:val="002837B6"/>
    <w:rsid w:val="00284E6D"/>
    <w:rsid w:val="002857DE"/>
    <w:rsid w:val="00286206"/>
    <w:rsid w:val="002878B6"/>
    <w:rsid w:val="002878BE"/>
    <w:rsid w:val="00290185"/>
    <w:rsid w:val="00290583"/>
    <w:rsid w:val="00291567"/>
    <w:rsid w:val="00296B75"/>
    <w:rsid w:val="002A22BF"/>
    <w:rsid w:val="002A2389"/>
    <w:rsid w:val="002A43CB"/>
    <w:rsid w:val="002A671D"/>
    <w:rsid w:val="002A7700"/>
    <w:rsid w:val="002A7FAF"/>
    <w:rsid w:val="002B08AF"/>
    <w:rsid w:val="002B2279"/>
    <w:rsid w:val="002B4D55"/>
    <w:rsid w:val="002B5EA0"/>
    <w:rsid w:val="002B6119"/>
    <w:rsid w:val="002C1F06"/>
    <w:rsid w:val="002C221D"/>
    <w:rsid w:val="002C2897"/>
    <w:rsid w:val="002C67FC"/>
    <w:rsid w:val="002C6ECD"/>
    <w:rsid w:val="002D3375"/>
    <w:rsid w:val="002D60A1"/>
    <w:rsid w:val="002D7031"/>
    <w:rsid w:val="002D73D4"/>
    <w:rsid w:val="002D7921"/>
    <w:rsid w:val="002E1845"/>
    <w:rsid w:val="002E36A5"/>
    <w:rsid w:val="002E3AA7"/>
    <w:rsid w:val="002E43D2"/>
    <w:rsid w:val="002E7660"/>
    <w:rsid w:val="002F02A3"/>
    <w:rsid w:val="002F1652"/>
    <w:rsid w:val="002F354F"/>
    <w:rsid w:val="002F4ABE"/>
    <w:rsid w:val="002F527B"/>
    <w:rsid w:val="002F636B"/>
    <w:rsid w:val="002F66CD"/>
    <w:rsid w:val="002F6EB0"/>
    <w:rsid w:val="003018BA"/>
    <w:rsid w:val="0030395F"/>
    <w:rsid w:val="00305C92"/>
    <w:rsid w:val="0031076F"/>
    <w:rsid w:val="003116E9"/>
    <w:rsid w:val="003117D7"/>
    <w:rsid w:val="003151C5"/>
    <w:rsid w:val="0032041D"/>
    <w:rsid w:val="0032116F"/>
    <w:rsid w:val="00324A4D"/>
    <w:rsid w:val="003253DB"/>
    <w:rsid w:val="003256D6"/>
    <w:rsid w:val="0033270F"/>
    <w:rsid w:val="003343CF"/>
    <w:rsid w:val="0033480E"/>
    <w:rsid w:val="003371CE"/>
    <w:rsid w:val="00337D86"/>
    <w:rsid w:val="00342876"/>
    <w:rsid w:val="00343ED1"/>
    <w:rsid w:val="0034493A"/>
    <w:rsid w:val="00345739"/>
    <w:rsid w:val="00346FE9"/>
    <w:rsid w:val="0034759A"/>
    <w:rsid w:val="003503F6"/>
    <w:rsid w:val="003520F8"/>
    <w:rsid w:val="003525B5"/>
    <w:rsid w:val="003530DD"/>
    <w:rsid w:val="00354466"/>
    <w:rsid w:val="00362D56"/>
    <w:rsid w:val="00363DD6"/>
    <w:rsid w:val="00363F78"/>
    <w:rsid w:val="00367790"/>
    <w:rsid w:val="00377DA1"/>
    <w:rsid w:val="0038017A"/>
    <w:rsid w:val="003832EB"/>
    <w:rsid w:val="00383AAD"/>
    <w:rsid w:val="00386A0D"/>
    <w:rsid w:val="00387616"/>
    <w:rsid w:val="00387DE2"/>
    <w:rsid w:val="003915DB"/>
    <w:rsid w:val="0039396E"/>
    <w:rsid w:val="003968EF"/>
    <w:rsid w:val="003A0730"/>
    <w:rsid w:val="003A0A5B"/>
    <w:rsid w:val="003A10B3"/>
    <w:rsid w:val="003A1176"/>
    <w:rsid w:val="003A2778"/>
    <w:rsid w:val="003A2FB5"/>
    <w:rsid w:val="003A378E"/>
    <w:rsid w:val="003A3A61"/>
    <w:rsid w:val="003B1B64"/>
    <w:rsid w:val="003B2883"/>
    <w:rsid w:val="003C0BAE"/>
    <w:rsid w:val="003C1641"/>
    <w:rsid w:val="003C3095"/>
    <w:rsid w:val="003C561A"/>
    <w:rsid w:val="003D00D5"/>
    <w:rsid w:val="003D0147"/>
    <w:rsid w:val="003D18A9"/>
    <w:rsid w:val="003D238E"/>
    <w:rsid w:val="003D5A6E"/>
    <w:rsid w:val="003D6CE2"/>
    <w:rsid w:val="003E13AC"/>
    <w:rsid w:val="003E1941"/>
    <w:rsid w:val="003E2394"/>
    <w:rsid w:val="003E2FE6"/>
    <w:rsid w:val="003E3C4E"/>
    <w:rsid w:val="003E48B6"/>
    <w:rsid w:val="003E49D5"/>
    <w:rsid w:val="003E4EEC"/>
    <w:rsid w:val="003F205D"/>
    <w:rsid w:val="003F3894"/>
    <w:rsid w:val="003F38C0"/>
    <w:rsid w:val="003F4573"/>
    <w:rsid w:val="003F7DEB"/>
    <w:rsid w:val="004005D4"/>
    <w:rsid w:val="004033A6"/>
    <w:rsid w:val="00403D33"/>
    <w:rsid w:val="0040479D"/>
    <w:rsid w:val="0040781B"/>
    <w:rsid w:val="00407D94"/>
    <w:rsid w:val="00411876"/>
    <w:rsid w:val="00411B27"/>
    <w:rsid w:val="004137F0"/>
    <w:rsid w:val="0041408E"/>
    <w:rsid w:val="004143B3"/>
    <w:rsid w:val="00414E3C"/>
    <w:rsid w:val="00415E62"/>
    <w:rsid w:val="00416110"/>
    <w:rsid w:val="00417205"/>
    <w:rsid w:val="0042244A"/>
    <w:rsid w:val="00422F8B"/>
    <w:rsid w:val="00424CB6"/>
    <w:rsid w:val="00426046"/>
    <w:rsid w:val="0042627E"/>
    <w:rsid w:val="0042745A"/>
    <w:rsid w:val="004302E8"/>
    <w:rsid w:val="00431BD2"/>
    <w:rsid w:val="00431D5C"/>
    <w:rsid w:val="00432AFE"/>
    <w:rsid w:val="00434FAB"/>
    <w:rsid w:val="004362C6"/>
    <w:rsid w:val="00437DCE"/>
    <w:rsid w:val="00437FA2"/>
    <w:rsid w:val="004409BF"/>
    <w:rsid w:val="004433F5"/>
    <w:rsid w:val="00445644"/>
    <w:rsid w:val="00445970"/>
    <w:rsid w:val="0044612A"/>
    <w:rsid w:val="00447EB3"/>
    <w:rsid w:val="00451F6D"/>
    <w:rsid w:val="00454FB2"/>
    <w:rsid w:val="00455262"/>
    <w:rsid w:val="00455E3B"/>
    <w:rsid w:val="00461EFC"/>
    <w:rsid w:val="0046499D"/>
    <w:rsid w:val="00465269"/>
    <w:rsid w:val="004652C2"/>
    <w:rsid w:val="00470418"/>
    <w:rsid w:val="004706D1"/>
    <w:rsid w:val="00471134"/>
    <w:rsid w:val="00471326"/>
    <w:rsid w:val="00472AAB"/>
    <w:rsid w:val="00474756"/>
    <w:rsid w:val="004758E4"/>
    <w:rsid w:val="0047598D"/>
    <w:rsid w:val="00475E48"/>
    <w:rsid w:val="00480607"/>
    <w:rsid w:val="004840FD"/>
    <w:rsid w:val="004845DA"/>
    <w:rsid w:val="00487314"/>
    <w:rsid w:val="004873E6"/>
    <w:rsid w:val="004879A6"/>
    <w:rsid w:val="00490CCE"/>
    <w:rsid w:val="00490F7D"/>
    <w:rsid w:val="00491678"/>
    <w:rsid w:val="004968E2"/>
    <w:rsid w:val="0049708B"/>
    <w:rsid w:val="00497B26"/>
    <w:rsid w:val="004A0573"/>
    <w:rsid w:val="004A119F"/>
    <w:rsid w:val="004A1515"/>
    <w:rsid w:val="004A38D4"/>
    <w:rsid w:val="004A3EEA"/>
    <w:rsid w:val="004A4D1F"/>
    <w:rsid w:val="004B2615"/>
    <w:rsid w:val="004B307D"/>
    <w:rsid w:val="004B3E22"/>
    <w:rsid w:val="004B59BC"/>
    <w:rsid w:val="004C182C"/>
    <w:rsid w:val="004C2DBC"/>
    <w:rsid w:val="004C48C8"/>
    <w:rsid w:val="004C5658"/>
    <w:rsid w:val="004D06EB"/>
    <w:rsid w:val="004D1A25"/>
    <w:rsid w:val="004D4CB6"/>
    <w:rsid w:val="004D5282"/>
    <w:rsid w:val="004E1680"/>
    <w:rsid w:val="004E1A8A"/>
    <w:rsid w:val="004E27E8"/>
    <w:rsid w:val="004E2F97"/>
    <w:rsid w:val="004E2FDF"/>
    <w:rsid w:val="004E38CC"/>
    <w:rsid w:val="004E4220"/>
    <w:rsid w:val="004E48C4"/>
    <w:rsid w:val="004E549B"/>
    <w:rsid w:val="004E5590"/>
    <w:rsid w:val="004E5CEE"/>
    <w:rsid w:val="004E5E70"/>
    <w:rsid w:val="004E6E6D"/>
    <w:rsid w:val="004F1551"/>
    <w:rsid w:val="004F1CFC"/>
    <w:rsid w:val="004F3C6D"/>
    <w:rsid w:val="004F49CE"/>
    <w:rsid w:val="004F5128"/>
    <w:rsid w:val="004F55A3"/>
    <w:rsid w:val="004F5610"/>
    <w:rsid w:val="004F5F81"/>
    <w:rsid w:val="004F76DB"/>
    <w:rsid w:val="005008FD"/>
    <w:rsid w:val="005026A8"/>
    <w:rsid w:val="00503479"/>
    <w:rsid w:val="0050496F"/>
    <w:rsid w:val="00506EA7"/>
    <w:rsid w:val="00513A2E"/>
    <w:rsid w:val="00513AC7"/>
    <w:rsid w:val="00513B6F"/>
    <w:rsid w:val="00515292"/>
    <w:rsid w:val="00515752"/>
    <w:rsid w:val="00516D89"/>
    <w:rsid w:val="00517C63"/>
    <w:rsid w:val="005239CD"/>
    <w:rsid w:val="00524270"/>
    <w:rsid w:val="00524649"/>
    <w:rsid w:val="00524C83"/>
    <w:rsid w:val="005253AC"/>
    <w:rsid w:val="00526145"/>
    <w:rsid w:val="00526192"/>
    <w:rsid w:val="00532643"/>
    <w:rsid w:val="005352B4"/>
    <w:rsid w:val="005363C4"/>
    <w:rsid w:val="00536BDE"/>
    <w:rsid w:val="005434AC"/>
    <w:rsid w:val="00543ACC"/>
    <w:rsid w:val="00546FA8"/>
    <w:rsid w:val="0055192B"/>
    <w:rsid w:val="00551C00"/>
    <w:rsid w:val="00551D98"/>
    <w:rsid w:val="005548AA"/>
    <w:rsid w:val="005560F1"/>
    <w:rsid w:val="00560D59"/>
    <w:rsid w:val="005644BF"/>
    <w:rsid w:val="0056696D"/>
    <w:rsid w:val="00571332"/>
    <w:rsid w:val="00574BC3"/>
    <w:rsid w:val="00586D54"/>
    <w:rsid w:val="00587729"/>
    <w:rsid w:val="005923BE"/>
    <w:rsid w:val="0059484D"/>
    <w:rsid w:val="005949EE"/>
    <w:rsid w:val="005A0032"/>
    <w:rsid w:val="005A0855"/>
    <w:rsid w:val="005A0FB8"/>
    <w:rsid w:val="005A133C"/>
    <w:rsid w:val="005A3196"/>
    <w:rsid w:val="005A5425"/>
    <w:rsid w:val="005B5F85"/>
    <w:rsid w:val="005C080F"/>
    <w:rsid w:val="005C55E5"/>
    <w:rsid w:val="005C6125"/>
    <w:rsid w:val="005C696A"/>
    <w:rsid w:val="005C755F"/>
    <w:rsid w:val="005D017A"/>
    <w:rsid w:val="005D0D02"/>
    <w:rsid w:val="005D1461"/>
    <w:rsid w:val="005D37CC"/>
    <w:rsid w:val="005E1077"/>
    <w:rsid w:val="005E287A"/>
    <w:rsid w:val="005E501F"/>
    <w:rsid w:val="005E6E85"/>
    <w:rsid w:val="005E7B02"/>
    <w:rsid w:val="005E7BC8"/>
    <w:rsid w:val="005F0955"/>
    <w:rsid w:val="005F31D2"/>
    <w:rsid w:val="005F3DCB"/>
    <w:rsid w:val="005F41B2"/>
    <w:rsid w:val="00603A9E"/>
    <w:rsid w:val="00605493"/>
    <w:rsid w:val="0060784D"/>
    <w:rsid w:val="0061029B"/>
    <w:rsid w:val="00610B87"/>
    <w:rsid w:val="006160E3"/>
    <w:rsid w:val="00616B92"/>
    <w:rsid w:val="00617230"/>
    <w:rsid w:val="0061799F"/>
    <w:rsid w:val="006218BC"/>
    <w:rsid w:val="00621CE1"/>
    <w:rsid w:val="006241C6"/>
    <w:rsid w:val="00625772"/>
    <w:rsid w:val="0062777F"/>
    <w:rsid w:val="00627D70"/>
    <w:rsid w:val="00627FC9"/>
    <w:rsid w:val="00630F1B"/>
    <w:rsid w:val="006324A3"/>
    <w:rsid w:val="00632B4E"/>
    <w:rsid w:val="006359C0"/>
    <w:rsid w:val="006368A1"/>
    <w:rsid w:val="00637E0D"/>
    <w:rsid w:val="00641BDA"/>
    <w:rsid w:val="00643A9E"/>
    <w:rsid w:val="00646227"/>
    <w:rsid w:val="00646396"/>
    <w:rsid w:val="00646AE4"/>
    <w:rsid w:val="006479B1"/>
    <w:rsid w:val="00647FA8"/>
    <w:rsid w:val="00650C5F"/>
    <w:rsid w:val="00653BFA"/>
    <w:rsid w:val="00654934"/>
    <w:rsid w:val="006608B1"/>
    <w:rsid w:val="00660B10"/>
    <w:rsid w:val="006620D9"/>
    <w:rsid w:val="0066782E"/>
    <w:rsid w:val="00670641"/>
    <w:rsid w:val="00671958"/>
    <w:rsid w:val="00672E00"/>
    <w:rsid w:val="006747EA"/>
    <w:rsid w:val="006754D7"/>
    <w:rsid w:val="00675843"/>
    <w:rsid w:val="00676C7D"/>
    <w:rsid w:val="00676E48"/>
    <w:rsid w:val="006811D8"/>
    <w:rsid w:val="00681DA5"/>
    <w:rsid w:val="006845DA"/>
    <w:rsid w:val="006846AE"/>
    <w:rsid w:val="00685E97"/>
    <w:rsid w:val="00695691"/>
    <w:rsid w:val="00696477"/>
    <w:rsid w:val="006A2EAF"/>
    <w:rsid w:val="006A34C6"/>
    <w:rsid w:val="006A4BDB"/>
    <w:rsid w:val="006A7816"/>
    <w:rsid w:val="006B0896"/>
    <w:rsid w:val="006B16B6"/>
    <w:rsid w:val="006B2171"/>
    <w:rsid w:val="006B31C7"/>
    <w:rsid w:val="006B4733"/>
    <w:rsid w:val="006B504B"/>
    <w:rsid w:val="006B7C20"/>
    <w:rsid w:val="006C2154"/>
    <w:rsid w:val="006C37AE"/>
    <w:rsid w:val="006C3FAD"/>
    <w:rsid w:val="006C661C"/>
    <w:rsid w:val="006D01E3"/>
    <w:rsid w:val="006D050F"/>
    <w:rsid w:val="006D199B"/>
    <w:rsid w:val="006D5363"/>
    <w:rsid w:val="006D6139"/>
    <w:rsid w:val="006D6B57"/>
    <w:rsid w:val="006E34F4"/>
    <w:rsid w:val="006E367B"/>
    <w:rsid w:val="006E52FB"/>
    <w:rsid w:val="006E5D65"/>
    <w:rsid w:val="006E711C"/>
    <w:rsid w:val="006F1282"/>
    <w:rsid w:val="006F1FBC"/>
    <w:rsid w:val="006F31E2"/>
    <w:rsid w:val="006F4A45"/>
    <w:rsid w:val="00705578"/>
    <w:rsid w:val="00705AF2"/>
    <w:rsid w:val="00706544"/>
    <w:rsid w:val="0070661E"/>
    <w:rsid w:val="00706705"/>
    <w:rsid w:val="007072BA"/>
    <w:rsid w:val="00707B46"/>
    <w:rsid w:val="007105C3"/>
    <w:rsid w:val="007109C9"/>
    <w:rsid w:val="00713916"/>
    <w:rsid w:val="0071620A"/>
    <w:rsid w:val="00724677"/>
    <w:rsid w:val="00724838"/>
    <w:rsid w:val="00725459"/>
    <w:rsid w:val="00730A14"/>
    <w:rsid w:val="007320AD"/>
    <w:rsid w:val="007325C9"/>
    <w:rsid w:val="007327BD"/>
    <w:rsid w:val="00734608"/>
    <w:rsid w:val="00737743"/>
    <w:rsid w:val="0074202A"/>
    <w:rsid w:val="00745302"/>
    <w:rsid w:val="007461D6"/>
    <w:rsid w:val="00746EC8"/>
    <w:rsid w:val="007517FE"/>
    <w:rsid w:val="00751B3C"/>
    <w:rsid w:val="007618B8"/>
    <w:rsid w:val="0076374C"/>
    <w:rsid w:val="00763BF1"/>
    <w:rsid w:val="00766253"/>
    <w:rsid w:val="007667A7"/>
    <w:rsid w:val="007669E5"/>
    <w:rsid w:val="00766FD4"/>
    <w:rsid w:val="00780515"/>
    <w:rsid w:val="0078168C"/>
    <w:rsid w:val="007817E8"/>
    <w:rsid w:val="0078247A"/>
    <w:rsid w:val="007824D1"/>
    <w:rsid w:val="00783D9C"/>
    <w:rsid w:val="00785142"/>
    <w:rsid w:val="00785530"/>
    <w:rsid w:val="00786FFE"/>
    <w:rsid w:val="00787C2A"/>
    <w:rsid w:val="00790E27"/>
    <w:rsid w:val="00790F57"/>
    <w:rsid w:val="007916E9"/>
    <w:rsid w:val="0079229C"/>
    <w:rsid w:val="007944D2"/>
    <w:rsid w:val="00796329"/>
    <w:rsid w:val="00796D86"/>
    <w:rsid w:val="007978B6"/>
    <w:rsid w:val="007979EE"/>
    <w:rsid w:val="007979F6"/>
    <w:rsid w:val="007A2630"/>
    <w:rsid w:val="007A2B3F"/>
    <w:rsid w:val="007A37C5"/>
    <w:rsid w:val="007A4022"/>
    <w:rsid w:val="007A4D90"/>
    <w:rsid w:val="007A5EC5"/>
    <w:rsid w:val="007A6E6E"/>
    <w:rsid w:val="007A706D"/>
    <w:rsid w:val="007B0C9F"/>
    <w:rsid w:val="007B2920"/>
    <w:rsid w:val="007B2E36"/>
    <w:rsid w:val="007B45F1"/>
    <w:rsid w:val="007B4947"/>
    <w:rsid w:val="007C1728"/>
    <w:rsid w:val="007C2F7C"/>
    <w:rsid w:val="007C3299"/>
    <w:rsid w:val="007C38B7"/>
    <w:rsid w:val="007C3BCC"/>
    <w:rsid w:val="007C4546"/>
    <w:rsid w:val="007C5D0F"/>
    <w:rsid w:val="007C6018"/>
    <w:rsid w:val="007C6ECB"/>
    <w:rsid w:val="007D2307"/>
    <w:rsid w:val="007D25E0"/>
    <w:rsid w:val="007D48CA"/>
    <w:rsid w:val="007D6E56"/>
    <w:rsid w:val="007E1D0E"/>
    <w:rsid w:val="007E5293"/>
    <w:rsid w:val="007F003C"/>
    <w:rsid w:val="007F0C6E"/>
    <w:rsid w:val="007F1326"/>
    <w:rsid w:val="007F1AFC"/>
    <w:rsid w:val="007F3C6F"/>
    <w:rsid w:val="007F3CC1"/>
    <w:rsid w:val="007F4155"/>
    <w:rsid w:val="007F5A2E"/>
    <w:rsid w:val="007F6B1F"/>
    <w:rsid w:val="00800994"/>
    <w:rsid w:val="00800F48"/>
    <w:rsid w:val="00805A8F"/>
    <w:rsid w:val="0081119C"/>
    <w:rsid w:val="00813CA0"/>
    <w:rsid w:val="0081554D"/>
    <w:rsid w:val="0081707E"/>
    <w:rsid w:val="00820AD9"/>
    <w:rsid w:val="00821DB3"/>
    <w:rsid w:val="00823028"/>
    <w:rsid w:val="008254B5"/>
    <w:rsid w:val="0083128B"/>
    <w:rsid w:val="00832316"/>
    <w:rsid w:val="008360F9"/>
    <w:rsid w:val="00836564"/>
    <w:rsid w:val="00836CF4"/>
    <w:rsid w:val="008412F2"/>
    <w:rsid w:val="008425E0"/>
    <w:rsid w:val="00843B97"/>
    <w:rsid w:val="008449B3"/>
    <w:rsid w:val="00844C71"/>
    <w:rsid w:val="00847591"/>
    <w:rsid w:val="00850CD4"/>
    <w:rsid w:val="00852614"/>
    <w:rsid w:val="008552A2"/>
    <w:rsid w:val="008552A3"/>
    <w:rsid w:val="0085747A"/>
    <w:rsid w:val="00863C2C"/>
    <w:rsid w:val="0087230B"/>
    <w:rsid w:val="008724F3"/>
    <w:rsid w:val="00873B93"/>
    <w:rsid w:val="008844C7"/>
    <w:rsid w:val="00884922"/>
    <w:rsid w:val="00885F64"/>
    <w:rsid w:val="00890EC5"/>
    <w:rsid w:val="008917F9"/>
    <w:rsid w:val="0089339F"/>
    <w:rsid w:val="008943C8"/>
    <w:rsid w:val="0089646C"/>
    <w:rsid w:val="008A14B4"/>
    <w:rsid w:val="008A2C3C"/>
    <w:rsid w:val="008A45F7"/>
    <w:rsid w:val="008A6F87"/>
    <w:rsid w:val="008A7B26"/>
    <w:rsid w:val="008B01A8"/>
    <w:rsid w:val="008B0CB4"/>
    <w:rsid w:val="008B2683"/>
    <w:rsid w:val="008B5357"/>
    <w:rsid w:val="008C0CC0"/>
    <w:rsid w:val="008C19A9"/>
    <w:rsid w:val="008C379D"/>
    <w:rsid w:val="008C4212"/>
    <w:rsid w:val="008C5147"/>
    <w:rsid w:val="008C5359"/>
    <w:rsid w:val="008C5363"/>
    <w:rsid w:val="008C77CE"/>
    <w:rsid w:val="008D34D7"/>
    <w:rsid w:val="008D3DFB"/>
    <w:rsid w:val="008E133B"/>
    <w:rsid w:val="008E1C60"/>
    <w:rsid w:val="008E4AB0"/>
    <w:rsid w:val="008E636C"/>
    <w:rsid w:val="008E64F4"/>
    <w:rsid w:val="008F12C9"/>
    <w:rsid w:val="008F1E7E"/>
    <w:rsid w:val="008F426F"/>
    <w:rsid w:val="008F5612"/>
    <w:rsid w:val="008F6E29"/>
    <w:rsid w:val="008F6EEF"/>
    <w:rsid w:val="009008CA"/>
    <w:rsid w:val="0090380F"/>
    <w:rsid w:val="009044EF"/>
    <w:rsid w:val="00904AF0"/>
    <w:rsid w:val="00905D64"/>
    <w:rsid w:val="009124AA"/>
    <w:rsid w:val="009138BE"/>
    <w:rsid w:val="00916188"/>
    <w:rsid w:val="0092136D"/>
    <w:rsid w:val="00921618"/>
    <w:rsid w:val="00923D7D"/>
    <w:rsid w:val="00931D88"/>
    <w:rsid w:val="009335B8"/>
    <w:rsid w:val="00933952"/>
    <w:rsid w:val="00936EC4"/>
    <w:rsid w:val="0093789C"/>
    <w:rsid w:val="00941954"/>
    <w:rsid w:val="00944799"/>
    <w:rsid w:val="00944828"/>
    <w:rsid w:val="0094656B"/>
    <w:rsid w:val="009466B3"/>
    <w:rsid w:val="009467B7"/>
    <w:rsid w:val="009479E5"/>
    <w:rsid w:val="00950772"/>
    <w:rsid w:val="009508DF"/>
    <w:rsid w:val="009508EA"/>
    <w:rsid w:val="00950DAC"/>
    <w:rsid w:val="00951CB0"/>
    <w:rsid w:val="00951F79"/>
    <w:rsid w:val="00954800"/>
    <w:rsid w:val="00954A07"/>
    <w:rsid w:val="009616E3"/>
    <w:rsid w:val="00961E9F"/>
    <w:rsid w:val="00965664"/>
    <w:rsid w:val="00970340"/>
    <w:rsid w:val="00970DA7"/>
    <w:rsid w:val="009713BD"/>
    <w:rsid w:val="00974733"/>
    <w:rsid w:val="00980F29"/>
    <w:rsid w:val="009816A6"/>
    <w:rsid w:val="00987F09"/>
    <w:rsid w:val="009902FA"/>
    <w:rsid w:val="0099233D"/>
    <w:rsid w:val="009946C5"/>
    <w:rsid w:val="00997F14"/>
    <w:rsid w:val="009A28A2"/>
    <w:rsid w:val="009A4420"/>
    <w:rsid w:val="009A4ECD"/>
    <w:rsid w:val="009A53B7"/>
    <w:rsid w:val="009A63B0"/>
    <w:rsid w:val="009A78D9"/>
    <w:rsid w:val="009B12B7"/>
    <w:rsid w:val="009B5E9E"/>
    <w:rsid w:val="009C3BB7"/>
    <w:rsid w:val="009C3E31"/>
    <w:rsid w:val="009C54AE"/>
    <w:rsid w:val="009C788E"/>
    <w:rsid w:val="009D07EE"/>
    <w:rsid w:val="009D0ED5"/>
    <w:rsid w:val="009D16D5"/>
    <w:rsid w:val="009D2192"/>
    <w:rsid w:val="009D28BD"/>
    <w:rsid w:val="009D2A1F"/>
    <w:rsid w:val="009D3F3B"/>
    <w:rsid w:val="009D60FE"/>
    <w:rsid w:val="009E00C9"/>
    <w:rsid w:val="009E0543"/>
    <w:rsid w:val="009E194A"/>
    <w:rsid w:val="009E2D24"/>
    <w:rsid w:val="009E33EE"/>
    <w:rsid w:val="009E3B41"/>
    <w:rsid w:val="009F3C5C"/>
    <w:rsid w:val="009F4610"/>
    <w:rsid w:val="009F49BE"/>
    <w:rsid w:val="009F6DB2"/>
    <w:rsid w:val="00A00ECC"/>
    <w:rsid w:val="00A01660"/>
    <w:rsid w:val="00A02C07"/>
    <w:rsid w:val="00A11568"/>
    <w:rsid w:val="00A14775"/>
    <w:rsid w:val="00A155EE"/>
    <w:rsid w:val="00A1649D"/>
    <w:rsid w:val="00A17AF5"/>
    <w:rsid w:val="00A219A1"/>
    <w:rsid w:val="00A2245B"/>
    <w:rsid w:val="00A22E89"/>
    <w:rsid w:val="00A246F7"/>
    <w:rsid w:val="00A2618D"/>
    <w:rsid w:val="00A2754F"/>
    <w:rsid w:val="00A30110"/>
    <w:rsid w:val="00A33A11"/>
    <w:rsid w:val="00A36899"/>
    <w:rsid w:val="00A371F6"/>
    <w:rsid w:val="00A40587"/>
    <w:rsid w:val="00A4150C"/>
    <w:rsid w:val="00A418A9"/>
    <w:rsid w:val="00A4246C"/>
    <w:rsid w:val="00A43994"/>
    <w:rsid w:val="00A43BF6"/>
    <w:rsid w:val="00A503A9"/>
    <w:rsid w:val="00A50F9B"/>
    <w:rsid w:val="00A52887"/>
    <w:rsid w:val="00A53FA5"/>
    <w:rsid w:val="00A54817"/>
    <w:rsid w:val="00A56045"/>
    <w:rsid w:val="00A601C8"/>
    <w:rsid w:val="00A60799"/>
    <w:rsid w:val="00A6155F"/>
    <w:rsid w:val="00A6226B"/>
    <w:rsid w:val="00A6698C"/>
    <w:rsid w:val="00A7116C"/>
    <w:rsid w:val="00A71ABF"/>
    <w:rsid w:val="00A7656C"/>
    <w:rsid w:val="00A84C85"/>
    <w:rsid w:val="00A85780"/>
    <w:rsid w:val="00A9358B"/>
    <w:rsid w:val="00A95AFF"/>
    <w:rsid w:val="00A97DE1"/>
    <w:rsid w:val="00A97F27"/>
    <w:rsid w:val="00AA0313"/>
    <w:rsid w:val="00AA0DCC"/>
    <w:rsid w:val="00AA569A"/>
    <w:rsid w:val="00AA6CEF"/>
    <w:rsid w:val="00AB053C"/>
    <w:rsid w:val="00AB6ECA"/>
    <w:rsid w:val="00AB74FA"/>
    <w:rsid w:val="00AC1760"/>
    <w:rsid w:val="00AC5CF3"/>
    <w:rsid w:val="00AC666D"/>
    <w:rsid w:val="00AD0411"/>
    <w:rsid w:val="00AD1146"/>
    <w:rsid w:val="00AD27D3"/>
    <w:rsid w:val="00AD66D6"/>
    <w:rsid w:val="00AE1160"/>
    <w:rsid w:val="00AE11E1"/>
    <w:rsid w:val="00AE203C"/>
    <w:rsid w:val="00AE28EB"/>
    <w:rsid w:val="00AE2E74"/>
    <w:rsid w:val="00AE5FCB"/>
    <w:rsid w:val="00AF2B0C"/>
    <w:rsid w:val="00AF2C1E"/>
    <w:rsid w:val="00AF3932"/>
    <w:rsid w:val="00B01730"/>
    <w:rsid w:val="00B01941"/>
    <w:rsid w:val="00B02CA2"/>
    <w:rsid w:val="00B03436"/>
    <w:rsid w:val="00B03991"/>
    <w:rsid w:val="00B0485B"/>
    <w:rsid w:val="00B0525A"/>
    <w:rsid w:val="00B0566E"/>
    <w:rsid w:val="00B06142"/>
    <w:rsid w:val="00B06E59"/>
    <w:rsid w:val="00B11960"/>
    <w:rsid w:val="00B11C99"/>
    <w:rsid w:val="00B13272"/>
    <w:rsid w:val="00B135B1"/>
    <w:rsid w:val="00B1696D"/>
    <w:rsid w:val="00B1736D"/>
    <w:rsid w:val="00B17964"/>
    <w:rsid w:val="00B179DD"/>
    <w:rsid w:val="00B232BB"/>
    <w:rsid w:val="00B25919"/>
    <w:rsid w:val="00B26FD1"/>
    <w:rsid w:val="00B3130B"/>
    <w:rsid w:val="00B32C69"/>
    <w:rsid w:val="00B33563"/>
    <w:rsid w:val="00B33FA0"/>
    <w:rsid w:val="00B34695"/>
    <w:rsid w:val="00B35FCE"/>
    <w:rsid w:val="00B362CA"/>
    <w:rsid w:val="00B3647C"/>
    <w:rsid w:val="00B40ADB"/>
    <w:rsid w:val="00B43B77"/>
    <w:rsid w:val="00B43E80"/>
    <w:rsid w:val="00B46C3D"/>
    <w:rsid w:val="00B50BC0"/>
    <w:rsid w:val="00B5478F"/>
    <w:rsid w:val="00B55048"/>
    <w:rsid w:val="00B567EC"/>
    <w:rsid w:val="00B607DB"/>
    <w:rsid w:val="00B61482"/>
    <w:rsid w:val="00B6193D"/>
    <w:rsid w:val="00B64FCE"/>
    <w:rsid w:val="00B65A4E"/>
    <w:rsid w:val="00B66529"/>
    <w:rsid w:val="00B7033C"/>
    <w:rsid w:val="00B71BF9"/>
    <w:rsid w:val="00B74ED7"/>
    <w:rsid w:val="00B75946"/>
    <w:rsid w:val="00B7671F"/>
    <w:rsid w:val="00B76D88"/>
    <w:rsid w:val="00B803CA"/>
    <w:rsid w:val="00B8047B"/>
    <w:rsid w:val="00B8056E"/>
    <w:rsid w:val="00B8062C"/>
    <w:rsid w:val="00B81264"/>
    <w:rsid w:val="00B819C8"/>
    <w:rsid w:val="00B82308"/>
    <w:rsid w:val="00B8663C"/>
    <w:rsid w:val="00B90885"/>
    <w:rsid w:val="00B914B5"/>
    <w:rsid w:val="00BA40C0"/>
    <w:rsid w:val="00BA666F"/>
    <w:rsid w:val="00BB3650"/>
    <w:rsid w:val="00BB520A"/>
    <w:rsid w:val="00BB5BA5"/>
    <w:rsid w:val="00BB6AF0"/>
    <w:rsid w:val="00BB6C5A"/>
    <w:rsid w:val="00BB7BC7"/>
    <w:rsid w:val="00BC1C20"/>
    <w:rsid w:val="00BC3B61"/>
    <w:rsid w:val="00BC446B"/>
    <w:rsid w:val="00BC6690"/>
    <w:rsid w:val="00BC7EBD"/>
    <w:rsid w:val="00BD05E5"/>
    <w:rsid w:val="00BD3869"/>
    <w:rsid w:val="00BD38F5"/>
    <w:rsid w:val="00BD66E9"/>
    <w:rsid w:val="00BD6FF4"/>
    <w:rsid w:val="00BE3395"/>
    <w:rsid w:val="00BF0440"/>
    <w:rsid w:val="00BF1049"/>
    <w:rsid w:val="00BF16E0"/>
    <w:rsid w:val="00BF2C41"/>
    <w:rsid w:val="00BF6FF3"/>
    <w:rsid w:val="00C00AB5"/>
    <w:rsid w:val="00C01369"/>
    <w:rsid w:val="00C0175E"/>
    <w:rsid w:val="00C058B4"/>
    <w:rsid w:val="00C05F44"/>
    <w:rsid w:val="00C05FBD"/>
    <w:rsid w:val="00C10004"/>
    <w:rsid w:val="00C10C46"/>
    <w:rsid w:val="00C12BFC"/>
    <w:rsid w:val="00C131B5"/>
    <w:rsid w:val="00C133DC"/>
    <w:rsid w:val="00C152E9"/>
    <w:rsid w:val="00C158E6"/>
    <w:rsid w:val="00C16A48"/>
    <w:rsid w:val="00C16ABF"/>
    <w:rsid w:val="00C170AE"/>
    <w:rsid w:val="00C17562"/>
    <w:rsid w:val="00C17EF5"/>
    <w:rsid w:val="00C238D7"/>
    <w:rsid w:val="00C2653F"/>
    <w:rsid w:val="00C26C5B"/>
    <w:rsid w:val="00C26CB7"/>
    <w:rsid w:val="00C275F0"/>
    <w:rsid w:val="00C31CA8"/>
    <w:rsid w:val="00C324C1"/>
    <w:rsid w:val="00C32E48"/>
    <w:rsid w:val="00C345D8"/>
    <w:rsid w:val="00C36992"/>
    <w:rsid w:val="00C36C85"/>
    <w:rsid w:val="00C40BBF"/>
    <w:rsid w:val="00C415EF"/>
    <w:rsid w:val="00C42395"/>
    <w:rsid w:val="00C424C2"/>
    <w:rsid w:val="00C4266E"/>
    <w:rsid w:val="00C431F5"/>
    <w:rsid w:val="00C43A86"/>
    <w:rsid w:val="00C4497E"/>
    <w:rsid w:val="00C460B6"/>
    <w:rsid w:val="00C468AE"/>
    <w:rsid w:val="00C47678"/>
    <w:rsid w:val="00C50CD0"/>
    <w:rsid w:val="00C526FB"/>
    <w:rsid w:val="00C5442E"/>
    <w:rsid w:val="00C553F2"/>
    <w:rsid w:val="00C56036"/>
    <w:rsid w:val="00C56CF6"/>
    <w:rsid w:val="00C60C53"/>
    <w:rsid w:val="00C61DC5"/>
    <w:rsid w:val="00C6222B"/>
    <w:rsid w:val="00C6583E"/>
    <w:rsid w:val="00C668C6"/>
    <w:rsid w:val="00C66D8D"/>
    <w:rsid w:val="00C6716D"/>
    <w:rsid w:val="00C67E92"/>
    <w:rsid w:val="00C70A26"/>
    <w:rsid w:val="00C75EC6"/>
    <w:rsid w:val="00C766DF"/>
    <w:rsid w:val="00C832C2"/>
    <w:rsid w:val="00C84B77"/>
    <w:rsid w:val="00C84C65"/>
    <w:rsid w:val="00C86B61"/>
    <w:rsid w:val="00C92291"/>
    <w:rsid w:val="00C94B98"/>
    <w:rsid w:val="00C950A8"/>
    <w:rsid w:val="00C95A41"/>
    <w:rsid w:val="00CA14F1"/>
    <w:rsid w:val="00CA2B96"/>
    <w:rsid w:val="00CA4875"/>
    <w:rsid w:val="00CA5089"/>
    <w:rsid w:val="00CA54EF"/>
    <w:rsid w:val="00CA56E5"/>
    <w:rsid w:val="00CB118D"/>
    <w:rsid w:val="00CB2E13"/>
    <w:rsid w:val="00CB58A0"/>
    <w:rsid w:val="00CB744B"/>
    <w:rsid w:val="00CC031F"/>
    <w:rsid w:val="00CC13BC"/>
    <w:rsid w:val="00CC54F3"/>
    <w:rsid w:val="00CC7FD7"/>
    <w:rsid w:val="00CD0976"/>
    <w:rsid w:val="00CD15CD"/>
    <w:rsid w:val="00CD4756"/>
    <w:rsid w:val="00CD6897"/>
    <w:rsid w:val="00CD7E3E"/>
    <w:rsid w:val="00CE1FA7"/>
    <w:rsid w:val="00CE2C11"/>
    <w:rsid w:val="00CE50D8"/>
    <w:rsid w:val="00CE5BAC"/>
    <w:rsid w:val="00CE5E9D"/>
    <w:rsid w:val="00CE7BD3"/>
    <w:rsid w:val="00CF19BE"/>
    <w:rsid w:val="00CF25BE"/>
    <w:rsid w:val="00CF3FA0"/>
    <w:rsid w:val="00CF577D"/>
    <w:rsid w:val="00CF619C"/>
    <w:rsid w:val="00CF78ED"/>
    <w:rsid w:val="00D00580"/>
    <w:rsid w:val="00D02989"/>
    <w:rsid w:val="00D02B25"/>
    <w:rsid w:val="00D02CCB"/>
    <w:rsid w:val="00D02EBA"/>
    <w:rsid w:val="00D06490"/>
    <w:rsid w:val="00D07972"/>
    <w:rsid w:val="00D1368A"/>
    <w:rsid w:val="00D17C3C"/>
    <w:rsid w:val="00D17E26"/>
    <w:rsid w:val="00D20D29"/>
    <w:rsid w:val="00D24510"/>
    <w:rsid w:val="00D269CB"/>
    <w:rsid w:val="00D26B2C"/>
    <w:rsid w:val="00D27F5E"/>
    <w:rsid w:val="00D30170"/>
    <w:rsid w:val="00D308B8"/>
    <w:rsid w:val="00D32E9D"/>
    <w:rsid w:val="00D33EAA"/>
    <w:rsid w:val="00D34A08"/>
    <w:rsid w:val="00D34FF5"/>
    <w:rsid w:val="00D352C9"/>
    <w:rsid w:val="00D3674C"/>
    <w:rsid w:val="00D37138"/>
    <w:rsid w:val="00D37404"/>
    <w:rsid w:val="00D37F0A"/>
    <w:rsid w:val="00D42139"/>
    <w:rsid w:val="00D425B2"/>
    <w:rsid w:val="00D42687"/>
    <w:rsid w:val="00D428D6"/>
    <w:rsid w:val="00D42B5A"/>
    <w:rsid w:val="00D44B6E"/>
    <w:rsid w:val="00D471DF"/>
    <w:rsid w:val="00D47A95"/>
    <w:rsid w:val="00D47DFA"/>
    <w:rsid w:val="00D53D40"/>
    <w:rsid w:val="00D543C9"/>
    <w:rsid w:val="00D552B2"/>
    <w:rsid w:val="00D55E53"/>
    <w:rsid w:val="00D608D1"/>
    <w:rsid w:val="00D613DA"/>
    <w:rsid w:val="00D63785"/>
    <w:rsid w:val="00D63AB1"/>
    <w:rsid w:val="00D65D92"/>
    <w:rsid w:val="00D661FE"/>
    <w:rsid w:val="00D664F2"/>
    <w:rsid w:val="00D73D5B"/>
    <w:rsid w:val="00D74119"/>
    <w:rsid w:val="00D772E9"/>
    <w:rsid w:val="00D77557"/>
    <w:rsid w:val="00D8075B"/>
    <w:rsid w:val="00D82126"/>
    <w:rsid w:val="00D829DA"/>
    <w:rsid w:val="00D82A64"/>
    <w:rsid w:val="00D8678B"/>
    <w:rsid w:val="00D906BA"/>
    <w:rsid w:val="00D91F1A"/>
    <w:rsid w:val="00D93B08"/>
    <w:rsid w:val="00D9453D"/>
    <w:rsid w:val="00D95563"/>
    <w:rsid w:val="00D95B22"/>
    <w:rsid w:val="00D97541"/>
    <w:rsid w:val="00DA2114"/>
    <w:rsid w:val="00DA4E27"/>
    <w:rsid w:val="00DA7A8C"/>
    <w:rsid w:val="00DB3769"/>
    <w:rsid w:val="00DB5FDE"/>
    <w:rsid w:val="00DB729C"/>
    <w:rsid w:val="00DB787B"/>
    <w:rsid w:val="00DC0AA8"/>
    <w:rsid w:val="00DC390C"/>
    <w:rsid w:val="00DC3E81"/>
    <w:rsid w:val="00DC3F57"/>
    <w:rsid w:val="00DC629B"/>
    <w:rsid w:val="00DD2232"/>
    <w:rsid w:val="00DD28B4"/>
    <w:rsid w:val="00DE032A"/>
    <w:rsid w:val="00DE09C0"/>
    <w:rsid w:val="00DE2B0C"/>
    <w:rsid w:val="00DE4A14"/>
    <w:rsid w:val="00DE5CFF"/>
    <w:rsid w:val="00DE7AC8"/>
    <w:rsid w:val="00DE7CF4"/>
    <w:rsid w:val="00DF0BDE"/>
    <w:rsid w:val="00DF1F35"/>
    <w:rsid w:val="00DF2C5A"/>
    <w:rsid w:val="00DF30C6"/>
    <w:rsid w:val="00DF320D"/>
    <w:rsid w:val="00DF55C1"/>
    <w:rsid w:val="00DF5943"/>
    <w:rsid w:val="00DF6988"/>
    <w:rsid w:val="00DF71C8"/>
    <w:rsid w:val="00E01A1C"/>
    <w:rsid w:val="00E01DE5"/>
    <w:rsid w:val="00E101EF"/>
    <w:rsid w:val="00E129B8"/>
    <w:rsid w:val="00E12FF3"/>
    <w:rsid w:val="00E21E7D"/>
    <w:rsid w:val="00E227EB"/>
    <w:rsid w:val="00E2292C"/>
    <w:rsid w:val="00E22C84"/>
    <w:rsid w:val="00E22FBC"/>
    <w:rsid w:val="00E2448C"/>
    <w:rsid w:val="00E24BF5"/>
    <w:rsid w:val="00E250D6"/>
    <w:rsid w:val="00E25338"/>
    <w:rsid w:val="00E277D6"/>
    <w:rsid w:val="00E31ED3"/>
    <w:rsid w:val="00E320DD"/>
    <w:rsid w:val="00E33D85"/>
    <w:rsid w:val="00E3692A"/>
    <w:rsid w:val="00E3692C"/>
    <w:rsid w:val="00E36F9F"/>
    <w:rsid w:val="00E37D0E"/>
    <w:rsid w:val="00E41D1C"/>
    <w:rsid w:val="00E41DA0"/>
    <w:rsid w:val="00E42CAC"/>
    <w:rsid w:val="00E43996"/>
    <w:rsid w:val="00E43B91"/>
    <w:rsid w:val="00E50083"/>
    <w:rsid w:val="00E51E44"/>
    <w:rsid w:val="00E52B1B"/>
    <w:rsid w:val="00E54A59"/>
    <w:rsid w:val="00E56400"/>
    <w:rsid w:val="00E564F5"/>
    <w:rsid w:val="00E566AF"/>
    <w:rsid w:val="00E57D02"/>
    <w:rsid w:val="00E63348"/>
    <w:rsid w:val="00E66E0A"/>
    <w:rsid w:val="00E706DA"/>
    <w:rsid w:val="00E70BC0"/>
    <w:rsid w:val="00E70C31"/>
    <w:rsid w:val="00E71695"/>
    <w:rsid w:val="00E71A9F"/>
    <w:rsid w:val="00E725BE"/>
    <w:rsid w:val="00E73139"/>
    <w:rsid w:val="00E742AA"/>
    <w:rsid w:val="00E7462A"/>
    <w:rsid w:val="00E74763"/>
    <w:rsid w:val="00E757E1"/>
    <w:rsid w:val="00E77087"/>
    <w:rsid w:val="00E77E88"/>
    <w:rsid w:val="00E8107D"/>
    <w:rsid w:val="00E826F5"/>
    <w:rsid w:val="00E83227"/>
    <w:rsid w:val="00E84A5F"/>
    <w:rsid w:val="00E86F44"/>
    <w:rsid w:val="00E91C5B"/>
    <w:rsid w:val="00E92BE0"/>
    <w:rsid w:val="00E93A9B"/>
    <w:rsid w:val="00E93F7A"/>
    <w:rsid w:val="00E946D6"/>
    <w:rsid w:val="00E9587C"/>
    <w:rsid w:val="00E960BB"/>
    <w:rsid w:val="00EA2074"/>
    <w:rsid w:val="00EA39DD"/>
    <w:rsid w:val="00EA3B83"/>
    <w:rsid w:val="00EA4832"/>
    <w:rsid w:val="00EA4E9D"/>
    <w:rsid w:val="00EB028D"/>
    <w:rsid w:val="00EC2838"/>
    <w:rsid w:val="00EC3DF8"/>
    <w:rsid w:val="00EC4899"/>
    <w:rsid w:val="00EC7262"/>
    <w:rsid w:val="00ED03AB"/>
    <w:rsid w:val="00ED0C6A"/>
    <w:rsid w:val="00ED19FC"/>
    <w:rsid w:val="00ED32D2"/>
    <w:rsid w:val="00ED3DCB"/>
    <w:rsid w:val="00ED7AD5"/>
    <w:rsid w:val="00EE1A14"/>
    <w:rsid w:val="00EE20F5"/>
    <w:rsid w:val="00EE32DE"/>
    <w:rsid w:val="00EE5457"/>
    <w:rsid w:val="00EE5679"/>
    <w:rsid w:val="00EE645B"/>
    <w:rsid w:val="00EE757F"/>
    <w:rsid w:val="00EF0057"/>
    <w:rsid w:val="00EF3906"/>
    <w:rsid w:val="00EF4248"/>
    <w:rsid w:val="00EF4EFD"/>
    <w:rsid w:val="00EF656A"/>
    <w:rsid w:val="00EF65C9"/>
    <w:rsid w:val="00F00811"/>
    <w:rsid w:val="00F0598F"/>
    <w:rsid w:val="00F070AB"/>
    <w:rsid w:val="00F10E4C"/>
    <w:rsid w:val="00F11550"/>
    <w:rsid w:val="00F16C35"/>
    <w:rsid w:val="00F17567"/>
    <w:rsid w:val="00F17C63"/>
    <w:rsid w:val="00F230EF"/>
    <w:rsid w:val="00F26DF1"/>
    <w:rsid w:val="00F27A7B"/>
    <w:rsid w:val="00F35FF7"/>
    <w:rsid w:val="00F44E06"/>
    <w:rsid w:val="00F4536A"/>
    <w:rsid w:val="00F463E9"/>
    <w:rsid w:val="00F52675"/>
    <w:rsid w:val="00F526AF"/>
    <w:rsid w:val="00F55CBB"/>
    <w:rsid w:val="00F56CC7"/>
    <w:rsid w:val="00F5747C"/>
    <w:rsid w:val="00F6045F"/>
    <w:rsid w:val="00F617C3"/>
    <w:rsid w:val="00F61D2E"/>
    <w:rsid w:val="00F637AA"/>
    <w:rsid w:val="00F64DD3"/>
    <w:rsid w:val="00F66ECB"/>
    <w:rsid w:val="00F6745F"/>
    <w:rsid w:val="00F7066B"/>
    <w:rsid w:val="00F7362A"/>
    <w:rsid w:val="00F77121"/>
    <w:rsid w:val="00F77386"/>
    <w:rsid w:val="00F77FC7"/>
    <w:rsid w:val="00F83B28"/>
    <w:rsid w:val="00F8750B"/>
    <w:rsid w:val="00F8766D"/>
    <w:rsid w:val="00F87E6A"/>
    <w:rsid w:val="00F91792"/>
    <w:rsid w:val="00F94281"/>
    <w:rsid w:val="00F974DA"/>
    <w:rsid w:val="00FA46E5"/>
    <w:rsid w:val="00FA67D0"/>
    <w:rsid w:val="00FA7372"/>
    <w:rsid w:val="00FA7792"/>
    <w:rsid w:val="00FB25B3"/>
    <w:rsid w:val="00FB2D7C"/>
    <w:rsid w:val="00FB4F1D"/>
    <w:rsid w:val="00FB62A8"/>
    <w:rsid w:val="00FB712D"/>
    <w:rsid w:val="00FB7639"/>
    <w:rsid w:val="00FB77CC"/>
    <w:rsid w:val="00FB7DBA"/>
    <w:rsid w:val="00FC1C25"/>
    <w:rsid w:val="00FC3F45"/>
    <w:rsid w:val="00FC4F61"/>
    <w:rsid w:val="00FC794E"/>
    <w:rsid w:val="00FC7F69"/>
    <w:rsid w:val="00FD07C5"/>
    <w:rsid w:val="00FD0DF2"/>
    <w:rsid w:val="00FD1FDA"/>
    <w:rsid w:val="00FD3884"/>
    <w:rsid w:val="00FD503F"/>
    <w:rsid w:val="00FD527A"/>
    <w:rsid w:val="00FD7193"/>
    <w:rsid w:val="00FD7589"/>
    <w:rsid w:val="00FE54C8"/>
    <w:rsid w:val="00FF016A"/>
    <w:rsid w:val="00FF0CFF"/>
    <w:rsid w:val="00FF10FA"/>
    <w:rsid w:val="00FF1401"/>
    <w:rsid w:val="00FF3270"/>
    <w:rsid w:val="00FF5084"/>
    <w:rsid w:val="00FF5E7D"/>
    <w:rsid w:val="00FF6CD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44DBB"/>
  <w15:docId w15:val="{4CD6E5AE-FD70-4741-967C-D92662DC2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paragraph" w:styleId="Nagwek2">
    <w:name w:val="heading 2"/>
    <w:next w:val="Normalny"/>
    <w:link w:val="Nagwek2Znak"/>
    <w:uiPriority w:val="9"/>
    <w:unhideWhenUsed/>
    <w:qFormat/>
    <w:rsid w:val="00015024"/>
    <w:pPr>
      <w:keepNext/>
      <w:keepLines/>
      <w:spacing w:line="259" w:lineRule="auto"/>
      <w:ind w:left="10" w:hanging="10"/>
      <w:outlineLvl w:val="1"/>
    </w:pPr>
    <w:rPr>
      <w:rFonts w:eastAsia="Times New Roman"/>
      <w:b/>
      <w:color w:val="000000"/>
      <w:sz w:val="24"/>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rsid w:val="00CF78ED"/>
    <w:rPr>
      <w:rFonts w:ascii="Tahoma" w:eastAsia="Calibri" w:hAnsi="Tahoma" w:cs="Tahoma"/>
      <w:sz w:val="16"/>
      <w:szCs w:val="16"/>
    </w:rPr>
  </w:style>
  <w:style w:type="paragraph" w:styleId="Nagwek">
    <w:name w:val="header"/>
    <w:basedOn w:val="Normalny"/>
    <w:link w:val="NagwekZnak"/>
    <w:unhideWhenUsed/>
    <w:rsid w:val="00C16ABF"/>
    <w:pPr>
      <w:tabs>
        <w:tab w:val="center" w:pos="4536"/>
        <w:tab w:val="right" w:pos="9072"/>
      </w:tabs>
      <w:spacing w:after="0" w:line="240" w:lineRule="auto"/>
    </w:pPr>
  </w:style>
  <w:style w:type="character" w:customStyle="1" w:styleId="NagwekZnak">
    <w:name w:val="Nagłówek Znak"/>
    <w:link w:val="Nagwek"/>
    <w:rsid w:val="00C16ABF"/>
    <w:rPr>
      <w:rFonts w:ascii="Calibri" w:eastAsia="Calibri" w:hAnsi="Calibri"/>
      <w:sz w:val="22"/>
      <w:szCs w:val="22"/>
    </w:rPr>
  </w:style>
  <w:style w:type="paragraph" w:styleId="Stopka">
    <w:name w:val="footer"/>
    <w:basedOn w:val="Normalny"/>
    <w:link w:val="StopkaZnak"/>
    <w:unhideWhenUsed/>
    <w:rsid w:val="00C16ABF"/>
    <w:pPr>
      <w:tabs>
        <w:tab w:val="center" w:pos="4536"/>
        <w:tab w:val="right" w:pos="9072"/>
      </w:tabs>
      <w:spacing w:after="0" w:line="240" w:lineRule="auto"/>
    </w:pPr>
  </w:style>
  <w:style w:type="character" w:customStyle="1" w:styleId="StopkaZnak">
    <w:name w:val="Stopka Znak"/>
    <w:link w:val="Stopka"/>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nhideWhenUsed/>
    <w:rsid w:val="0085747A"/>
    <w:pPr>
      <w:spacing w:after="0" w:line="240" w:lineRule="auto"/>
    </w:pPr>
    <w:rPr>
      <w:sz w:val="20"/>
      <w:szCs w:val="20"/>
    </w:rPr>
  </w:style>
  <w:style w:type="character" w:customStyle="1" w:styleId="TekstprzypisudolnegoZnak">
    <w:name w:val="Tekst przypisu dolnego Znak"/>
    <w:link w:val="Tekstprzypisudolnego"/>
    <w:rsid w:val="0085747A"/>
    <w:rPr>
      <w:rFonts w:ascii="Calibri" w:hAnsi="Calibri" w:cs="Times New Roman"/>
      <w:sz w:val="20"/>
      <w:szCs w:val="20"/>
    </w:rPr>
  </w:style>
  <w:style w:type="character" w:styleId="Odwoanieprzypisudolnego">
    <w:name w:val="footnote reference"/>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nhideWhenUsed/>
    <w:rsid w:val="0085747A"/>
    <w:pPr>
      <w:spacing w:after="120"/>
    </w:pPr>
  </w:style>
  <w:style w:type="character" w:customStyle="1" w:styleId="TekstpodstawowyZnak">
    <w:name w:val="Tekst podstawowy Znak"/>
    <w:link w:val="Tekstpodstawowy"/>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customStyle="1" w:styleId="Nagwek2Znak">
    <w:name w:val="Nagłówek 2 Znak"/>
    <w:basedOn w:val="Domylnaczcionkaakapitu"/>
    <w:link w:val="Nagwek2"/>
    <w:uiPriority w:val="9"/>
    <w:rsid w:val="00015024"/>
    <w:rPr>
      <w:rFonts w:eastAsia="Times New Roman"/>
      <w:b/>
      <w:color w:val="000000"/>
      <w:sz w:val="24"/>
      <w:szCs w:val="22"/>
    </w:rPr>
  </w:style>
  <w:style w:type="character" w:customStyle="1" w:styleId="WW8Num1z0">
    <w:name w:val="WW8Num1z0"/>
    <w:rsid w:val="000E3584"/>
  </w:style>
  <w:style w:type="character" w:customStyle="1" w:styleId="WW8Num1z1">
    <w:name w:val="WW8Num1z1"/>
    <w:rsid w:val="000E3584"/>
  </w:style>
  <w:style w:type="character" w:customStyle="1" w:styleId="WW8Num1z2">
    <w:name w:val="WW8Num1z2"/>
    <w:rsid w:val="000E3584"/>
  </w:style>
  <w:style w:type="character" w:customStyle="1" w:styleId="WW8Num1z3">
    <w:name w:val="WW8Num1z3"/>
    <w:rsid w:val="000E3584"/>
  </w:style>
  <w:style w:type="character" w:customStyle="1" w:styleId="WW8Num1z4">
    <w:name w:val="WW8Num1z4"/>
    <w:rsid w:val="000E3584"/>
  </w:style>
  <w:style w:type="character" w:customStyle="1" w:styleId="WW8Num1z5">
    <w:name w:val="WW8Num1z5"/>
    <w:rsid w:val="000E3584"/>
  </w:style>
  <w:style w:type="character" w:customStyle="1" w:styleId="WW8Num1z6">
    <w:name w:val="WW8Num1z6"/>
    <w:rsid w:val="000E3584"/>
  </w:style>
  <w:style w:type="character" w:customStyle="1" w:styleId="WW8Num1z7">
    <w:name w:val="WW8Num1z7"/>
    <w:rsid w:val="000E3584"/>
  </w:style>
  <w:style w:type="character" w:customStyle="1" w:styleId="WW8Num1z8">
    <w:name w:val="WW8Num1z8"/>
    <w:rsid w:val="000E3584"/>
  </w:style>
  <w:style w:type="character" w:customStyle="1" w:styleId="WW8Num2z0">
    <w:name w:val="WW8Num2z0"/>
    <w:rsid w:val="000E3584"/>
  </w:style>
  <w:style w:type="character" w:customStyle="1" w:styleId="WW8Num2z1">
    <w:name w:val="WW8Num2z1"/>
    <w:rsid w:val="000E3584"/>
  </w:style>
  <w:style w:type="character" w:customStyle="1" w:styleId="WW8Num2z2">
    <w:name w:val="WW8Num2z2"/>
    <w:rsid w:val="000E3584"/>
  </w:style>
  <w:style w:type="character" w:customStyle="1" w:styleId="WW8Num2z3">
    <w:name w:val="WW8Num2z3"/>
    <w:rsid w:val="000E3584"/>
  </w:style>
  <w:style w:type="character" w:customStyle="1" w:styleId="WW8Num2z4">
    <w:name w:val="WW8Num2z4"/>
    <w:rsid w:val="000E3584"/>
  </w:style>
  <w:style w:type="character" w:customStyle="1" w:styleId="WW8Num2z5">
    <w:name w:val="WW8Num2z5"/>
    <w:rsid w:val="000E3584"/>
  </w:style>
  <w:style w:type="character" w:customStyle="1" w:styleId="WW8Num2z6">
    <w:name w:val="WW8Num2z6"/>
    <w:rsid w:val="000E3584"/>
  </w:style>
  <w:style w:type="character" w:customStyle="1" w:styleId="WW8Num2z7">
    <w:name w:val="WW8Num2z7"/>
    <w:rsid w:val="000E3584"/>
  </w:style>
  <w:style w:type="character" w:customStyle="1" w:styleId="WW8Num2z8">
    <w:name w:val="WW8Num2z8"/>
    <w:rsid w:val="000E3584"/>
  </w:style>
  <w:style w:type="character" w:customStyle="1" w:styleId="Domylnaczcionkaakapitu1">
    <w:name w:val="Domyślna czcionka akapitu1"/>
    <w:rsid w:val="000E3584"/>
  </w:style>
  <w:style w:type="character" w:customStyle="1" w:styleId="Odwoanieprzypisudolnego1">
    <w:name w:val="Odwołanie przypisu dolnego1"/>
    <w:rsid w:val="000E3584"/>
    <w:rPr>
      <w:vertAlign w:val="superscript"/>
    </w:rPr>
  </w:style>
  <w:style w:type="character" w:customStyle="1" w:styleId="Numerstrony1">
    <w:name w:val="Numer strony1"/>
    <w:basedOn w:val="Domylnaczcionkaakapitu1"/>
    <w:rsid w:val="000E3584"/>
  </w:style>
  <w:style w:type="character" w:customStyle="1" w:styleId="Znakiprzypiswdolnych">
    <w:name w:val="Znaki przypisów dolnych"/>
    <w:rsid w:val="000E3584"/>
  </w:style>
  <w:style w:type="character" w:customStyle="1" w:styleId="Znakiprzypiswkocowych">
    <w:name w:val="Znaki przypisów końcowych"/>
    <w:rsid w:val="000E3584"/>
    <w:rPr>
      <w:vertAlign w:val="superscript"/>
    </w:rPr>
  </w:style>
  <w:style w:type="character" w:customStyle="1" w:styleId="WW-Znakiprzypiswkocowych">
    <w:name w:val="WW-Znaki przypisów końcowych"/>
    <w:rsid w:val="000E3584"/>
  </w:style>
  <w:style w:type="character" w:styleId="Odwoanieprzypisukocowego">
    <w:name w:val="endnote reference"/>
    <w:rsid w:val="000E3584"/>
    <w:rPr>
      <w:vertAlign w:val="superscript"/>
    </w:rPr>
  </w:style>
  <w:style w:type="paragraph" w:customStyle="1" w:styleId="Nagwek1">
    <w:name w:val="Nagłówek1"/>
    <w:basedOn w:val="Normalny"/>
    <w:next w:val="Tekstpodstawowy"/>
    <w:rsid w:val="000E3584"/>
    <w:pPr>
      <w:keepNext/>
      <w:suppressAutoHyphens/>
      <w:spacing w:before="240" w:after="120"/>
    </w:pPr>
    <w:rPr>
      <w:rFonts w:ascii="Arial" w:eastAsia="Microsoft YaHei" w:hAnsi="Arial" w:cs="Mangal"/>
      <w:sz w:val="28"/>
      <w:szCs w:val="28"/>
    </w:rPr>
  </w:style>
  <w:style w:type="paragraph" w:styleId="Lista">
    <w:name w:val="List"/>
    <w:basedOn w:val="Tekstpodstawowy"/>
    <w:rsid w:val="000E3584"/>
    <w:pPr>
      <w:suppressAutoHyphens/>
    </w:pPr>
    <w:rPr>
      <w:rFonts w:cs="Mangal"/>
    </w:rPr>
  </w:style>
  <w:style w:type="paragraph" w:styleId="Legenda">
    <w:name w:val="caption"/>
    <w:basedOn w:val="Normalny"/>
    <w:qFormat/>
    <w:rsid w:val="000E3584"/>
    <w:pPr>
      <w:suppressLineNumbers/>
      <w:suppressAutoHyphens/>
      <w:spacing w:before="120" w:after="120"/>
    </w:pPr>
    <w:rPr>
      <w:rFonts w:cs="Mangal"/>
      <w:i/>
      <w:iCs/>
      <w:sz w:val="24"/>
      <w:szCs w:val="24"/>
    </w:rPr>
  </w:style>
  <w:style w:type="paragraph" w:customStyle="1" w:styleId="Indeks">
    <w:name w:val="Indeks"/>
    <w:basedOn w:val="Normalny"/>
    <w:rsid w:val="000E3584"/>
    <w:pPr>
      <w:suppressLineNumbers/>
      <w:suppressAutoHyphens/>
    </w:pPr>
    <w:rPr>
      <w:rFonts w:cs="Mangal"/>
    </w:rPr>
  </w:style>
  <w:style w:type="paragraph" w:customStyle="1" w:styleId="Akapitzlist1">
    <w:name w:val="Akapit z listą1"/>
    <w:basedOn w:val="Normalny"/>
    <w:rsid w:val="000E3584"/>
    <w:pPr>
      <w:suppressAutoHyphens/>
      <w:ind w:left="720"/>
    </w:pPr>
  </w:style>
  <w:style w:type="paragraph" w:styleId="Podtytu">
    <w:name w:val="Subtitle"/>
    <w:basedOn w:val="Nagwek1"/>
    <w:next w:val="Tekstpodstawowy"/>
    <w:link w:val="PodtytuZnak"/>
    <w:qFormat/>
    <w:rsid w:val="000E3584"/>
    <w:pPr>
      <w:jc w:val="center"/>
    </w:pPr>
    <w:rPr>
      <w:i/>
      <w:iCs/>
    </w:rPr>
  </w:style>
  <w:style w:type="character" w:customStyle="1" w:styleId="PodtytuZnak">
    <w:name w:val="Podtytuł Znak"/>
    <w:basedOn w:val="Domylnaczcionkaakapitu"/>
    <w:link w:val="Podtytu"/>
    <w:rsid w:val="000E3584"/>
    <w:rPr>
      <w:rFonts w:ascii="Arial" w:eastAsia="Microsoft YaHei" w:hAnsi="Arial" w:cs="Mangal"/>
      <w:i/>
      <w:iCs/>
      <w:sz w:val="28"/>
      <w:szCs w:val="28"/>
      <w:lang w:eastAsia="en-US"/>
    </w:rPr>
  </w:style>
  <w:style w:type="paragraph" w:customStyle="1" w:styleId="Tekstdymka1">
    <w:name w:val="Tekst dymka1"/>
    <w:basedOn w:val="Normalny"/>
    <w:rsid w:val="000E3584"/>
    <w:pPr>
      <w:suppressAutoHyphens/>
      <w:spacing w:after="0" w:line="100" w:lineRule="atLeast"/>
    </w:pPr>
    <w:rPr>
      <w:rFonts w:ascii="Tahoma" w:hAnsi="Tahoma" w:cs="Tahoma"/>
      <w:sz w:val="16"/>
      <w:szCs w:val="16"/>
    </w:rPr>
  </w:style>
  <w:style w:type="paragraph" w:customStyle="1" w:styleId="Tekstprzypisudolnego1">
    <w:name w:val="Tekst przypisu dolnego1"/>
    <w:basedOn w:val="Normalny"/>
    <w:rsid w:val="000E3584"/>
    <w:pPr>
      <w:suppressAutoHyphens/>
      <w:spacing w:after="0" w:line="100" w:lineRule="atLeast"/>
    </w:pPr>
    <w:rPr>
      <w:sz w:val="20"/>
      <w:szCs w:val="20"/>
    </w:rPr>
  </w:style>
  <w:style w:type="paragraph" w:customStyle="1" w:styleId="Bezodstpw1">
    <w:name w:val="Bez odstępów1"/>
    <w:rsid w:val="000E3584"/>
    <w:pPr>
      <w:suppressAutoHyphens/>
    </w:pPr>
    <w:rPr>
      <w:rFonts w:ascii="Calibri" w:hAnsi="Calibri"/>
      <w:sz w:val="22"/>
      <w:szCs w:val="22"/>
      <w:lang w:eastAsia="en-US"/>
    </w:rPr>
  </w:style>
  <w:style w:type="paragraph" w:customStyle="1" w:styleId="Zawartotabeli">
    <w:name w:val="Zawartość tabeli"/>
    <w:basedOn w:val="Normalny"/>
    <w:rsid w:val="000E3584"/>
    <w:pPr>
      <w:suppressLineNumbers/>
      <w:suppressAutoHyphens/>
    </w:pPr>
  </w:style>
  <w:style w:type="paragraph" w:customStyle="1" w:styleId="Nagwektabeli">
    <w:name w:val="Nagłówek tabeli"/>
    <w:basedOn w:val="Zawartotabeli"/>
    <w:rsid w:val="000E3584"/>
    <w:pPr>
      <w:jc w:val="center"/>
    </w:pPr>
    <w:rPr>
      <w:b/>
      <w:bCs/>
    </w:rPr>
  </w:style>
  <w:style w:type="paragraph" w:styleId="NormalnyWeb">
    <w:name w:val="Normal (Web)"/>
    <w:basedOn w:val="Normalny"/>
    <w:uiPriority w:val="99"/>
    <w:semiHidden/>
    <w:unhideWhenUsed/>
    <w:rsid w:val="00424CB6"/>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56676">
      <w:bodyDiv w:val="1"/>
      <w:marLeft w:val="0"/>
      <w:marRight w:val="0"/>
      <w:marTop w:val="0"/>
      <w:marBottom w:val="0"/>
      <w:divBdr>
        <w:top w:val="none" w:sz="0" w:space="0" w:color="auto"/>
        <w:left w:val="none" w:sz="0" w:space="0" w:color="auto"/>
        <w:bottom w:val="none" w:sz="0" w:space="0" w:color="auto"/>
        <w:right w:val="none" w:sz="0" w:space="0" w:color="auto"/>
      </w:divBdr>
    </w:div>
    <w:div w:id="1684166439">
      <w:bodyDiv w:val="1"/>
      <w:marLeft w:val="0"/>
      <w:marRight w:val="0"/>
      <w:marTop w:val="0"/>
      <w:marBottom w:val="0"/>
      <w:divBdr>
        <w:top w:val="none" w:sz="0" w:space="0" w:color="auto"/>
        <w:left w:val="none" w:sz="0" w:space="0" w:color="auto"/>
        <w:bottom w:val="none" w:sz="0" w:space="0" w:color="auto"/>
        <w:right w:val="none" w:sz="0" w:space="0" w:color="auto"/>
      </w:divBdr>
    </w:div>
    <w:div w:id="188339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7D5AE-19AE-4F67-B39E-5091A21A4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22</TotalTime>
  <Pages>10</Pages>
  <Words>2917</Words>
  <Characters>17506</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Łukasz Cywicki</cp:lastModifiedBy>
  <cp:revision>5</cp:revision>
  <cp:lastPrinted>2019-02-06T12:12:00Z</cp:lastPrinted>
  <dcterms:created xsi:type="dcterms:W3CDTF">2023-02-08T10:33:00Z</dcterms:created>
  <dcterms:modified xsi:type="dcterms:W3CDTF">2024-01-18T17:14:00Z</dcterms:modified>
</cp:coreProperties>
</file>